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3C0A1" w14:textId="77777777" w:rsidR="00264FC6" w:rsidRDefault="00826C62" w:rsidP="00826C62">
      <w:pPr>
        <w:tabs>
          <w:tab w:val="left" w:pos="7560"/>
        </w:tabs>
        <w:spacing w:before="40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ab/>
      </w:r>
      <w:r w:rsidRPr="00264FC6">
        <w:rPr>
          <w:rFonts w:ascii="Arial" w:hAnsi="Arial" w:cs="Arial"/>
          <w:sz w:val="22"/>
          <w:szCs w:val="22"/>
        </w:rPr>
        <w:tab/>
        <w:t xml:space="preserve">       </w:t>
      </w:r>
    </w:p>
    <w:p w14:paraId="5CB1E470" w14:textId="6E6E4E6E" w:rsidR="00826C62" w:rsidRPr="00264FC6" w:rsidRDefault="00826C62" w:rsidP="00264FC6">
      <w:pPr>
        <w:tabs>
          <w:tab w:val="left" w:pos="7560"/>
        </w:tabs>
        <w:spacing w:before="40"/>
        <w:jc w:val="right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 xml:space="preserve">Příloha č. </w:t>
      </w:r>
      <w:r w:rsidR="0034187D">
        <w:rPr>
          <w:rFonts w:ascii="Arial" w:hAnsi="Arial" w:cs="Arial"/>
          <w:sz w:val="22"/>
          <w:szCs w:val="22"/>
        </w:rPr>
        <w:t>5</w:t>
      </w:r>
      <w:r w:rsidRPr="00264FC6">
        <w:rPr>
          <w:rFonts w:ascii="Arial" w:hAnsi="Arial" w:cs="Arial"/>
          <w:sz w:val="22"/>
          <w:szCs w:val="22"/>
        </w:rPr>
        <w:t xml:space="preserve"> ZD</w:t>
      </w:r>
    </w:p>
    <w:p w14:paraId="2F958883" w14:textId="77777777" w:rsidR="00826C62" w:rsidRPr="00264FC6" w:rsidRDefault="00826C62" w:rsidP="00826C62">
      <w:pPr>
        <w:tabs>
          <w:tab w:val="left" w:pos="7560"/>
        </w:tabs>
        <w:spacing w:before="40"/>
        <w:jc w:val="center"/>
        <w:rPr>
          <w:rFonts w:ascii="Arial" w:hAnsi="Arial" w:cs="Arial"/>
          <w:sz w:val="32"/>
          <w:szCs w:val="32"/>
        </w:rPr>
      </w:pPr>
    </w:p>
    <w:p w14:paraId="16A2CBAE" w14:textId="77777777" w:rsidR="00826C62" w:rsidRPr="00264FC6" w:rsidRDefault="00826C62" w:rsidP="00826C62">
      <w:pPr>
        <w:tabs>
          <w:tab w:val="left" w:pos="7560"/>
        </w:tabs>
        <w:spacing w:before="40"/>
        <w:jc w:val="center"/>
        <w:rPr>
          <w:rFonts w:ascii="Arial" w:hAnsi="Arial" w:cs="Arial"/>
          <w:sz w:val="32"/>
          <w:szCs w:val="32"/>
        </w:rPr>
      </w:pPr>
    </w:p>
    <w:p w14:paraId="7E6C8DA0" w14:textId="77777777" w:rsidR="00826C62" w:rsidRPr="00264FC6" w:rsidRDefault="00826C62" w:rsidP="00826C62">
      <w:pPr>
        <w:tabs>
          <w:tab w:val="left" w:pos="7560"/>
        </w:tabs>
        <w:spacing w:before="4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14:paraId="258234E7" w14:textId="3F9FEFF9" w:rsidR="00826C62" w:rsidRPr="00264FC6" w:rsidRDefault="00D94C67" w:rsidP="00826C62">
      <w:pPr>
        <w:tabs>
          <w:tab w:val="left" w:pos="7560"/>
        </w:tabs>
        <w:spacing w:before="40"/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noProof/>
        </w:rPr>
        <w:drawing>
          <wp:inline distT="0" distB="0" distL="0" distR="0" wp14:anchorId="1BFD772F" wp14:editId="53F66039">
            <wp:extent cx="962025" cy="4000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000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44C7A" w14:textId="77777777" w:rsidR="00294744" w:rsidRPr="00264FC6" w:rsidRDefault="00294744" w:rsidP="00A561B4">
      <w:pPr>
        <w:pStyle w:val="Nadpis1"/>
        <w:rPr>
          <w:rFonts w:ascii="Arial" w:hAnsi="Arial" w:cs="Arial"/>
        </w:rPr>
      </w:pPr>
    </w:p>
    <w:p w14:paraId="64668D87" w14:textId="77777777" w:rsidR="000D5D98" w:rsidRPr="00264FC6" w:rsidRDefault="000D5D98" w:rsidP="000D5D98">
      <w:pPr>
        <w:rPr>
          <w:rFonts w:ascii="Arial" w:hAnsi="Arial" w:cs="Arial"/>
        </w:rPr>
      </w:pPr>
    </w:p>
    <w:p w14:paraId="4D507080" w14:textId="77777777" w:rsidR="000D5D98" w:rsidRPr="00264FC6" w:rsidRDefault="000D5D98" w:rsidP="000D5D98">
      <w:pPr>
        <w:rPr>
          <w:rFonts w:ascii="Arial" w:hAnsi="Arial" w:cs="Arial"/>
        </w:rPr>
      </w:pPr>
    </w:p>
    <w:p w14:paraId="21F8AD07" w14:textId="77777777" w:rsidR="000D5D98" w:rsidRPr="00264FC6" w:rsidRDefault="000D5D98" w:rsidP="000D5D98">
      <w:pPr>
        <w:rPr>
          <w:rFonts w:ascii="Arial" w:hAnsi="Arial" w:cs="Arial"/>
        </w:rPr>
      </w:pPr>
    </w:p>
    <w:p w14:paraId="5C12A6CE" w14:textId="77777777" w:rsidR="000D5D98" w:rsidRPr="00264FC6" w:rsidRDefault="000D5D98" w:rsidP="000D5D98">
      <w:pPr>
        <w:rPr>
          <w:rFonts w:ascii="Arial" w:hAnsi="Arial" w:cs="Arial"/>
        </w:rPr>
      </w:pPr>
    </w:p>
    <w:p w14:paraId="52960EB1" w14:textId="77777777" w:rsidR="000D5D98" w:rsidRPr="00264FC6" w:rsidRDefault="000D5D98" w:rsidP="000D5D98">
      <w:pPr>
        <w:rPr>
          <w:rFonts w:ascii="Arial" w:hAnsi="Arial" w:cs="Arial"/>
        </w:rPr>
      </w:pPr>
    </w:p>
    <w:p w14:paraId="61BE7EAE" w14:textId="77777777" w:rsidR="000D5D98" w:rsidRPr="00264FC6" w:rsidRDefault="000D5D98" w:rsidP="000D5D98">
      <w:pPr>
        <w:rPr>
          <w:rFonts w:ascii="Arial" w:hAnsi="Arial" w:cs="Arial"/>
        </w:rPr>
      </w:pPr>
    </w:p>
    <w:p w14:paraId="640EC601" w14:textId="77777777" w:rsidR="000D5D98" w:rsidRPr="00264FC6" w:rsidRDefault="000D5D98" w:rsidP="000D5D98">
      <w:pPr>
        <w:rPr>
          <w:rFonts w:ascii="Arial" w:hAnsi="Arial" w:cs="Arial"/>
        </w:rPr>
      </w:pPr>
    </w:p>
    <w:p w14:paraId="25CF0AAD" w14:textId="77777777" w:rsidR="000D5D98" w:rsidRPr="00264FC6" w:rsidRDefault="000D5D98" w:rsidP="000D5D98">
      <w:pPr>
        <w:rPr>
          <w:rFonts w:ascii="Arial" w:hAnsi="Arial" w:cs="Arial"/>
        </w:rPr>
      </w:pPr>
    </w:p>
    <w:p w14:paraId="12D9616C" w14:textId="77777777" w:rsidR="000D5D98" w:rsidRPr="00264FC6" w:rsidRDefault="000D5D98" w:rsidP="000D5D98">
      <w:pPr>
        <w:rPr>
          <w:rFonts w:ascii="Arial" w:hAnsi="Arial" w:cs="Arial"/>
        </w:rPr>
      </w:pPr>
    </w:p>
    <w:p w14:paraId="387B2628" w14:textId="77777777" w:rsidR="000D5D98" w:rsidRPr="00264FC6" w:rsidRDefault="000D5D98" w:rsidP="000D5D98">
      <w:pPr>
        <w:rPr>
          <w:rFonts w:ascii="Arial" w:hAnsi="Arial" w:cs="Arial"/>
        </w:rPr>
      </w:pPr>
    </w:p>
    <w:p w14:paraId="67738FAA" w14:textId="77777777" w:rsidR="000D5D98" w:rsidRPr="00264FC6" w:rsidRDefault="000D5D98" w:rsidP="000D5D98">
      <w:pPr>
        <w:rPr>
          <w:rFonts w:ascii="Arial" w:hAnsi="Arial" w:cs="Arial"/>
        </w:rPr>
      </w:pPr>
    </w:p>
    <w:p w14:paraId="575B635E" w14:textId="77777777" w:rsidR="000D5D98" w:rsidRPr="00264FC6" w:rsidRDefault="000D5D98" w:rsidP="000D5D98">
      <w:pPr>
        <w:rPr>
          <w:rFonts w:ascii="Arial" w:hAnsi="Arial" w:cs="Arial"/>
        </w:rPr>
      </w:pPr>
    </w:p>
    <w:p w14:paraId="67FFFB97" w14:textId="77777777" w:rsidR="000D5D98" w:rsidRPr="00264FC6" w:rsidRDefault="000D5D98" w:rsidP="00EB4640">
      <w:pPr>
        <w:jc w:val="center"/>
        <w:rPr>
          <w:rFonts w:ascii="Arial" w:hAnsi="Arial" w:cs="Arial"/>
        </w:rPr>
      </w:pPr>
    </w:p>
    <w:p w14:paraId="6263C604" w14:textId="77777777" w:rsidR="000D5D98" w:rsidRPr="00264FC6" w:rsidRDefault="000D5D98" w:rsidP="000D5D98">
      <w:pPr>
        <w:rPr>
          <w:rFonts w:ascii="Arial" w:hAnsi="Arial" w:cs="Arial"/>
        </w:rPr>
      </w:pPr>
    </w:p>
    <w:p w14:paraId="28B07274" w14:textId="77777777" w:rsidR="000D5D98" w:rsidRPr="00264FC6" w:rsidRDefault="000D5D98" w:rsidP="000D5D98">
      <w:pPr>
        <w:rPr>
          <w:rFonts w:ascii="Arial" w:hAnsi="Arial" w:cs="Arial"/>
        </w:rPr>
      </w:pPr>
    </w:p>
    <w:p w14:paraId="14238E4E" w14:textId="77777777" w:rsidR="000D5D98" w:rsidRPr="00264FC6" w:rsidRDefault="000D5D98" w:rsidP="000D5D98">
      <w:pPr>
        <w:rPr>
          <w:rFonts w:ascii="Arial" w:hAnsi="Arial" w:cs="Arial"/>
        </w:rPr>
      </w:pPr>
    </w:p>
    <w:p w14:paraId="331708B9" w14:textId="77777777" w:rsidR="000D5D98" w:rsidRPr="00264FC6" w:rsidRDefault="000D5D98" w:rsidP="000D5D98">
      <w:pPr>
        <w:rPr>
          <w:rFonts w:ascii="Arial" w:hAnsi="Arial" w:cs="Arial"/>
        </w:rPr>
      </w:pPr>
    </w:p>
    <w:p w14:paraId="15B67880" w14:textId="77777777" w:rsidR="000D5D98" w:rsidRPr="00264FC6" w:rsidRDefault="000D5D98" w:rsidP="000D5D98">
      <w:pPr>
        <w:rPr>
          <w:rFonts w:ascii="Arial" w:hAnsi="Arial" w:cs="Arial"/>
        </w:rPr>
      </w:pPr>
    </w:p>
    <w:p w14:paraId="7889DAD3" w14:textId="14727868" w:rsidR="0098153A" w:rsidRDefault="00CC1FD4" w:rsidP="00EA5A65">
      <w:pPr>
        <w:tabs>
          <w:tab w:val="left" w:pos="7560"/>
        </w:tabs>
        <w:spacing w:before="40"/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F670D3">
        <w:rPr>
          <w:rFonts w:ascii="Arial" w:hAnsi="Arial" w:cs="Arial"/>
          <w:b/>
          <w:sz w:val="40"/>
          <w:szCs w:val="40"/>
          <w:u w:val="single"/>
        </w:rPr>
        <w:t xml:space="preserve">Specifikace předmětu </w:t>
      </w:r>
    </w:p>
    <w:p w14:paraId="26243C6E" w14:textId="33098946" w:rsidR="00A8072B" w:rsidRDefault="00A8072B" w:rsidP="00EA5A65">
      <w:pPr>
        <w:tabs>
          <w:tab w:val="left" w:pos="7560"/>
        </w:tabs>
        <w:spacing w:before="40"/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8D7312">
        <w:rPr>
          <w:rFonts w:ascii="Arial" w:hAnsi="Arial" w:cs="Arial"/>
          <w:b/>
          <w:sz w:val="36"/>
          <w:szCs w:val="36"/>
          <w:u w:val="single"/>
        </w:rPr>
        <w:t>,,Dodávka traktorov</w:t>
      </w:r>
      <w:r w:rsidR="00AA757A">
        <w:rPr>
          <w:rFonts w:ascii="Arial" w:hAnsi="Arial" w:cs="Arial"/>
          <w:b/>
          <w:sz w:val="36"/>
          <w:szCs w:val="36"/>
          <w:u w:val="single"/>
        </w:rPr>
        <w:t>ých</w:t>
      </w:r>
      <w:r w:rsidRPr="008D7312">
        <w:rPr>
          <w:rFonts w:ascii="Arial" w:hAnsi="Arial" w:cs="Arial"/>
          <w:b/>
          <w:sz w:val="36"/>
          <w:szCs w:val="36"/>
          <w:u w:val="single"/>
        </w:rPr>
        <w:t xml:space="preserve"> nosič</w:t>
      </w:r>
      <w:r w:rsidR="00AA757A">
        <w:rPr>
          <w:rFonts w:ascii="Arial" w:hAnsi="Arial" w:cs="Arial"/>
          <w:b/>
          <w:sz w:val="36"/>
          <w:szCs w:val="36"/>
          <w:u w:val="single"/>
        </w:rPr>
        <w:t>ů</w:t>
      </w:r>
      <w:r w:rsidRPr="008D7312">
        <w:rPr>
          <w:rFonts w:ascii="Arial" w:hAnsi="Arial" w:cs="Arial"/>
          <w:b/>
          <w:sz w:val="36"/>
          <w:szCs w:val="36"/>
          <w:u w:val="single"/>
        </w:rPr>
        <w:t xml:space="preserve"> a kombinované sekací nástavby</w:t>
      </w:r>
      <w:r w:rsidR="00AA757A">
        <w:rPr>
          <w:rFonts w:ascii="Arial" w:hAnsi="Arial" w:cs="Arial"/>
          <w:b/>
          <w:sz w:val="36"/>
          <w:szCs w:val="36"/>
          <w:u w:val="single"/>
        </w:rPr>
        <w:t xml:space="preserve"> v počtu dvou kusů</w:t>
      </w:r>
      <w:r w:rsidRPr="008D7312">
        <w:rPr>
          <w:rFonts w:ascii="Arial" w:hAnsi="Arial" w:cs="Arial"/>
          <w:b/>
          <w:sz w:val="36"/>
          <w:szCs w:val="36"/>
          <w:u w:val="single"/>
        </w:rPr>
        <w:t>“</w:t>
      </w:r>
    </w:p>
    <w:p w14:paraId="17DFF313" w14:textId="77777777" w:rsidR="0034187D" w:rsidRDefault="0034187D" w:rsidP="00EA5A65">
      <w:pPr>
        <w:tabs>
          <w:tab w:val="left" w:pos="7560"/>
        </w:tabs>
        <w:spacing w:before="40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2380827C" w14:textId="3A213A91" w:rsidR="0034187D" w:rsidRPr="008D7312" w:rsidRDefault="0034187D" w:rsidP="00EA5A65">
      <w:pPr>
        <w:tabs>
          <w:tab w:val="left" w:pos="7560"/>
        </w:tabs>
        <w:spacing w:before="40"/>
        <w:jc w:val="center"/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>Část 1</w:t>
      </w:r>
    </w:p>
    <w:p w14:paraId="5DA05BF0" w14:textId="1219AB00" w:rsidR="003A518A" w:rsidRPr="0034187D" w:rsidRDefault="003A518A" w:rsidP="008D7312">
      <w:pPr>
        <w:pStyle w:val="Zkladntextodsazen3"/>
        <w:jc w:val="center"/>
        <w:rPr>
          <w:color w:val="000000" w:themeColor="text1"/>
          <w:sz w:val="40"/>
          <w:szCs w:val="4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BF3FD19" w14:textId="77777777" w:rsidR="000D5D98" w:rsidRPr="00264FC6" w:rsidRDefault="000D5D98" w:rsidP="003A518A">
      <w:pPr>
        <w:pStyle w:val="Nzev"/>
        <w:jc w:val="left"/>
      </w:pPr>
    </w:p>
    <w:p w14:paraId="0A418C0A" w14:textId="77777777" w:rsidR="000D5D98" w:rsidRPr="00264FC6" w:rsidRDefault="000D5D98" w:rsidP="003A518A">
      <w:pPr>
        <w:pStyle w:val="Nzev"/>
        <w:jc w:val="left"/>
      </w:pPr>
    </w:p>
    <w:p w14:paraId="0FA61B1A" w14:textId="77777777" w:rsidR="000D5D98" w:rsidRPr="00264FC6" w:rsidRDefault="000D5D98" w:rsidP="003A518A">
      <w:pPr>
        <w:pStyle w:val="Nzev"/>
        <w:jc w:val="left"/>
      </w:pPr>
    </w:p>
    <w:p w14:paraId="726A6226" w14:textId="77777777" w:rsidR="000D5D98" w:rsidRPr="00264FC6" w:rsidRDefault="000D5D98" w:rsidP="003A518A">
      <w:pPr>
        <w:pStyle w:val="Nzev"/>
        <w:jc w:val="left"/>
      </w:pPr>
    </w:p>
    <w:p w14:paraId="7644445C" w14:textId="77777777" w:rsidR="000D5D98" w:rsidRPr="00264FC6" w:rsidRDefault="000D5D98" w:rsidP="003A518A">
      <w:pPr>
        <w:pStyle w:val="Nzev"/>
        <w:jc w:val="left"/>
      </w:pPr>
    </w:p>
    <w:p w14:paraId="33FF87AA" w14:textId="77777777" w:rsidR="000D5D98" w:rsidRPr="00264FC6" w:rsidRDefault="000D5D98" w:rsidP="003A518A">
      <w:pPr>
        <w:pStyle w:val="Nzev"/>
        <w:jc w:val="left"/>
      </w:pPr>
    </w:p>
    <w:p w14:paraId="6D04638A" w14:textId="77777777" w:rsidR="000D5D98" w:rsidRPr="00264FC6" w:rsidRDefault="000D5D98" w:rsidP="003A518A">
      <w:pPr>
        <w:pStyle w:val="Nzev"/>
        <w:jc w:val="left"/>
      </w:pPr>
    </w:p>
    <w:p w14:paraId="5C6B9CB8" w14:textId="77777777" w:rsidR="000D5D98" w:rsidRPr="00264FC6" w:rsidRDefault="000D5D98" w:rsidP="008D7312">
      <w:pPr>
        <w:pStyle w:val="Nzev"/>
      </w:pPr>
    </w:p>
    <w:p w14:paraId="276814CA" w14:textId="77777777" w:rsidR="000D5D98" w:rsidRPr="00264FC6" w:rsidRDefault="000D5D98" w:rsidP="003A518A">
      <w:pPr>
        <w:pStyle w:val="Nzev"/>
        <w:jc w:val="left"/>
      </w:pPr>
    </w:p>
    <w:p w14:paraId="5EF249F8" w14:textId="77777777" w:rsidR="000D5D98" w:rsidRPr="00264FC6" w:rsidRDefault="000D5D98" w:rsidP="003A518A">
      <w:pPr>
        <w:pStyle w:val="Nzev"/>
        <w:jc w:val="left"/>
      </w:pPr>
    </w:p>
    <w:p w14:paraId="100C9EF7" w14:textId="77777777" w:rsidR="000D5D98" w:rsidRPr="00264FC6" w:rsidRDefault="000D5D98" w:rsidP="003A518A">
      <w:pPr>
        <w:pStyle w:val="Nzev"/>
        <w:jc w:val="left"/>
      </w:pPr>
    </w:p>
    <w:p w14:paraId="4F3B2479" w14:textId="77777777" w:rsidR="000D5D98" w:rsidRPr="00264FC6" w:rsidRDefault="000D5D98" w:rsidP="003A518A">
      <w:pPr>
        <w:pStyle w:val="Nzev"/>
        <w:jc w:val="left"/>
      </w:pPr>
    </w:p>
    <w:p w14:paraId="2AF31F62" w14:textId="77777777" w:rsidR="000D5D98" w:rsidRPr="00264FC6" w:rsidRDefault="000D5D98" w:rsidP="003A518A">
      <w:pPr>
        <w:pStyle w:val="Nzev"/>
        <w:jc w:val="left"/>
      </w:pPr>
    </w:p>
    <w:p w14:paraId="4C07BBE2" w14:textId="77777777" w:rsidR="000D5D98" w:rsidRPr="00264FC6" w:rsidRDefault="000D5D98" w:rsidP="003A518A">
      <w:pPr>
        <w:pStyle w:val="Nzev"/>
        <w:jc w:val="left"/>
      </w:pPr>
    </w:p>
    <w:p w14:paraId="5FBF994D" w14:textId="77777777" w:rsidR="000D5D98" w:rsidRPr="00264FC6" w:rsidRDefault="000D5D98" w:rsidP="003A518A">
      <w:pPr>
        <w:pStyle w:val="Nzev"/>
        <w:jc w:val="left"/>
      </w:pPr>
    </w:p>
    <w:p w14:paraId="546914C2" w14:textId="77777777" w:rsidR="002E2375" w:rsidRDefault="002E2375" w:rsidP="003A518A">
      <w:pPr>
        <w:pStyle w:val="Nzev"/>
        <w:jc w:val="left"/>
      </w:pPr>
    </w:p>
    <w:p w14:paraId="6B1A0B5C" w14:textId="77777777" w:rsidR="00B13C1F" w:rsidRDefault="00B13C1F" w:rsidP="003A518A">
      <w:pPr>
        <w:pStyle w:val="Nzev"/>
        <w:jc w:val="left"/>
      </w:pPr>
    </w:p>
    <w:p w14:paraId="15643453" w14:textId="77777777" w:rsidR="00CC1FD4" w:rsidRDefault="00CC1FD4" w:rsidP="00CC1FD4">
      <w:pPr>
        <w:pStyle w:val="Zkladntext"/>
        <w:tabs>
          <w:tab w:val="left" w:pos="284"/>
        </w:tabs>
        <w:spacing w:after="60"/>
        <w:jc w:val="both"/>
        <w:rPr>
          <w:rFonts w:ascii="Arial" w:hAnsi="Arial" w:cs="Arial"/>
          <w:sz w:val="22"/>
          <w:szCs w:val="22"/>
          <w:u w:val="single"/>
        </w:rPr>
      </w:pPr>
    </w:p>
    <w:p w14:paraId="507E0FA5" w14:textId="7513AAF1" w:rsidR="00CC1FD4" w:rsidRPr="008D7312" w:rsidRDefault="00826C62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bCs/>
          <w:u w:val="single"/>
        </w:rPr>
      </w:pPr>
      <w:r w:rsidRPr="00264FC6">
        <w:rPr>
          <w:rFonts w:ascii="Arial" w:hAnsi="Arial" w:cs="Arial"/>
          <w:sz w:val="22"/>
          <w:szCs w:val="22"/>
          <w:u w:val="single"/>
        </w:rPr>
        <w:t>Technické požadavky</w:t>
      </w:r>
      <w:r w:rsidR="00747625" w:rsidRPr="00264FC6">
        <w:rPr>
          <w:rFonts w:ascii="Arial" w:hAnsi="Arial" w:cs="Arial"/>
          <w:sz w:val="22"/>
          <w:szCs w:val="22"/>
          <w:u w:val="single"/>
        </w:rPr>
        <w:t xml:space="preserve"> </w:t>
      </w:r>
      <w:r w:rsidR="009A51FF" w:rsidRPr="00E52A05">
        <w:rPr>
          <w:rFonts w:ascii="Arial" w:hAnsi="Arial" w:cs="Arial"/>
          <w:sz w:val="22"/>
          <w:szCs w:val="22"/>
          <w:u w:val="single"/>
        </w:rPr>
        <w:t xml:space="preserve">na </w:t>
      </w:r>
      <w:r w:rsidR="009A51FF" w:rsidRPr="008D7312">
        <w:rPr>
          <w:rFonts w:ascii="Arial" w:hAnsi="Arial" w:cs="Arial"/>
          <w:b w:val="0"/>
          <w:sz w:val="22"/>
          <w:szCs w:val="22"/>
          <w:u w:val="single"/>
        </w:rPr>
        <w:t>„</w:t>
      </w:r>
      <w:r w:rsidR="00E52A05" w:rsidRPr="008D7312">
        <w:rPr>
          <w:rFonts w:ascii="Arial" w:hAnsi="Arial" w:cs="Arial"/>
          <w:bCs/>
          <w:sz w:val="22"/>
          <w:szCs w:val="22"/>
          <w:u w:val="single"/>
        </w:rPr>
        <w:t xml:space="preserve">Dodávka traktorového nosiče včetně </w:t>
      </w:r>
      <w:r w:rsidR="000847F1">
        <w:rPr>
          <w:rFonts w:ascii="Arial" w:hAnsi="Arial" w:cs="Arial"/>
          <w:bCs/>
          <w:sz w:val="22"/>
          <w:szCs w:val="22"/>
          <w:u w:val="single"/>
        </w:rPr>
        <w:t xml:space="preserve">kombinované </w:t>
      </w:r>
      <w:r w:rsidR="00E52A05" w:rsidRPr="008D7312">
        <w:rPr>
          <w:rFonts w:ascii="Arial" w:hAnsi="Arial" w:cs="Arial"/>
          <w:bCs/>
          <w:sz w:val="22"/>
          <w:szCs w:val="22"/>
          <w:u w:val="single"/>
        </w:rPr>
        <w:t>sekačky</w:t>
      </w:r>
      <w:r w:rsidR="00927D23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927D23" w:rsidRPr="00927D23">
        <w:rPr>
          <w:rFonts w:ascii="Arial" w:hAnsi="Arial" w:cs="Arial"/>
          <w:bCs/>
          <w:sz w:val="22"/>
          <w:szCs w:val="22"/>
          <w:u w:val="single"/>
        </w:rPr>
        <w:t>pro cestmistrovství Polička</w:t>
      </w:r>
      <w:r w:rsidR="0090058A">
        <w:rPr>
          <w:rFonts w:ascii="Arial" w:hAnsi="Arial" w:cs="Arial"/>
          <w:bCs/>
          <w:sz w:val="22"/>
          <w:szCs w:val="22"/>
          <w:u w:val="single"/>
        </w:rPr>
        <w:t>, bod A.</w:t>
      </w:r>
      <w:r w:rsidR="00E52A05" w:rsidRPr="0084674A">
        <w:rPr>
          <w:sz w:val="16"/>
        </w:rPr>
        <w:t xml:space="preserve">                                                 </w:t>
      </w:r>
    </w:p>
    <w:p w14:paraId="08B56A2E" w14:textId="77777777" w:rsidR="00DF6BC1" w:rsidRDefault="00DF6BC1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sz w:val="22"/>
          <w:szCs w:val="22"/>
          <w:u w:val="single"/>
        </w:rPr>
      </w:pPr>
    </w:p>
    <w:p w14:paraId="26F23A25" w14:textId="466A5377" w:rsidR="00E64363" w:rsidRPr="008D7312" w:rsidRDefault="00E64363" w:rsidP="00CC1FD4">
      <w:pPr>
        <w:pStyle w:val="Zkladntext"/>
        <w:tabs>
          <w:tab w:val="left" w:pos="0"/>
        </w:tabs>
        <w:spacing w:after="60"/>
        <w:jc w:val="both"/>
        <w:rPr>
          <w:u w:val="single"/>
        </w:rPr>
      </w:pPr>
      <w:r w:rsidRPr="008D7312">
        <w:rPr>
          <w:u w:val="single"/>
        </w:rPr>
        <w:t>Vysvětlivky:</w:t>
      </w:r>
    </w:p>
    <w:p w14:paraId="2C284AA5" w14:textId="395C5EAE" w:rsidR="00E64363" w:rsidRPr="008D7312" w:rsidRDefault="00E64363" w:rsidP="00CA674F">
      <w:pPr>
        <w:pStyle w:val="Zkladntext"/>
        <w:tabs>
          <w:tab w:val="left" w:pos="0"/>
        </w:tabs>
        <w:spacing w:after="60"/>
        <w:jc w:val="both"/>
        <w:rPr>
          <w:b w:val="0"/>
          <w:bCs/>
        </w:rPr>
      </w:pPr>
      <w:r w:rsidRPr="008D7312">
        <w:rPr>
          <w:b w:val="0"/>
          <w:bCs/>
        </w:rPr>
        <w:t>Minimálně – min</w:t>
      </w:r>
    </w:p>
    <w:p w14:paraId="5F9D9EDE" w14:textId="0E91CF33" w:rsidR="000A02BC" w:rsidRDefault="00E64363" w:rsidP="00CC1FD4">
      <w:pPr>
        <w:pStyle w:val="Zkladntext"/>
        <w:tabs>
          <w:tab w:val="left" w:pos="0"/>
        </w:tabs>
        <w:spacing w:after="60"/>
        <w:jc w:val="both"/>
        <w:rPr>
          <w:b w:val="0"/>
          <w:bCs/>
        </w:rPr>
      </w:pPr>
      <w:r w:rsidRPr="008D7312">
        <w:rPr>
          <w:b w:val="0"/>
          <w:bCs/>
        </w:rPr>
        <w:t>Maximálně  - max.</w:t>
      </w:r>
    </w:p>
    <w:p w14:paraId="3DF55321" w14:textId="77777777" w:rsidR="00E97AAC" w:rsidRPr="008D7312" w:rsidRDefault="00E97AAC" w:rsidP="00CC1FD4">
      <w:pPr>
        <w:pStyle w:val="Zkladntext"/>
        <w:tabs>
          <w:tab w:val="left" w:pos="0"/>
        </w:tabs>
        <w:spacing w:after="60"/>
        <w:jc w:val="both"/>
        <w:rPr>
          <w:b w:val="0"/>
          <w:bCs/>
        </w:rPr>
      </w:pPr>
    </w:p>
    <w:p w14:paraId="46F7B5F6" w14:textId="77777777" w:rsidR="0033521F" w:rsidRPr="008D7312" w:rsidRDefault="0033521F" w:rsidP="00CC1FD4">
      <w:pPr>
        <w:pStyle w:val="Zkladntext"/>
        <w:tabs>
          <w:tab w:val="left" w:pos="0"/>
        </w:tabs>
        <w:spacing w:after="60"/>
        <w:jc w:val="both"/>
      </w:pPr>
    </w:p>
    <w:tbl>
      <w:tblPr>
        <w:tblW w:w="10065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5"/>
        <w:gridCol w:w="5884"/>
        <w:gridCol w:w="1701"/>
        <w:gridCol w:w="1275"/>
      </w:tblGrid>
      <w:tr w:rsidR="000A02BC" w:rsidRPr="004C0B28" w14:paraId="1023121E" w14:textId="77777777" w:rsidTr="008D7312">
        <w:trPr>
          <w:trHeight w:val="624"/>
        </w:trPr>
        <w:tc>
          <w:tcPr>
            <w:tcW w:w="1205" w:type="dxa"/>
            <w:tcBorders>
              <w:top w:val="single" w:sz="4" w:space="0" w:color="auto"/>
            </w:tcBorders>
            <w:noWrap/>
            <w:vAlign w:val="center"/>
          </w:tcPr>
          <w:p w14:paraId="26C65B70" w14:textId="77777777" w:rsidR="000A02BC" w:rsidRPr="000A02BC" w:rsidRDefault="000A02BC" w:rsidP="000A02BC">
            <w:pPr>
              <w:ind w:left="-1768"/>
              <w:jc w:val="center"/>
              <w:rPr>
                <w:b/>
                <w:bCs/>
                <w:sz w:val="22"/>
                <w:szCs w:val="22"/>
              </w:rPr>
            </w:pPr>
            <w:bookmarkStart w:id="0" w:name="_Hlk182906627"/>
          </w:p>
        </w:tc>
        <w:tc>
          <w:tcPr>
            <w:tcW w:w="5884" w:type="dxa"/>
            <w:tcBorders>
              <w:top w:val="single" w:sz="4" w:space="0" w:color="auto"/>
            </w:tcBorders>
            <w:vAlign w:val="center"/>
          </w:tcPr>
          <w:p w14:paraId="22AEAE28" w14:textId="3476B47A" w:rsidR="000A02BC" w:rsidRPr="008D7312" w:rsidRDefault="000A02BC" w:rsidP="008D7312">
            <w:pPr>
              <w:pStyle w:val="Zkladntext"/>
              <w:tabs>
                <w:tab w:val="left" w:pos="0"/>
              </w:tabs>
              <w:spacing w:after="60"/>
              <w:jc w:val="center"/>
              <w:rPr>
                <w:b w:val="0"/>
                <w:bCs/>
              </w:rPr>
            </w:pPr>
            <w:r w:rsidRPr="0030755B">
              <w:rPr>
                <w:bCs/>
              </w:rPr>
              <w:t>Traktorový nosič, typ a označení: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</w:tcBorders>
            <w:noWrap/>
            <w:vAlign w:val="center"/>
          </w:tcPr>
          <w:p w14:paraId="3E66FDCA" w14:textId="2C9198A9" w:rsidR="000A02BC" w:rsidRPr="008D7312" w:rsidRDefault="000A02BC" w:rsidP="008D7312">
            <w:pPr>
              <w:pStyle w:val="Zkladntext"/>
              <w:tabs>
                <w:tab w:val="left" w:pos="0"/>
              </w:tabs>
              <w:spacing w:after="60"/>
              <w:jc w:val="center"/>
              <w:rPr>
                <w:b w:val="0"/>
                <w:bCs/>
              </w:rPr>
            </w:pPr>
            <w:r w:rsidRPr="0030755B">
              <w:rPr>
                <w:bCs/>
                <w:color w:val="FF0000"/>
              </w:rPr>
              <w:t>Doplní prodávající</w:t>
            </w:r>
          </w:p>
        </w:tc>
      </w:tr>
      <w:tr w:rsidR="000A02BC" w:rsidRPr="004C0B28" w14:paraId="59AC9272" w14:textId="77777777" w:rsidTr="008D7312">
        <w:trPr>
          <w:trHeight w:val="285"/>
        </w:trPr>
        <w:tc>
          <w:tcPr>
            <w:tcW w:w="1205" w:type="dxa"/>
            <w:tcBorders>
              <w:top w:val="single" w:sz="4" w:space="0" w:color="auto"/>
            </w:tcBorders>
            <w:noWrap/>
            <w:vAlign w:val="center"/>
          </w:tcPr>
          <w:p w14:paraId="0CF2C8A1" w14:textId="4D02BD70" w:rsidR="00CC1FD4" w:rsidRPr="008D7312" w:rsidRDefault="00CC1FD4" w:rsidP="008D7312">
            <w:pPr>
              <w:ind w:left="-1768"/>
              <w:jc w:val="center"/>
              <w:rPr>
                <w:b/>
                <w:bCs/>
                <w:sz w:val="22"/>
                <w:szCs w:val="22"/>
              </w:rPr>
            </w:pPr>
            <w:r w:rsidRPr="008D7312">
              <w:rPr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5884" w:type="dxa"/>
            <w:tcBorders>
              <w:top w:val="single" w:sz="4" w:space="0" w:color="auto"/>
            </w:tcBorders>
            <w:vAlign w:val="center"/>
          </w:tcPr>
          <w:p w14:paraId="5907772B" w14:textId="01B00EE6" w:rsidR="00CC1FD4" w:rsidRPr="008D7312" w:rsidRDefault="00A47D72" w:rsidP="008D7312">
            <w:pPr>
              <w:jc w:val="center"/>
              <w:rPr>
                <w:b/>
                <w:bCs/>
                <w:sz w:val="22"/>
                <w:szCs w:val="22"/>
              </w:rPr>
            </w:pPr>
            <w:r w:rsidRPr="008D7312">
              <w:rPr>
                <w:b/>
                <w:bCs/>
                <w:sz w:val="22"/>
                <w:szCs w:val="22"/>
              </w:rPr>
              <w:t>Název parametru, požadavku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vAlign w:val="center"/>
          </w:tcPr>
          <w:p w14:paraId="0E738CAF" w14:textId="183516F6" w:rsidR="00CC1FD4" w:rsidRPr="008D7312" w:rsidRDefault="00A47D72" w:rsidP="00816553">
            <w:pPr>
              <w:jc w:val="center"/>
              <w:rPr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Možnosti / způsob  vyplnění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noWrap/>
            <w:vAlign w:val="center"/>
          </w:tcPr>
          <w:p w14:paraId="50728D77" w14:textId="17FFDAE3" w:rsidR="00A47D72" w:rsidRPr="008D7312" w:rsidRDefault="00C27707" w:rsidP="00816553">
            <w:pPr>
              <w:jc w:val="center"/>
              <w:rPr>
                <w:color w:val="FF0000"/>
                <w:sz w:val="22"/>
                <w:szCs w:val="22"/>
              </w:rPr>
            </w:pPr>
            <w:r w:rsidRPr="008D7312">
              <w:rPr>
                <w:color w:val="FF0000"/>
                <w:sz w:val="22"/>
                <w:szCs w:val="22"/>
              </w:rPr>
              <w:t>Prodávající</w:t>
            </w:r>
            <w:r w:rsidR="0007490B" w:rsidRPr="008D7312">
              <w:rPr>
                <w:color w:val="FF0000"/>
                <w:sz w:val="22"/>
                <w:szCs w:val="22"/>
              </w:rPr>
              <w:t xml:space="preserve"> </w:t>
            </w:r>
            <w:r w:rsidR="00A47D72" w:rsidRPr="008D7312">
              <w:rPr>
                <w:color w:val="FF0000"/>
                <w:sz w:val="22"/>
                <w:szCs w:val="22"/>
              </w:rPr>
              <w:t>vyplní</w:t>
            </w:r>
          </w:p>
          <w:p w14:paraId="55A9E213" w14:textId="6856FF42" w:rsidR="00A47D72" w:rsidRPr="008D7312" w:rsidRDefault="00A47D72" w:rsidP="00816553">
            <w:pPr>
              <w:jc w:val="center"/>
              <w:rPr>
                <w:color w:val="FF0000"/>
                <w:sz w:val="22"/>
                <w:szCs w:val="22"/>
              </w:rPr>
            </w:pPr>
            <w:r w:rsidRPr="008D7312">
              <w:rPr>
                <w:color w:val="FF0000"/>
                <w:sz w:val="22"/>
                <w:szCs w:val="22"/>
              </w:rPr>
              <w:t>hodnotu platnou</w:t>
            </w:r>
          </w:p>
          <w:p w14:paraId="01E8C3CF" w14:textId="7152D68E" w:rsidR="00CC1FD4" w:rsidRPr="008D7312" w:rsidRDefault="00A47D72" w:rsidP="00816553">
            <w:pPr>
              <w:jc w:val="center"/>
              <w:rPr>
                <w:sz w:val="22"/>
                <w:szCs w:val="22"/>
              </w:rPr>
            </w:pPr>
            <w:r w:rsidRPr="008D7312">
              <w:rPr>
                <w:color w:val="FF0000"/>
                <w:sz w:val="22"/>
                <w:szCs w:val="22"/>
              </w:rPr>
              <w:t>pro nabízený stroj</w:t>
            </w:r>
          </w:p>
        </w:tc>
      </w:tr>
      <w:tr w:rsidR="000A02BC" w:rsidRPr="004C0B28" w14:paraId="5CC7E46B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059BDF5A" w14:textId="0AC67D85" w:rsidR="00A96077" w:rsidRPr="008D7312" w:rsidRDefault="00A96077" w:rsidP="008D7312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47D4424E" w14:textId="06619FBF" w:rsidR="00A96077" w:rsidRPr="008D7312" w:rsidRDefault="00A96077" w:rsidP="008D7312">
            <w:pPr>
              <w:rPr>
                <w:sz w:val="22"/>
                <w:szCs w:val="22"/>
              </w:rPr>
            </w:pPr>
            <w:r w:rsidRPr="008D7312">
              <w:rPr>
                <w:iCs/>
                <w:sz w:val="22"/>
                <w:szCs w:val="22"/>
              </w:rPr>
              <w:t>Traktorový nosič nový, využití k připojení přídavných nářadí pro letní a zimní údržbu vozovek</w:t>
            </w:r>
            <w:r w:rsidRPr="008D7312" w:rsidDel="00CF1AE3"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noWrap/>
            <w:vAlign w:val="center"/>
          </w:tcPr>
          <w:p w14:paraId="35009689" w14:textId="0AECC6C0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  <w:r w:rsidRPr="008D7312" w:rsidDel="00A9607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noWrap/>
            <w:vAlign w:val="center"/>
          </w:tcPr>
          <w:p w14:paraId="729BC455" w14:textId="6C8B7C76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7288147C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464C5E25" w14:textId="77777777" w:rsidR="00A96077" w:rsidRPr="008D7312" w:rsidDel="009A51FF" w:rsidRDefault="00A96077" w:rsidP="008D7312">
            <w:pPr>
              <w:pStyle w:val="Odstavecseseznamem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7AC493AB" w14:textId="5F712024" w:rsidR="00A96077" w:rsidRPr="008D7312" w:rsidRDefault="00A96077" w:rsidP="00A96077">
            <w:pPr>
              <w:rPr>
                <w:b/>
                <w:bCs/>
                <w:iCs/>
                <w:sz w:val="22"/>
                <w:szCs w:val="22"/>
              </w:rPr>
            </w:pPr>
            <w:r w:rsidRPr="008D7312">
              <w:rPr>
                <w:b/>
                <w:bCs/>
                <w:iCs/>
                <w:sz w:val="22"/>
                <w:szCs w:val="22"/>
              </w:rPr>
              <w:t>Motor</w:t>
            </w:r>
          </w:p>
        </w:tc>
        <w:tc>
          <w:tcPr>
            <w:tcW w:w="1701" w:type="dxa"/>
            <w:noWrap/>
            <w:vAlign w:val="center"/>
          </w:tcPr>
          <w:p w14:paraId="62620C58" w14:textId="77777777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noWrap/>
            <w:vAlign w:val="center"/>
          </w:tcPr>
          <w:p w14:paraId="6680644F" w14:textId="77777777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3EB9AC5E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30DA27C7" w14:textId="77777777" w:rsidR="00A96077" w:rsidRPr="008D7312" w:rsidDel="009A51FF" w:rsidRDefault="00A96077" w:rsidP="00A96077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3C34D08A" w14:textId="780A8607" w:rsidR="00A96077" w:rsidRPr="008D7312" w:rsidRDefault="009D2322" w:rsidP="00A96077">
            <w:pPr>
              <w:rPr>
                <w:color w:val="000000"/>
                <w:sz w:val="22"/>
                <w:szCs w:val="22"/>
              </w:rPr>
            </w:pPr>
            <w:r w:rsidRPr="008D7312">
              <w:rPr>
                <w:iCs/>
                <w:sz w:val="22"/>
                <w:szCs w:val="22"/>
              </w:rPr>
              <w:t>Motor vznětový</w:t>
            </w:r>
            <w:r w:rsidRPr="008D7312">
              <w:rPr>
                <w:color w:val="000000"/>
                <w:sz w:val="22"/>
                <w:szCs w:val="22"/>
              </w:rPr>
              <w:t xml:space="preserve"> </w:t>
            </w:r>
            <w:r w:rsidR="00A96077" w:rsidRPr="008D7312">
              <w:rPr>
                <w:color w:val="000000"/>
                <w:sz w:val="22"/>
                <w:szCs w:val="22"/>
              </w:rPr>
              <w:t>Jmenovitý</w:t>
            </w:r>
            <w:r w:rsidR="00E52A05" w:rsidRPr="008D7312">
              <w:rPr>
                <w:color w:val="000000"/>
                <w:sz w:val="22"/>
                <w:szCs w:val="22"/>
              </w:rPr>
              <w:t>,</w:t>
            </w:r>
            <w:r w:rsidR="00A96077" w:rsidRPr="008D7312">
              <w:rPr>
                <w:color w:val="000000"/>
                <w:sz w:val="22"/>
                <w:szCs w:val="22"/>
              </w:rPr>
              <w:t xml:space="preserve"> min. výkon 100 KW</w:t>
            </w:r>
          </w:p>
        </w:tc>
        <w:tc>
          <w:tcPr>
            <w:tcW w:w="1701" w:type="dxa"/>
            <w:noWrap/>
            <w:vAlign w:val="center"/>
          </w:tcPr>
          <w:p w14:paraId="19280824" w14:textId="5198B5D9" w:rsidR="00E52A05" w:rsidRPr="008D7312" w:rsidRDefault="00E52A05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no / ne</w:t>
            </w:r>
          </w:p>
          <w:p w14:paraId="51311067" w14:textId="7D0A8F4A" w:rsidR="00A96077" w:rsidRPr="008D7312" w:rsidDel="00057286" w:rsidRDefault="00A96077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hodnota</w:t>
            </w:r>
          </w:p>
        </w:tc>
        <w:tc>
          <w:tcPr>
            <w:tcW w:w="1275" w:type="dxa"/>
            <w:noWrap/>
            <w:vAlign w:val="center"/>
          </w:tcPr>
          <w:p w14:paraId="624F2A30" w14:textId="77777777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41BA3F82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384DF490" w14:textId="77777777" w:rsidR="00A96077" w:rsidRPr="008D7312" w:rsidRDefault="00A96077" w:rsidP="008D7312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21AC0E7B" w14:textId="0FB2647E" w:rsidR="00A96077" w:rsidRPr="008D7312" w:rsidRDefault="00A96077" w:rsidP="00A96077">
            <w:pPr>
              <w:rPr>
                <w:iCs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Stupeň emisní normy Stage</w:t>
            </w:r>
            <w:r w:rsidR="007B0CA1" w:rsidRPr="008D7312">
              <w:rPr>
                <w:color w:val="000000"/>
                <w:sz w:val="22"/>
                <w:szCs w:val="22"/>
              </w:rPr>
              <w:t xml:space="preserve"> V</w:t>
            </w:r>
          </w:p>
        </w:tc>
        <w:tc>
          <w:tcPr>
            <w:tcW w:w="1701" w:type="dxa"/>
            <w:noWrap/>
            <w:vAlign w:val="center"/>
          </w:tcPr>
          <w:p w14:paraId="60B45A2D" w14:textId="128CDA3D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hodnota</w:t>
            </w:r>
          </w:p>
        </w:tc>
        <w:tc>
          <w:tcPr>
            <w:tcW w:w="1275" w:type="dxa"/>
            <w:noWrap/>
            <w:vAlign w:val="center"/>
          </w:tcPr>
          <w:p w14:paraId="01F453DB" w14:textId="77777777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2035C632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0BD84FA8" w14:textId="77777777" w:rsidR="00A96077" w:rsidRPr="008D7312" w:rsidRDefault="00A96077" w:rsidP="00A96077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0474A319" w14:textId="0450CF0B" w:rsidR="00A96077" w:rsidRPr="008D7312" w:rsidRDefault="00A96077" w:rsidP="00A96077">
            <w:pPr>
              <w:rPr>
                <w:color w:val="000000"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Bez nucené recirkulace spalin motoru (EGR)</w:t>
            </w:r>
          </w:p>
        </w:tc>
        <w:tc>
          <w:tcPr>
            <w:tcW w:w="1701" w:type="dxa"/>
            <w:noWrap/>
            <w:vAlign w:val="center"/>
          </w:tcPr>
          <w:p w14:paraId="09A19901" w14:textId="7EE35564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17776134" w14:textId="77777777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568984A5" w14:textId="77777777" w:rsidTr="008D7312">
        <w:trPr>
          <w:trHeight w:val="265"/>
        </w:trPr>
        <w:tc>
          <w:tcPr>
            <w:tcW w:w="1205" w:type="dxa"/>
            <w:noWrap/>
            <w:vAlign w:val="center"/>
          </w:tcPr>
          <w:p w14:paraId="7BBA5239" w14:textId="38915911" w:rsidR="00A96077" w:rsidRPr="008D7312" w:rsidRDefault="00A96077" w:rsidP="008D7312">
            <w:pPr>
              <w:pStyle w:val="Odstavecseseznamem"/>
              <w:numPr>
                <w:ilvl w:val="0"/>
                <w:numId w:val="55"/>
              </w:num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4" w:type="dxa"/>
            <w:vAlign w:val="bottom"/>
            <w:hideMark/>
          </w:tcPr>
          <w:p w14:paraId="35F1495F" w14:textId="5925E0B2" w:rsidR="00A96077" w:rsidRPr="008D7312" w:rsidRDefault="00A96077" w:rsidP="008D7312">
            <w:pPr>
              <w:tabs>
                <w:tab w:val="left" w:pos="567"/>
              </w:tabs>
              <w:jc w:val="both"/>
              <w:rPr>
                <w:b/>
                <w:bCs/>
                <w:iCs/>
                <w:sz w:val="22"/>
                <w:szCs w:val="22"/>
              </w:rPr>
            </w:pPr>
            <w:bookmarkStart w:id="1" w:name="_Hlk197079100"/>
            <w:r w:rsidRPr="008D7312">
              <w:rPr>
                <w:color w:val="000000"/>
                <w:sz w:val="22"/>
                <w:szCs w:val="22"/>
              </w:rPr>
              <w:t>Počet válců motoru min. 4</w:t>
            </w:r>
            <w:bookmarkEnd w:id="1"/>
          </w:p>
        </w:tc>
        <w:tc>
          <w:tcPr>
            <w:tcW w:w="1701" w:type="dxa"/>
            <w:noWrap/>
            <w:vAlign w:val="center"/>
            <w:hideMark/>
          </w:tcPr>
          <w:p w14:paraId="04989FDA" w14:textId="337423C5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hodnota</w:t>
            </w:r>
            <w:r w:rsidRPr="008D7312" w:rsidDel="00E6436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noWrap/>
            <w:vAlign w:val="center"/>
            <w:hideMark/>
          </w:tcPr>
          <w:p w14:paraId="6E39159B" w14:textId="3E32B3E0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07B3108C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2F97609A" w14:textId="098D18BB" w:rsidR="00A96077" w:rsidRPr="008D7312" w:rsidRDefault="00A96077" w:rsidP="008D7312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  <w:hideMark/>
          </w:tcPr>
          <w:p w14:paraId="5D61B32F" w14:textId="7BDFE055" w:rsidR="00A96077" w:rsidRPr="008D7312" w:rsidRDefault="00A96077" w:rsidP="00A96077">
            <w:pPr>
              <w:rPr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Objem motoru min. min. 4 400 cm</w:t>
            </w:r>
            <w:r w:rsidRPr="008D7312">
              <w:rPr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701" w:type="dxa"/>
            <w:noWrap/>
            <w:vAlign w:val="center"/>
            <w:hideMark/>
          </w:tcPr>
          <w:p w14:paraId="0823F79B" w14:textId="56AE0FF8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hodnota</w:t>
            </w:r>
            <w:r w:rsidRPr="008D7312" w:rsidDel="00932E8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noWrap/>
            <w:vAlign w:val="center"/>
            <w:hideMark/>
          </w:tcPr>
          <w:p w14:paraId="66DEAD81" w14:textId="3A2B7FB4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1D608DA0" w14:textId="77777777" w:rsidTr="008D7312">
        <w:trPr>
          <w:trHeight w:val="219"/>
        </w:trPr>
        <w:tc>
          <w:tcPr>
            <w:tcW w:w="1205" w:type="dxa"/>
            <w:noWrap/>
            <w:vAlign w:val="center"/>
          </w:tcPr>
          <w:p w14:paraId="5D75F864" w14:textId="3158A65A" w:rsidR="00A96077" w:rsidRPr="008D7312" w:rsidRDefault="00A96077" w:rsidP="008D7312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noWrap/>
            <w:vAlign w:val="bottom"/>
          </w:tcPr>
          <w:p w14:paraId="11C70C11" w14:textId="2E9A70F6" w:rsidR="00A96077" w:rsidRPr="008D7312" w:rsidRDefault="00A96077" w:rsidP="00A96077">
            <w:pPr>
              <w:rPr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Točivý moment min. 6</w:t>
            </w:r>
            <w:r w:rsidR="0001464F">
              <w:rPr>
                <w:color w:val="000000"/>
                <w:sz w:val="22"/>
                <w:szCs w:val="22"/>
              </w:rPr>
              <w:t>0</w:t>
            </w:r>
            <w:r w:rsidRPr="008D7312">
              <w:rPr>
                <w:color w:val="000000"/>
                <w:sz w:val="22"/>
                <w:szCs w:val="22"/>
              </w:rPr>
              <w:t>0 Nm (bez navýšení)</w:t>
            </w:r>
          </w:p>
        </w:tc>
        <w:tc>
          <w:tcPr>
            <w:tcW w:w="1701" w:type="dxa"/>
            <w:noWrap/>
            <w:vAlign w:val="center"/>
          </w:tcPr>
          <w:p w14:paraId="1C26A5B2" w14:textId="7BAF2951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 xml:space="preserve">hodnota </w:t>
            </w:r>
          </w:p>
        </w:tc>
        <w:tc>
          <w:tcPr>
            <w:tcW w:w="1275" w:type="dxa"/>
            <w:noWrap/>
            <w:vAlign w:val="center"/>
          </w:tcPr>
          <w:p w14:paraId="11AF5603" w14:textId="77777777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2C1D8E6B" w14:textId="77777777" w:rsidTr="008D7312">
        <w:trPr>
          <w:trHeight w:val="219"/>
        </w:trPr>
        <w:tc>
          <w:tcPr>
            <w:tcW w:w="1205" w:type="dxa"/>
            <w:noWrap/>
            <w:vAlign w:val="center"/>
          </w:tcPr>
          <w:p w14:paraId="1248F10A" w14:textId="77777777" w:rsidR="00A96077" w:rsidRPr="008D7312" w:rsidRDefault="00A96077" w:rsidP="008D7312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noWrap/>
            <w:vAlign w:val="bottom"/>
          </w:tcPr>
          <w:p w14:paraId="1353D863" w14:textId="63A047C8" w:rsidR="00A96077" w:rsidRPr="008D7312" w:rsidRDefault="007B0CA1" w:rsidP="008D7312">
            <w:pPr>
              <w:tabs>
                <w:tab w:val="left" w:pos="567"/>
              </w:tabs>
              <w:jc w:val="both"/>
              <w:rPr>
                <w:color w:val="ED0000"/>
                <w:sz w:val="22"/>
                <w:szCs w:val="22"/>
              </w:rPr>
            </w:pPr>
            <w:r w:rsidRPr="008D7312">
              <w:rPr>
                <w:iCs/>
                <w:sz w:val="22"/>
                <w:szCs w:val="22"/>
              </w:rPr>
              <w:t>Předehřev bloku motoru a oleje převodovky v zimním období.</w:t>
            </w:r>
          </w:p>
        </w:tc>
        <w:tc>
          <w:tcPr>
            <w:tcW w:w="1701" w:type="dxa"/>
            <w:noWrap/>
            <w:vAlign w:val="center"/>
          </w:tcPr>
          <w:p w14:paraId="12A119F2" w14:textId="1155F5C9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496D136F" w14:textId="77777777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06BE6A4B" w14:textId="77777777" w:rsidTr="008D7312">
        <w:trPr>
          <w:trHeight w:val="219"/>
        </w:trPr>
        <w:tc>
          <w:tcPr>
            <w:tcW w:w="1205" w:type="dxa"/>
            <w:noWrap/>
            <w:vAlign w:val="center"/>
          </w:tcPr>
          <w:p w14:paraId="19C38779" w14:textId="77777777" w:rsidR="00A96077" w:rsidRPr="008D7312" w:rsidRDefault="00A96077" w:rsidP="00A96077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noWrap/>
            <w:vAlign w:val="bottom"/>
          </w:tcPr>
          <w:p w14:paraId="7D30F8EE" w14:textId="2B74ADF7" w:rsidR="00A96077" w:rsidRPr="008D7312" w:rsidRDefault="00A96077" w:rsidP="008D7312">
            <w:pPr>
              <w:spacing w:before="40"/>
              <w:ind w:left="-440"/>
              <w:jc w:val="both"/>
              <w:rPr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Alte</w:t>
            </w:r>
            <w:r w:rsidR="0087040E">
              <w:rPr>
                <w:color w:val="000000"/>
                <w:sz w:val="22"/>
                <w:szCs w:val="22"/>
              </w:rPr>
              <w:t xml:space="preserve"> </w:t>
            </w:r>
            <w:r w:rsidR="00FB3DCF">
              <w:rPr>
                <w:color w:val="000000"/>
                <w:sz w:val="22"/>
                <w:szCs w:val="22"/>
              </w:rPr>
              <w:t>Alte</w:t>
            </w:r>
            <w:r w:rsidRPr="008D7312">
              <w:rPr>
                <w:color w:val="000000"/>
                <w:sz w:val="22"/>
                <w:szCs w:val="22"/>
              </w:rPr>
              <w:t xml:space="preserve">rnátor min. </w:t>
            </w:r>
            <w:r w:rsidR="004341C2" w:rsidRPr="008D7312">
              <w:rPr>
                <w:color w:val="000000"/>
                <w:sz w:val="22"/>
                <w:szCs w:val="22"/>
              </w:rPr>
              <w:t>140</w:t>
            </w:r>
            <w:r w:rsidRPr="008D7312">
              <w:rPr>
                <w:color w:val="000000"/>
                <w:sz w:val="22"/>
                <w:szCs w:val="22"/>
              </w:rPr>
              <w:t xml:space="preserve"> A</w:t>
            </w:r>
          </w:p>
        </w:tc>
        <w:tc>
          <w:tcPr>
            <w:tcW w:w="1701" w:type="dxa"/>
            <w:noWrap/>
            <w:vAlign w:val="center"/>
          </w:tcPr>
          <w:p w14:paraId="5ACAC9B5" w14:textId="134C03B4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hodnota</w:t>
            </w:r>
          </w:p>
        </w:tc>
        <w:tc>
          <w:tcPr>
            <w:tcW w:w="1275" w:type="dxa"/>
            <w:noWrap/>
            <w:vAlign w:val="center"/>
          </w:tcPr>
          <w:p w14:paraId="30A8F959" w14:textId="77777777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0FF13D9D" w14:textId="77777777" w:rsidTr="008D7312">
        <w:trPr>
          <w:trHeight w:val="219"/>
        </w:trPr>
        <w:tc>
          <w:tcPr>
            <w:tcW w:w="1205" w:type="dxa"/>
            <w:noWrap/>
            <w:vAlign w:val="center"/>
          </w:tcPr>
          <w:p w14:paraId="1C3361B6" w14:textId="77777777" w:rsidR="00A96077" w:rsidRPr="008D7312" w:rsidRDefault="00A96077" w:rsidP="008D7312">
            <w:pPr>
              <w:pStyle w:val="Odstavecseseznamem"/>
              <w:rPr>
                <w:sz w:val="22"/>
                <w:szCs w:val="22"/>
              </w:rPr>
            </w:pPr>
          </w:p>
        </w:tc>
        <w:tc>
          <w:tcPr>
            <w:tcW w:w="5884" w:type="dxa"/>
            <w:noWrap/>
            <w:vAlign w:val="bottom"/>
          </w:tcPr>
          <w:p w14:paraId="7A384354" w14:textId="4B39B4AA" w:rsidR="00A96077" w:rsidRPr="008D7312" w:rsidRDefault="00A96077" w:rsidP="00A96077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8D7312">
              <w:rPr>
                <w:b/>
                <w:bCs/>
                <w:color w:val="000000"/>
                <w:sz w:val="22"/>
                <w:szCs w:val="22"/>
              </w:rPr>
              <w:t>Převodovka</w:t>
            </w:r>
          </w:p>
        </w:tc>
        <w:tc>
          <w:tcPr>
            <w:tcW w:w="1701" w:type="dxa"/>
            <w:noWrap/>
            <w:vAlign w:val="center"/>
          </w:tcPr>
          <w:p w14:paraId="5B7BE0E7" w14:textId="77777777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noWrap/>
            <w:vAlign w:val="center"/>
          </w:tcPr>
          <w:p w14:paraId="3A6FF3A2" w14:textId="77777777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23D73974" w14:textId="77777777" w:rsidTr="008D7312">
        <w:trPr>
          <w:trHeight w:val="219"/>
        </w:trPr>
        <w:tc>
          <w:tcPr>
            <w:tcW w:w="1205" w:type="dxa"/>
            <w:noWrap/>
            <w:vAlign w:val="center"/>
          </w:tcPr>
          <w:p w14:paraId="37018DC8" w14:textId="77777777" w:rsidR="00A96077" w:rsidRPr="008D7312" w:rsidRDefault="00A96077" w:rsidP="00A96077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noWrap/>
            <w:vAlign w:val="bottom"/>
          </w:tcPr>
          <w:p w14:paraId="51A9135D" w14:textId="381E5601" w:rsidR="00A96077" w:rsidRPr="008D7312" w:rsidRDefault="00A96077" w:rsidP="00A96077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Plynulá převodovka s min. dvěma rozsahy</w:t>
            </w:r>
          </w:p>
        </w:tc>
        <w:tc>
          <w:tcPr>
            <w:tcW w:w="1701" w:type="dxa"/>
            <w:noWrap/>
            <w:vAlign w:val="center"/>
          </w:tcPr>
          <w:p w14:paraId="5E58AB3A" w14:textId="390467BD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0AADC51D" w14:textId="77777777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5A8A8CFA" w14:textId="77777777" w:rsidTr="008D7312">
        <w:trPr>
          <w:trHeight w:val="271"/>
        </w:trPr>
        <w:tc>
          <w:tcPr>
            <w:tcW w:w="1205" w:type="dxa"/>
            <w:noWrap/>
            <w:vAlign w:val="center"/>
          </w:tcPr>
          <w:p w14:paraId="2F17ED9A" w14:textId="6EA776EE" w:rsidR="00A96077" w:rsidRPr="008D7312" w:rsidRDefault="00A96077" w:rsidP="008D7312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center"/>
            <w:hideMark/>
          </w:tcPr>
          <w:p w14:paraId="4403091B" w14:textId="3AC4D037" w:rsidR="00A96077" w:rsidRPr="008D7312" w:rsidRDefault="0087040E" w:rsidP="00A96077">
            <w:pPr>
              <w:rPr>
                <w:sz w:val="22"/>
                <w:szCs w:val="22"/>
              </w:rPr>
            </w:pPr>
            <w:r w:rsidRPr="0087040E">
              <w:rPr>
                <w:color w:val="000000"/>
                <w:sz w:val="22"/>
                <w:szCs w:val="22"/>
              </w:rPr>
              <w:t>R</w:t>
            </w:r>
            <w:r w:rsidR="00A96077" w:rsidRPr="0087040E">
              <w:rPr>
                <w:color w:val="000000"/>
                <w:sz w:val="22"/>
                <w:szCs w:val="22"/>
              </w:rPr>
              <w:t>ychlost 40 km/h</w:t>
            </w:r>
          </w:p>
        </w:tc>
        <w:tc>
          <w:tcPr>
            <w:tcW w:w="1701" w:type="dxa"/>
            <w:noWrap/>
            <w:vAlign w:val="center"/>
            <w:hideMark/>
          </w:tcPr>
          <w:p w14:paraId="43813AAF" w14:textId="71D36499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  <w:hideMark/>
          </w:tcPr>
          <w:p w14:paraId="4FB5184D" w14:textId="733ED32B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2CD0B348" w14:textId="77777777" w:rsidTr="008D7312">
        <w:trPr>
          <w:trHeight w:val="271"/>
        </w:trPr>
        <w:tc>
          <w:tcPr>
            <w:tcW w:w="1205" w:type="dxa"/>
            <w:noWrap/>
            <w:vAlign w:val="center"/>
          </w:tcPr>
          <w:p w14:paraId="72C14AB8" w14:textId="77777777" w:rsidR="005A0615" w:rsidRPr="008D7312" w:rsidDel="004028DB" w:rsidRDefault="005A0615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center"/>
          </w:tcPr>
          <w:p w14:paraId="7C5C592B" w14:textId="5AECF26D" w:rsidR="005A0615" w:rsidRPr="008D7312" w:rsidRDefault="005A0615" w:rsidP="00A96077">
            <w:pPr>
              <w:rPr>
                <w:color w:val="000000"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Min. 5 tempomatů rychlosti s možností plynulého nastavení rychlosti za jízdy</w:t>
            </w:r>
          </w:p>
        </w:tc>
        <w:tc>
          <w:tcPr>
            <w:tcW w:w="1701" w:type="dxa"/>
            <w:noWrap/>
            <w:vAlign w:val="center"/>
          </w:tcPr>
          <w:p w14:paraId="7DD5CF36" w14:textId="23966223" w:rsidR="005A0615" w:rsidRPr="008D7312" w:rsidRDefault="005A0615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hodnota</w:t>
            </w:r>
          </w:p>
        </w:tc>
        <w:tc>
          <w:tcPr>
            <w:tcW w:w="1275" w:type="dxa"/>
            <w:noWrap/>
            <w:vAlign w:val="center"/>
          </w:tcPr>
          <w:p w14:paraId="0E7B4FEB" w14:textId="77777777" w:rsidR="005A0615" w:rsidRPr="008D7312" w:rsidRDefault="005A0615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6DC50734" w14:textId="77777777" w:rsidTr="008D7312">
        <w:trPr>
          <w:trHeight w:val="267"/>
        </w:trPr>
        <w:tc>
          <w:tcPr>
            <w:tcW w:w="1205" w:type="dxa"/>
            <w:noWrap/>
            <w:vAlign w:val="center"/>
          </w:tcPr>
          <w:p w14:paraId="5CC9EEF9" w14:textId="0FFCE882" w:rsidR="00A96077" w:rsidRPr="008D7312" w:rsidRDefault="00A96077" w:rsidP="008D7312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49E1AC36" w14:textId="45C95ACF" w:rsidR="00A96077" w:rsidRPr="008D7312" w:rsidRDefault="00A96077" w:rsidP="00A96077">
            <w:pPr>
              <w:rPr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Možnost změny směru jízdy (reverzace) min. 2 způsoby pro pravou a levou ruku</w:t>
            </w:r>
          </w:p>
        </w:tc>
        <w:tc>
          <w:tcPr>
            <w:tcW w:w="1701" w:type="dxa"/>
            <w:noWrap/>
            <w:vAlign w:val="center"/>
          </w:tcPr>
          <w:p w14:paraId="719860B7" w14:textId="7F8BA17C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7DC34928" w14:textId="77777777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00E50B87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66A6D994" w14:textId="04CF2BF5" w:rsidR="00A96077" w:rsidRPr="008D7312" w:rsidRDefault="00A96077" w:rsidP="008D7312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29F5E7FF" w14:textId="6EA7FE3B" w:rsidR="00A96077" w:rsidRPr="008D7312" w:rsidRDefault="00A96077" w:rsidP="008D7312">
            <w:pPr>
              <w:spacing w:before="40"/>
              <w:jc w:val="both"/>
              <w:rPr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Ovládání převodovky pomocí multifunkční páky s možností ovládání zadních ramen a hydraulických okruhů</w:t>
            </w:r>
          </w:p>
        </w:tc>
        <w:tc>
          <w:tcPr>
            <w:tcW w:w="1701" w:type="dxa"/>
            <w:noWrap/>
            <w:vAlign w:val="center"/>
          </w:tcPr>
          <w:p w14:paraId="59D1E452" w14:textId="7EAADD23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643110F4" w14:textId="77777777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38E2BB78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6FB1C4C8" w14:textId="77777777" w:rsidR="00A96077" w:rsidRPr="008D7312" w:rsidRDefault="00A96077" w:rsidP="008D7312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11D72345" w14:textId="162958E7" w:rsidR="00A96077" w:rsidRPr="008D7312" w:rsidRDefault="00A96077" w:rsidP="00A96077">
            <w:pPr>
              <w:spacing w:before="40"/>
              <w:jc w:val="both"/>
              <w:rPr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Zastavení pouze pomocí brzdového pedálu</w:t>
            </w:r>
          </w:p>
        </w:tc>
        <w:tc>
          <w:tcPr>
            <w:tcW w:w="1701" w:type="dxa"/>
            <w:noWrap/>
            <w:vAlign w:val="center"/>
          </w:tcPr>
          <w:p w14:paraId="0570D63A" w14:textId="27CEE722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54D71F79" w14:textId="77777777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2EE0F8CD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1543A581" w14:textId="77777777" w:rsidR="00A96077" w:rsidRPr="008D7312" w:rsidRDefault="00A96077" w:rsidP="008D7312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5F311390" w14:textId="1A99767B" w:rsidR="00A96077" w:rsidRPr="008D7312" w:rsidRDefault="00A96077" w:rsidP="00A96077">
            <w:pPr>
              <w:spacing w:before="40"/>
              <w:jc w:val="both"/>
              <w:rPr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 xml:space="preserve">ECO převod při rychlosti 40 km/h </w:t>
            </w:r>
          </w:p>
        </w:tc>
        <w:tc>
          <w:tcPr>
            <w:tcW w:w="1701" w:type="dxa"/>
            <w:noWrap/>
            <w:vAlign w:val="center"/>
          </w:tcPr>
          <w:p w14:paraId="78C86303" w14:textId="4BD43638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3A8B52EA" w14:textId="77777777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3A409979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5E8E3617" w14:textId="77777777" w:rsidR="00A96077" w:rsidRPr="008D7312" w:rsidRDefault="00A96077" w:rsidP="008D7312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10BE08C5" w14:textId="7ABF52F1" w:rsidR="00A96077" w:rsidRPr="008D7312" w:rsidRDefault="004C0B28" w:rsidP="00A96077">
            <w:pPr>
              <w:spacing w:before="40"/>
              <w:jc w:val="both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I</w:t>
            </w:r>
            <w:r w:rsidR="00A96077" w:rsidRPr="008D7312">
              <w:rPr>
                <w:sz w:val="22"/>
                <w:szCs w:val="22"/>
              </w:rPr>
              <w:t>ntegrované plazivé převody od rychlosti</w:t>
            </w:r>
            <w:r w:rsidR="002A75E5" w:rsidRPr="008D7312">
              <w:rPr>
                <w:sz w:val="22"/>
                <w:szCs w:val="22"/>
              </w:rPr>
              <w:t xml:space="preserve"> max</w:t>
            </w:r>
            <w:r w:rsidR="00A96077" w:rsidRPr="008D7312">
              <w:rPr>
                <w:sz w:val="22"/>
                <w:szCs w:val="22"/>
              </w:rPr>
              <w:t>. 0,</w:t>
            </w:r>
            <w:r w:rsidR="007E1F3F" w:rsidRPr="008D7312">
              <w:rPr>
                <w:sz w:val="22"/>
                <w:szCs w:val="22"/>
              </w:rPr>
              <w:t>6</w:t>
            </w:r>
            <w:r w:rsidR="00A96077" w:rsidRPr="008D7312">
              <w:rPr>
                <w:sz w:val="22"/>
                <w:szCs w:val="22"/>
              </w:rPr>
              <w:t xml:space="preserve"> km/h</w:t>
            </w:r>
          </w:p>
        </w:tc>
        <w:tc>
          <w:tcPr>
            <w:tcW w:w="1701" w:type="dxa"/>
            <w:noWrap/>
            <w:vAlign w:val="center"/>
          </w:tcPr>
          <w:p w14:paraId="65631D12" w14:textId="276FF6AA" w:rsidR="00A96077" w:rsidRPr="008D7312" w:rsidRDefault="004C0B28" w:rsidP="00A96077">
            <w:pPr>
              <w:jc w:val="center"/>
              <w:rPr>
                <w:sz w:val="22"/>
                <w:szCs w:val="22"/>
              </w:rPr>
            </w:pPr>
            <w:r w:rsidRPr="0030755B">
              <w:rPr>
                <w:sz w:val="22"/>
                <w:szCs w:val="22"/>
              </w:rPr>
              <w:t>hodnota</w:t>
            </w:r>
          </w:p>
        </w:tc>
        <w:tc>
          <w:tcPr>
            <w:tcW w:w="1275" w:type="dxa"/>
            <w:noWrap/>
            <w:vAlign w:val="center"/>
          </w:tcPr>
          <w:p w14:paraId="265F1B86" w14:textId="77777777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67937D13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6137F537" w14:textId="77777777" w:rsidR="004B4561" w:rsidRPr="008D7312" w:rsidRDefault="004B4561" w:rsidP="008D7312">
            <w:pPr>
              <w:pStyle w:val="Odstavecseseznamem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3AC72A0E" w14:textId="2A7D5A4F" w:rsidR="004B4561" w:rsidRPr="008D7312" w:rsidRDefault="004B4561" w:rsidP="004B4561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8D7312">
              <w:rPr>
                <w:b/>
                <w:bCs/>
                <w:color w:val="000000"/>
                <w:sz w:val="22"/>
                <w:szCs w:val="22"/>
              </w:rPr>
              <w:t>Pohon</w:t>
            </w:r>
          </w:p>
        </w:tc>
        <w:tc>
          <w:tcPr>
            <w:tcW w:w="1701" w:type="dxa"/>
            <w:noWrap/>
            <w:vAlign w:val="center"/>
          </w:tcPr>
          <w:p w14:paraId="05A52438" w14:textId="77777777" w:rsidR="004B4561" w:rsidRPr="008D7312" w:rsidRDefault="004B4561" w:rsidP="004B45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noWrap/>
            <w:vAlign w:val="center"/>
          </w:tcPr>
          <w:p w14:paraId="2B6B369C" w14:textId="77777777" w:rsidR="004B4561" w:rsidRPr="008D7312" w:rsidRDefault="004B4561" w:rsidP="004B4561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05BFC3F3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1BEAEEF4" w14:textId="77777777" w:rsidR="004B4561" w:rsidRPr="008D7312" w:rsidRDefault="004B4561" w:rsidP="004B4561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1EDDC475" w14:textId="25FE5DF8" w:rsidR="004B4561" w:rsidRPr="008D7312" w:rsidRDefault="004B4561" w:rsidP="004B4561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4 x 4 WD</w:t>
            </w:r>
          </w:p>
        </w:tc>
        <w:tc>
          <w:tcPr>
            <w:tcW w:w="1701" w:type="dxa"/>
            <w:noWrap/>
            <w:vAlign w:val="center"/>
          </w:tcPr>
          <w:p w14:paraId="3CC690B9" w14:textId="352C9D70" w:rsidR="004B4561" w:rsidRPr="008D7312" w:rsidRDefault="004B4561" w:rsidP="004B4561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28AAE957" w14:textId="77777777" w:rsidR="004B4561" w:rsidRPr="008D7312" w:rsidRDefault="004B4561" w:rsidP="004B4561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00C504D5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2C839DC5" w14:textId="77777777" w:rsidR="004B4561" w:rsidRPr="008D7312" w:rsidRDefault="004B4561" w:rsidP="004B4561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50486961" w14:textId="6CE446EE" w:rsidR="004B4561" w:rsidRPr="008D7312" w:rsidRDefault="004B4561" w:rsidP="004B4561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Uzávěrka předního i zadního diferenciálu s elektrohydraulickým spínáním/vypínáním</w:t>
            </w:r>
          </w:p>
        </w:tc>
        <w:tc>
          <w:tcPr>
            <w:tcW w:w="1701" w:type="dxa"/>
            <w:noWrap/>
            <w:vAlign w:val="center"/>
          </w:tcPr>
          <w:p w14:paraId="04FF8DC7" w14:textId="0C821465" w:rsidR="004B4561" w:rsidRPr="008D7312" w:rsidRDefault="004B4561" w:rsidP="004B4561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5AEEAF1B" w14:textId="77777777" w:rsidR="004B4561" w:rsidRPr="008D7312" w:rsidRDefault="004B4561" w:rsidP="004B4561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52B88768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78B1B031" w14:textId="77777777" w:rsidR="00A26F77" w:rsidRPr="008D7312" w:rsidRDefault="00A26F77" w:rsidP="00A96077">
            <w:pPr>
              <w:pStyle w:val="Odstavecseseznamem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53C12FE0" w14:textId="7803D4A4" w:rsidR="00A26F77" w:rsidRPr="008D7312" w:rsidRDefault="00A26F77" w:rsidP="00A96077">
            <w:pPr>
              <w:spacing w:before="40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8D7312">
              <w:rPr>
                <w:b/>
                <w:bCs/>
                <w:iCs/>
                <w:sz w:val="22"/>
                <w:szCs w:val="22"/>
              </w:rPr>
              <w:t>Kabina</w:t>
            </w:r>
          </w:p>
        </w:tc>
        <w:tc>
          <w:tcPr>
            <w:tcW w:w="1701" w:type="dxa"/>
            <w:noWrap/>
            <w:vAlign w:val="center"/>
          </w:tcPr>
          <w:p w14:paraId="355689C1" w14:textId="77777777" w:rsidR="00A26F77" w:rsidRPr="008D7312" w:rsidRDefault="00A26F77" w:rsidP="00A960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noWrap/>
            <w:vAlign w:val="center"/>
          </w:tcPr>
          <w:p w14:paraId="53EF81BC" w14:textId="77777777" w:rsidR="00A26F77" w:rsidRPr="008D7312" w:rsidRDefault="00A26F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46A9B2C6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6BA724A4" w14:textId="77777777" w:rsidR="00A96077" w:rsidRPr="008D7312" w:rsidRDefault="00A96077" w:rsidP="004D7576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063586AA" w14:textId="5496FB34" w:rsidR="00A96077" w:rsidRPr="008D7312" w:rsidRDefault="00A96077" w:rsidP="00A96077">
            <w:pPr>
              <w:spacing w:before="40"/>
              <w:jc w:val="both"/>
              <w:rPr>
                <w:iCs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 xml:space="preserve">Bezpečnostní </w:t>
            </w:r>
            <w:r w:rsidR="008D7312" w:rsidRPr="008D7312">
              <w:rPr>
                <w:color w:val="000000"/>
                <w:sz w:val="22"/>
                <w:szCs w:val="22"/>
              </w:rPr>
              <w:t>kabina – odpružená</w:t>
            </w:r>
            <w:r w:rsidRPr="008D7312">
              <w:rPr>
                <w:color w:val="000000"/>
                <w:sz w:val="22"/>
                <w:szCs w:val="22"/>
              </w:rPr>
              <w:t xml:space="preserve"> pomocí vzduchových jednotek</w:t>
            </w:r>
          </w:p>
        </w:tc>
        <w:tc>
          <w:tcPr>
            <w:tcW w:w="1701" w:type="dxa"/>
            <w:noWrap/>
            <w:vAlign w:val="center"/>
          </w:tcPr>
          <w:p w14:paraId="4E7BEE91" w14:textId="15B81B34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037BFD1B" w14:textId="77777777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4AD34FCF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2D9B17D6" w14:textId="77777777" w:rsidR="00A96077" w:rsidRPr="008D7312" w:rsidRDefault="00A96077" w:rsidP="00A96077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31EE3905" w14:textId="753693B2" w:rsidR="00A96077" w:rsidRPr="008D7312" w:rsidRDefault="009D2322" w:rsidP="00A96077">
            <w:pPr>
              <w:spacing w:before="40"/>
              <w:jc w:val="both"/>
              <w:rPr>
                <w:iCs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K</w:t>
            </w:r>
            <w:r w:rsidR="00A96077" w:rsidRPr="008D7312">
              <w:rPr>
                <w:color w:val="000000"/>
                <w:sz w:val="22"/>
                <w:szCs w:val="22"/>
              </w:rPr>
              <w:t>limatizace a topení</w:t>
            </w:r>
          </w:p>
        </w:tc>
        <w:tc>
          <w:tcPr>
            <w:tcW w:w="1701" w:type="dxa"/>
            <w:noWrap/>
            <w:vAlign w:val="center"/>
          </w:tcPr>
          <w:p w14:paraId="1B0E4B36" w14:textId="0B32D587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0E681AA8" w14:textId="77777777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5E29A070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16C521B3" w14:textId="0C7EFCF0" w:rsidR="00A96077" w:rsidRPr="008D7312" w:rsidRDefault="00A96077" w:rsidP="004B4561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23AA7BDD" w14:textId="2C26DC51" w:rsidR="00A96077" w:rsidRPr="008D7312" w:rsidRDefault="00A96077" w:rsidP="00A96077">
            <w:pPr>
              <w:spacing w:before="40"/>
              <w:jc w:val="both"/>
              <w:rPr>
                <w:iCs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Nízkofrekvenční vzduchem odpružená sedačka s vyhříváním s bezp. pásem</w:t>
            </w:r>
          </w:p>
        </w:tc>
        <w:tc>
          <w:tcPr>
            <w:tcW w:w="1701" w:type="dxa"/>
            <w:noWrap/>
            <w:vAlign w:val="center"/>
          </w:tcPr>
          <w:p w14:paraId="5E5E8ABA" w14:textId="5ACC94D4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6BFCD94F" w14:textId="77777777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02A5D259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0AD35A07" w14:textId="77777777" w:rsidR="004B4561" w:rsidRPr="008D7312" w:rsidRDefault="004B4561" w:rsidP="004B4561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69316DD2" w14:textId="3E1A0667" w:rsidR="004B4561" w:rsidRPr="008D7312" w:rsidRDefault="004B4561" w:rsidP="00A96077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Sedačka spolujezdce s bezp. pásem</w:t>
            </w:r>
            <w:r w:rsidR="004341C2" w:rsidRPr="008D7312">
              <w:rPr>
                <w:color w:val="000000"/>
                <w:sz w:val="22"/>
                <w:szCs w:val="22"/>
              </w:rPr>
              <w:t xml:space="preserve"> </w:t>
            </w:r>
            <w:r w:rsidRPr="008D7312">
              <w:rPr>
                <w:color w:val="000000"/>
                <w:sz w:val="22"/>
                <w:szCs w:val="22"/>
              </w:rPr>
              <w:t>zapsaná v osvědčení o registraci stroje</w:t>
            </w:r>
          </w:p>
        </w:tc>
        <w:tc>
          <w:tcPr>
            <w:tcW w:w="1701" w:type="dxa"/>
            <w:noWrap/>
            <w:vAlign w:val="center"/>
          </w:tcPr>
          <w:p w14:paraId="284F02BB" w14:textId="26EF8295" w:rsidR="004B4561" w:rsidRPr="008D7312" w:rsidRDefault="004B4561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7A2899EB" w14:textId="77777777" w:rsidR="004B4561" w:rsidRPr="008D7312" w:rsidRDefault="004B4561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5267B091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2F5B3BD6" w14:textId="77777777" w:rsidR="004B4561" w:rsidRPr="008D7312" w:rsidRDefault="004B4561" w:rsidP="004B4561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5A134BD2" w14:textId="6DA909A0" w:rsidR="004B4561" w:rsidRPr="008D7312" w:rsidRDefault="004B4561" w:rsidP="00A96077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Sedačky opatřeny snímacími potahy tmavé barvy</w:t>
            </w:r>
          </w:p>
        </w:tc>
        <w:tc>
          <w:tcPr>
            <w:tcW w:w="1701" w:type="dxa"/>
            <w:noWrap/>
            <w:vAlign w:val="center"/>
          </w:tcPr>
          <w:p w14:paraId="31509147" w14:textId="6B766875" w:rsidR="004B4561" w:rsidRPr="008D7312" w:rsidRDefault="004B4561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7AE23066" w14:textId="77777777" w:rsidR="004B4561" w:rsidRPr="008D7312" w:rsidRDefault="004B4561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3157DF2C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6C487AE6" w14:textId="77777777" w:rsidR="004341C2" w:rsidRPr="008D7312" w:rsidRDefault="004341C2" w:rsidP="004B4561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339FB90D" w14:textId="637E118D" w:rsidR="004341C2" w:rsidRPr="008D7312" w:rsidRDefault="004341C2" w:rsidP="008D7312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iCs/>
                <w:sz w:val="22"/>
                <w:szCs w:val="22"/>
              </w:rPr>
              <w:t>Stavitelný sloupek řízení</w:t>
            </w:r>
          </w:p>
        </w:tc>
        <w:tc>
          <w:tcPr>
            <w:tcW w:w="1701" w:type="dxa"/>
            <w:noWrap/>
            <w:vAlign w:val="center"/>
          </w:tcPr>
          <w:p w14:paraId="118AE5FE" w14:textId="7588BC9E" w:rsidR="004341C2" w:rsidRPr="008D7312" w:rsidRDefault="004341C2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18A5F294" w14:textId="77777777" w:rsidR="004341C2" w:rsidRPr="008D7312" w:rsidRDefault="004341C2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19C1745D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06AC71C6" w14:textId="77777777" w:rsidR="004B4561" w:rsidRPr="008D7312" w:rsidRDefault="004B4561" w:rsidP="004B4561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20956A76" w14:textId="3BA20EAF" w:rsidR="004B4561" w:rsidRPr="008D7312" w:rsidRDefault="004B4561" w:rsidP="00A96077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Zpětná zrcátka elektricky ovládaná a vyhřívaná</w:t>
            </w:r>
            <w:r w:rsidR="007E1F3F">
              <w:rPr>
                <w:color w:val="000000"/>
                <w:sz w:val="22"/>
                <w:szCs w:val="22"/>
              </w:rPr>
              <w:t xml:space="preserve"> </w:t>
            </w:r>
            <w:bookmarkStart w:id="2" w:name="_Hlk199839768"/>
            <w:r w:rsidR="007E1F3F" w:rsidRPr="008D7312">
              <w:rPr>
                <w:bCs/>
              </w:rPr>
              <w:t>s ochrannými kryty.</w:t>
            </w:r>
            <w:bookmarkEnd w:id="2"/>
          </w:p>
        </w:tc>
        <w:tc>
          <w:tcPr>
            <w:tcW w:w="1701" w:type="dxa"/>
            <w:noWrap/>
            <w:vAlign w:val="center"/>
          </w:tcPr>
          <w:p w14:paraId="1F21E6D1" w14:textId="75E27D2A" w:rsidR="004B4561" w:rsidRPr="008D7312" w:rsidRDefault="004B4561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72A0B15F" w14:textId="77777777" w:rsidR="004B4561" w:rsidRPr="008D7312" w:rsidRDefault="004B4561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694B14E7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7E64EA6C" w14:textId="6AAD35D2" w:rsidR="00A96077" w:rsidRPr="008D7312" w:rsidRDefault="00A96077" w:rsidP="008D7312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  <w:hideMark/>
          </w:tcPr>
          <w:p w14:paraId="00821C3C" w14:textId="0E3CA538" w:rsidR="00A96077" w:rsidRPr="008D7312" w:rsidRDefault="00A96077" w:rsidP="00A96077">
            <w:pPr>
              <w:rPr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Mutifunkční loketní opěrka s ovládacím panelem</w:t>
            </w:r>
          </w:p>
        </w:tc>
        <w:tc>
          <w:tcPr>
            <w:tcW w:w="1701" w:type="dxa"/>
            <w:noWrap/>
            <w:vAlign w:val="center"/>
            <w:hideMark/>
          </w:tcPr>
          <w:p w14:paraId="1A81EBF6" w14:textId="479B04A0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  <w:hideMark/>
          </w:tcPr>
          <w:p w14:paraId="0545FEC2" w14:textId="278B84F8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18571C65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443048A7" w14:textId="77777777" w:rsidR="00A96077" w:rsidRPr="008D7312" w:rsidDel="009A51FF" w:rsidRDefault="00A96077" w:rsidP="00A96077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0B6010AD" w14:textId="5A2BBE76" w:rsidR="00A96077" w:rsidRPr="008D7312" w:rsidRDefault="004341C2" w:rsidP="008D7312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 xml:space="preserve">Vyhřívané přední a zadní okno, tónované zadní okno </w:t>
            </w:r>
          </w:p>
        </w:tc>
        <w:tc>
          <w:tcPr>
            <w:tcW w:w="1701" w:type="dxa"/>
            <w:noWrap/>
            <w:vAlign w:val="center"/>
          </w:tcPr>
          <w:p w14:paraId="7F6C86CC" w14:textId="449293E5" w:rsidR="00A96077" w:rsidRPr="008D7312" w:rsidRDefault="004B4561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017C4B08" w14:textId="77777777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08475DA0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47CE21EB" w14:textId="77777777" w:rsidR="004341C2" w:rsidRPr="008D7312" w:rsidDel="009A51FF" w:rsidRDefault="004341C2" w:rsidP="00A96077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49F8182D" w14:textId="659E5337" w:rsidR="004341C2" w:rsidRPr="008D7312" w:rsidRDefault="004341C2" w:rsidP="004341C2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Stěrače a ostřikovače předního a zadního okna.</w:t>
            </w:r>
          </w:p>
        </w:tc>
        <w:tc>
          <w:tcPr>
            <w:tcW w:w="1701" w:type="dxa"/>
            <w:noWrap/>
            <w:vAlign w:val="center"/>
          </w:tcPr>
          <w:p w14:paraId="4DC44E17" w14:textId="7A989646" w:rsidR="004341C2" w:rsidRPr="008D7312" w:rsidRDefault="004341C2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7EF496BA" w14:textId="77777777" w:rsidR="004341C2" w:rsidRPr="008D7312" w:rsidRDefault="004341C2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1FD9E3D8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389748E0" w14:textId="77777777" w:rsidR="004341C2" w:rsidRPr="008D7312" w:rsidDel="009A51FF" w:rsidRDefault="004341C2" w:rsidP="00A96077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1ED38774" w14:textId="1507B87E" w:rsidR="004341C2" w:rsidRPr="008D7312" w:rsidRDefault="004341C2" w:rsidP="004341C2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Sluneční clona</w:t>
            </w:r>
            <w:r w:rsidRPr="008D7312">
              <w:rPr>
                <w:iCs/>
                <w:sz w:val="22"/>
                <w:szCs w:val="22"/>
              </w:rPr>
              <w:t xml:space="preserve"> na předním, střešním i zadním okně.</w:t>
            </w:r>
          </w:p>
        </w:tc>
        <w:tc>
          <w:tcPr>
            <w:tcW w:w="1701" w:type="dxa"/>
            <w:noWrap/>
            <w:vAlign w:val="center"/>
          </w:tcPr>
          <w:p w14:paraId="34002AF5" w14:textId="5108F4F6" w:rsidR="004341C2" w:rsidRPr="008D7312" w:rsidRDefault="004341C2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057CCD3A" w14:textId="77777777" w:rsidR="004341C2" w:rsidRPr="008D7312" w:rsidRDefault="004341C2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7A4D8C0C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31C83712" w14:textId="77777777" w:rsidR="00A96077" w:rsidRPr="008D7312" w:rsidDel="009A51FF" w:rsidRDefault="00A96077" w:rsidP="00A96077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68F56B21" w14:textId="2C92C838" w:rsidR="00A96077" w:rsidRPr="008D7312" w:rsidRDefault="00A96077" w:rsidP="00A96077">
            <w:pPr>
              <w:rPr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Autorádio s technologií Bluetooth (handsfree) a reproduktory</w:t>
            </w:r>
          </w:p>
        </w:tc>
        <w:tc>
          <w:tcPr>
            <w:tcW w:w="1701" w:type="dxa"/>
            <w:noWrap/>
            <w:vAlign w:val="center"/>
          </w:tcPr>
          <w:p w14:paraId="2A1BB6AB" w14:textId="2D8C07B5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043B8442" w14:textId="77777777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5B7B948A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5F3EE5A6" w14:textId="77777777" w:rsidR="00A96077" w:rsidRPr="008D7312" w:rsidDel="009A51FF" w:rsidRDefault="00A96077" w:rsidP="008D7312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0AFD0C1E" w14:textId="2923A195" w:rsidR="00A96077" w:rsidRPr="008D7312" w:rsidRDefault="00A96077" w:rsidP="00A96077">
            <w:pPr>
              <w:rPr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Kabinový pylový filtr</w:t>
            </w:r>
          </w:p>
        </w:tc>
        <w:tc>
          <w:tcPr>
            <w:tcW w:w="1701" w:type="dxa"/>
            <w:noWrap/>
            <w:vAlign w:val="center"/>
          </w:tcPr>
          <w:p w14:paraId="28C68336" w14:textId="626597CE" w:rsidR="00A96077" w:rsidRPr="008D7312" w:rsidRDefault="007B0CA1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62A47DD1" w14:textId="77777777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2895F3AB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0DC05122" w14:textId="77777777" w:rsidR="00EC603B" w:rsidRPr="008D7312" w:rsidDel="009A51FF" w:rsidRDefault="00EC603B" w:rsidP="00A96077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25F53169" w14:textId="68E2CAE3" w:rsidR="00EC603B" w:rsidRPr="008D7312" w:rsidRDefault="00EC603B" w:rsidP="008D7312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Počet LED pracovních světel vpředu min. 8 ks + vzadu min. 8 ks.</w:t>
            </w:r>
          </w:p>
        </w:tc>
        <w:tc>
          <w:tcPr>
            <w:tcW w:w="1701" w:type="dxa"/>
            <w:noWrap/>
            <w:vAlign w:val="center"/>
          </w:tcPr>
          <w:p w14:paraId="4A755B7E" w14:textId="12BDFF0A" w:rsidR="00EC603B" w:rsidRPr="008D7312" w:rsidRDefault="00EC603B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hodnoty</w:t>
            </w:r>
          </w:p>
        </w:tc>
        <w:tc>
          <w:tcPr>
            <w:tcW w:w="1275" w:type="dxa"/>
            <w:noWrap/>
            <w:vAlign w:val="center"/>
          </w:tcPr>
          <w:p w14:paraId="1343BC28" w14:textId="77777777" w:rsidR="00EC603B" w:rsidRPr="008D7312" w:rsidRDefault="00EC603B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5C67F8F1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5E45D8DA" w14:textId="77777777" w:rsidR="00386110" w:rsidRPr="008D7312" w:rsidDel="009A51FF" w:rsidRDefault="00386110" w:rsidP="00A96077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389D0A5F" w14:textId="26B1659E" w:rsidR="00386110" w:rsidRPr="008D7312" w:rsidRDefault="00386110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Světla pro jízdu na silničních komunikacích.</w:t>
            </w:r>
          </w:p>
        </w:tc>
        <w:tc>
          <w:tcPr>
            <w:tcW w:w="1701" w:type="dxa"/>
            <w:noWrap/>
            <w:vAlign w:val="center"/>
          </w:tcPr>
          <w:p w14:paraId="7BA3BCEB" w14:textId="0FFBA654" w:rsidR="00386110" w:rsidRPr="008D7312" w:rsidRDefault="00386110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53937E7A" w14:textId="77777777" w:rsidR="00386110" w:rsidRPr="008D7312" w:rsidRDefault="00386110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077F36C8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7895A8AA" w14:textId="77777777" w:rsidR="00EC603B" w:rsidRPr="008D7312" w:rsidDel="009A51FF" w:rsidRDefault="00EC603B" w:rsidP="00A96077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20747ED1" w14:textId="5AC4DD61" w:rsidR="00EC603B" w:rsidRPr="008D7312" w:rsidRDefault="00EC603B" w:rsidP="00EC603B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Světla denního svícení.</w:t>
            </w:r>
          </w:p>
        </w:tc>
        <w:tc>
          <w:tcPr>
            <w:tcW w:w="1701" w:type="dxa"/>
            <w:noWrap/>
            <w:vAlign w:val="center"/>
          </w:tcPr>
          <w:p w14:paraId="3031D18C" w14:textId="00C1A3E6" w:rsidR="00EC603B" w:rsidRPr="008D7312" w:rsidRDefault="00EC603B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0240B57D" w14:textId="77777777" w:rsidR="00EC603B" w:rsidRPr="008D7312" w:rsidRDefault="00EC603B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4D6815C6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09F0331F" w14:textId="77777777" w:rsidR="00EC603B" w:rsidRPr="008D7312" w:rsidDel="009A51FF" w:rsidRDefault="00EC603B" w:rsidP="00A96077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5EE5ECD9" w14:textId="6EFA8E9E" w:rsidR="00EC603B" w:rsidRPr="008D7312" w:rsidRDefault="00EC603B" w:rsidP="00EC603B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iCs/>
                <w:sz w:val="22"/>
                <w:szCs w:val="22"/>
              </w:rPr>
              <w:t>V zadní části střechy namontovaná LED alej ovládaná z kabiny řidiče</w:t>
            </w:r>
          </w:p>
        </w:tc>
        <w:tc>
          <w:tcPr>
            <w:tcW w:w="1701" w:type="dxa"/>
            <w:noWrap/>
            <w:vAlign w:val="center"/>
          </w:tcPr>
          <w:p w14:paraId="35BC30B3" w14:textId="0B0B14BF" w:rsidR="00EC603B" w:rsidRPr="008D7312" w:rsidRDefault="00EC603B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0FA52423" w14:textId="77777777" w:rsidR="00EC603B" w:rsidRPr="008D7312" w:rsidRDefault="00EC603B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1DC6C679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74051AF3" w14:textId="77777777" w:rsidR="00EC603B" w:rsidRPr="008D7312" w:rsidDel="009A51FF" w:rsidRDefault="00EC603B" w:rsidP="00EC603B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02E7C628" w14:textId="6A7ECD9F" w:rsidR="00EC603B" w:rsidRPr="008D7312" w:rsidRDefault="00EC603B" w:rsidP="00EC603B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Dva výstražné LED majáky oranžové barvy</w:t>
            </w:r>
            <w:r w:rsidR="007E1F3F">
              <w:rPr>
                <w:color w:val="000000"/>
                <w:sz w:val="22"/>
                <w:szCs w:val="22"/>
              </w:rPr>
              <w:t xml:space="preserve"> </w:t>
            </w:r>
            <w:r w:rsidR="007E1F3F" w:rsidRPr="008D7312">
              <w:rPr>
                <w:bCs/>
              </w:rPr>
              <w:t>s ochrannými kryty</w:t>
            </w:r>
          </w:p>
        </w:tc>
        <w:tc>
          <w:tcPr>
            <w:tcW w:w="1701" w:type="dxa"/>
            <w:noWrap/>
            <w:vAlign w:val="center"/>
          </w:tcPr>
          <w:p w14:paraId="10A992F9" w14:textId="5D075BC8" w:rsidR="00EC603B" w:rsidRPr="008D7312" w:rsidRDefault="00EC603B" w:rsidP="00EC603B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547814E7" w14:textId="77777777" w:rsidR="00EC603B" w:rsidRPr="008D7312" w:rsidRDefault="00EC603B" w:rsidP="00EC603B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4489C379" w14:textId="77777777" w:rsidTr="008D7312">
        <w:trPr>
          <w:trHeight w:val="215"/>
        </w:trPr>
        <w:tc>
          <w:tcPr>
            <w:tcW w:w="1205" w:type="dxa"/>
            <w:noWrap/>
            <w:vAlign w:val="center"/>
          </w:tcPr>
          <w:p w14:paraId="6EA97D50" w14:textId="3F7CEC59" w:rsidR="00A96077" w:rsidRPr="008D7312" w:rsidRDefault="00A96077" w:rsidP="008D7312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  <w:hideMark/>
          </w:tcPr>
          <w:p w14:paraId="77394E23" w14:textId="7CBAB4A8" w:rsidR="00A96077" w:rsidRPr="008D7312" w:rsidRDefault="00A96077" w:rsidP="00A96077">
            <w:pPr>
              <w:rPr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Vnitřní zpětné zrcátko</w:t>
            </w:r>
          </w:p>
        </w:tc>
        <w:tc>
          <w:tcPr>
            <w:tcW w:w="1701" w:type="dxa"/>
            <w:noWrap/>
            <w:vAlign w:val="center"/>
            <w:hideMark/>
          </w:tcPr>
          <w:p w14:paraId="6C777A17" w14:textId="21B17C1B" w:rsidR="00A96077" w:rsidRPr="008D7312" w:rsidRDefault="007B0CA1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  <w:hideMark/>
          </w:tcPr>
          <w:p w14:paraId="3E93BB6B" w14:textId="0535E7B7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2CB9FF01" w14:textId="77777777" w:rsidTr="008D7312">
        <w:trPr>
          <w:trHeight w:val="215"/>
        </w:trPr>
        <w:tc>
          <w:tcPr>
            <w:tcW w:w="1205" w:type="dxa"/>
            <w:noWrap/>
            <w:vAlign w:val="center"/>
          </w:tcPr>
          <w:p w14:paraId="052072B3" w14:textId="77777777" w:rsidR="00453246" w:rsidRPr="008D7312" w:rsidDel="00770168" w:rsidRDefault="00453246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48DCE7F6" w14:textId="3B3468E1" w:rsidR="00453246" w:rsidRPr="008D7312" w:rsidRDefault="00453246" w:rsidP="00A96077">
            <w:pPr>
              <w:rPr>
                <w:color w:val="000000"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 xml:space="preserve">Zásuvka napájení </w:t>
            </w:r>
          </w:p>
        </w:tc>
        <w:tc>
          <w:tcPr>
            <w:tcW w:w="1701" w:type="dxa"/>
            <w:noWrap/>
            <w:vAlign w:val="center"/>
          </w:tcPr>
          <w:p w14:paraId="5DBBA547" w14:textId="53A9F8A1" w:rsidR="00453246" w:rsidRPr="008D7312" w:rsidRDefault="00453246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02C077A1" w14:textId="77777777" w:rsidR="00453246" w:rsidRPr="008D7312" w:rsidRDefault="00453246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0574E08B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528CA87B" w14:textId="0B9989D7" w:rsidR="00A96077" w:rsidRPr="008D7312" w:rsidRDefault="00A96077" w:rsidP="008D7312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79285757" w14:textId="26A92E87" w:rsidR="00A96077" w:rsidRPr="008D7312" w:rsidRDefault="00A96077" w:rsidP="00A96077">
            <w:pPr>
              <w:rPr>
                <w:color w:val="FF0000"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 xml:space="preserve">Elektrický ovládací joystick s reverzací </w:t>
            </w:r>
          </w:p>
        </w:tc>
        <w:tc>
          <w:tcPr>
            <w:tcW w:w="1701" w:type="dxa"/>
            <w:noWrap/>
            <w:vAlign w:val="center"/>
          </w:tcPr>
          <w:p w14:paraId="1BAB8A96" w14:textId="483190AD" w:rsidR="00A96077" w:rsidRPr="008D7312" w:rsidRDefault="007B0CA1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1EF05836" w14:textId="77777777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41DE0733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3401FAC1" w14:textId="77777777" w:rsidR="007B0CA1" w:rsidRPr="008D7312" w:rsidRDefault="007B0CA1" w:rsidP="008D7312">
            <w:pPr>
              <w:pStyle w:val="Odstavecseseznamem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4AFD7BC7" w14:textId="21E12A1F" w:rsidR="007B0CA1" w:rsidRPr="008D7312" w:rsidRDefault="004341C2" w:rsidP="00A960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7312">
              <w:rPr>
                <w:b/>
                <w:bCs/>
                <w:color w:val="000000"/>
                <w:sz w:val="22"/>
                <w:szCs w:val="22"/>
              </w:rPr>
              <w:t>V</w:t>
            </w:r>
            <w:r w:rsidR="007B0CA1" w:rsidRPr="008D7312">
              <w:rPr>
                <w:b/>
                <w:bCs/>
                <w:color w:val="000000"/>
                <w:sz w:val="22"/>
                <w:szCs w:val="22"/>
              </w:rPr>
              <w:t>ývodový hřídel</w:t>
            </w:r>
          </w:p>
        </w:tc>
        <w:tc>
          <w:tcPr>
            <w:tcW w:w="1701" w:type="dxa"/>
            <w:noWrap/>
            <w:vAlign w:val="center"/>
          </w:tcPr>
          <w:p w14:paraId="79826DF0" w14:textId="77777777" w:rsidR="007B0CA1" w:rsidRPr="008D7312" w:rsidRDefault="007B0CA1" w:rsidP="00A960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noWrap/>
            <w:vAlign w:val="center"/>
          </w:tcPr>
          <w:p w14:paraId="1BC07891" w14:textId="77777777" w:rsidR="007B0CA1" w:rsidRPr="008D7312" w:rsidRDefault="007B0CA1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196B7697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1EFF87E8" w14:textId="77777777" w:rsidR="00A96077" w:rsidRPr="008D7312" w:rsidRDefault="00A96077" w:rsidP="00A96077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4C0D8D8C" w14:textId="6E436A91" w:rsidR="00A96077" w:rsidRPr="008D7312" w:rsidRDefault="00386110" w:rsidP="008D7312">
            <w:pPr>
              <w:tabs>
                <w:tab w:val="left" w:pos="142"/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iCs/>
                <w:sz w:val="22"/>
                <w:szCs w:val="22"/>
              </w:rPr>
              <w:t xml:space="preserve">Pro pohon sekacích nástaveb vývodová hřídel PTO vzadu, popř. vpředu nebo vpředu i vzadu (dle pohonu sekacích nástaveb), ovládání z kabiny traktoru. </w:t>
            </w:r>
          </w:p>
        </w:tc>
        <w:tc>
          <w:tcPr>
            <w:tcW w:w="1701" w:type="dxa"/>
            <w:noWrap/>
            <w:vAlign w:val="center"/>
          </w:tcPr>
          <w:p w14:paraId="3EFC0B87" w14:textId="09E6E41A" w:rsidR="00A96077" w:rsidRPr="008D7312" w:rsidRDefault="00EC603B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66530173" w14:textId="77777777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184D2F1C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7C13296A" w14:textId="77777777" w:rsidR="00A96077" w:rsidRPr="008D7312" w:rsidRDefault="00A96077" w:rsidP="00A96077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0628CEC2" w14:textId="1E55C81E" w:rsidR="00A96077" w:rsidRPr="008D7312" w:rsidRDefault="00A96077" w:rsidP="00A96077">
            <w:pPr>
              <w:rPr>
                <w:iCs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Ovládaní řazení otáček z kabiny řidiče</w:t>
            </w:r>
          </w:p>
        </w:tc>
        <w:tc>
          <w:tcPr>
            <w:tcW w:w="1701" w:type="dxa"/>
            <w:noWrap/>
            <w:vAlign w:val="center"/>
          </w:tcPr>
          <w:p w14:paraId="669096B5" w14:textId="6308B6DD" w:rsidR="00A96077" w:rsidRPr="008D7312" w:rsidRDefault="00EC603B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53F27A5D" w14:textId="77777777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71D1D13D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6F2DE2D2" w14:textId="77777777" w:rsidR="00A96077" w:rsidRPr="008D7312" w:rsidRDefault="00A96077" w:rsidP="00A96077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4E637CD6" w14:textId="426077BA" w:rsidR="00A96077" w:rsidRPr="008D7312" w:rsidRDefault="00F717F1" w:rsidP="00A96077">
            <w:pPr>
              <w:rPr>
                <w:iCs/>
                <w:sz w:val="22"/>
                <w:szCs w:val="22"/>
              </w:rPr>
            </w:pPr>
            <w:bookmarkStart w:id="3" w:name="_Hlk197081396"/>
            <w:r w:rsidRPr="008D7312">
              <w:rPr>
                <w:sz w:val="22"/>
                <w:szCs w:val="22"/>
              </w:rPr>
              <w:t>V</w:t>
            </w:r>
            <w:r w:rsidR="00A96077" w:rsidRPr="008D7312">
              <w:rPr>
                <w:sz w:val="22"/>
                <w:szCs w:val="22"/>
              </w:rPr>
              <w:t>ývodový hřídel se spojkami v olejové lázni</w:t>
            </w:r>
            <w:bookmarkEnd w:id="3"/>
          </w:p>
        </w:tc>
        <w:tc>
          <w:tcPr>
            <w:tcW w:w="1701" w:type="dxa"/>
            <w:noWrap/>
            <w:vAlign w:val="center"/>
          </w:tcPr>
          <w:p w14:paraId="59B902F8" w14:textId="0CAD1EE5" w:rsidR="00A96077" w:rsidRPr="008D7312" w:rsidRDefault="00EC603B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29B3CD25" w14:textId="77777777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5E0D9FFF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538428BC" w14:textId="77777777" w:rsidR="00EC603B" w:rsidRPr="008D7312" w:rsidRDefault="00EC603B" w:rsidP="00A96077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101B9C13" w14:textId="3FCBE8F1" w:rsidR="00EC603B" w:rsidRPr="008D7312" w:rsidRDefault="00EC603B" w:rsidP="00A96077">
            <w:pPr>
              <w:rPr>
                <w:color w:val="000000"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Otáčky zadní vývodového hřídele min. 1000/540/540E ot./min</w:t>
            </w:r>
          </w:p>
        </w:tc>
        <w:tc>
          <w:tcPr>
            <w:tcW w:w="1701" w:type="dxa"/>
            <w:noWrap/>
            <w:vAlign w:val="center"/>
          </w:tcPr>
          <w:p w14:paraId="0E3F4E56" w14:textId="54B8BA4B" w:rsidR="00EC603B" w:rsidRPr="008D7312" w:rsidRDefault="00EC603B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hodnoty</w:t>
            </w:r>
          </w:p>
        </w:tc>
        <w:tc>
          <w:tcPr>
            <w:tcW w:w="1275" w:type="dxa"/>
            <w:noWrap/>
            <w:vAlign w:val="center"/>
          </w:tcPr>
          <w:p w14:paraId="2DACED05" w14:textId="77777777" w:rsidR="00EC603B" w:rsidRPr="008D7312" w:rsidRDefault="00EC603B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0FF8B612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7A651BF6" w14:textId="77777777" w:rsidR="00EF75E6" w:rsidRPr="00EF75E6" w:rsidRDefault="00EF75E6" w:rsidP="00A96077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13EE97D1" w14:textId="5EEF3DF9" w:rsidR="00EF75E6" w:rsidRPr="008D7312" w:rsidRDefault="00EF75E6" w:rsidP="008D7312">
            <w:pPr>
              <w:tabs>
                <w:tab w:val="left" w:pos="142"/>
                <w:tab w:val="left" w:pos="567"/>
              </w:tabs>
              <w:jc w:val="both"/>
            </w:pPr>
            <w:r w:rsidRPr="00753587">
              <w:t>Ovládání zadního vývodového hřídele i vzadu na blatnících</w:t>
            </w:r>
          </w:p>
        </w:tc>
        <w:tc>
          <w:tcPr>
            <w:tcW w:w="1701" w:type="dxa"/>
            <w:noWrap/>
            <w:vAlign w:val="center"/>
          </w:tcPr>
          <w:p w14:paraId="4342F2AF" w14:textId="4BF904FB" w:rsidR="00EF75E6" w:rsidRPr="0030755B" w:rsidRDefault="00EF75E6" w:rsidP="00A96077">
            <w:pPr>
              <w:jc w:val="center"/>
              <w:rPr>
                <w:sz w:val="22"/>
                <w:szCs w:val="22"/>
              </w:rPr>
            </w:pPr>
            <w:r w:rsidRPr="0030755B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7A650188" w14:textId="77777777" w:rsidR="00EF75E6" w:rsidRPr="0030755B" w:rsidRDefault="00EF75E6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437E650A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5114BC32" w14:textId="77777777" w:rsidR="00EC603B" w:rsidRPr="008D7312" w:rsidRDefault="00EC603B" w:rsidP="008D7312">
            <w:pPr>
              <w:pStyle w:val="Odstavecseseznamem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2384B4CA" w14:textId="2D1C1360" w:rsidR="00EC603B" w:rsidRPr="008D7312" w:rsidRDefault="00EC603B" w:rsidP="00A960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7312">
              <w:rPr>
                <w:b/>
                <w:bCs/>
                <w:color w:val="000000"/>
                <w:sz w:val="22"/>
                <w:szCs w:val="22"/>
              </w:rPr>
              <w:t>Zadní tříbodový závěs</w:t>
            </w:r>
          </w:p>
        </w:tc>
        <w:tc>
          <w:tcPr>
            <w:tcW w:w="1701" w:type="dxa"/>
            <w:noWrap/>
            <w:vAlign w:val="center"/>
          </w:tcPr>
          <w:p w14:paraId="35186F11" w14:textId="0E9DF222" w:rsidR="00EC603B" w:rsidRPr="008D7312" w:rsidRDefault="00EC603B" w:rsidP="00A960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noWrap/>
            <w:vAlign w:val="center"/>
          </w:tcPr>
          <w:p w14:paraId="0569B62C" w14:textId="77777777" w:rsidR="00EC603B" w:rsidRPr="008D7312" w:rsidRDefault="00EC603B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10E6693B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6CD74843" w14:textId="77777777" w:rsidR="00EC603B" w:rsidRPr="008D7312" w:rsidRDefault="00EC603B" w:rsidP="00A96077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19FC3342" w14:textId="4D31052B" w:rsidR="00EC603B" w:rsidRPr="008D7312" w:rsidRDefault="00EC603B" w:rsidP="00A96077">
            <w:pPr>
              <w:rPr>
                <w:color w:val="000000"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 xml:space="preserve">Zadní elektrohydraulicky ovládaný závěs (regulace silová a polohová) se samozajišťovacími západkami a s </w:t>
            </w:r>
            <w:r w:rsidR="008D7312" w:rsidRPr="008D7312">
              <w:rPr>
                <w:color w:val="000000"/>
                <w:sz w:val="22"/>
                <w:szCs w:val="22"/>
              </w:rPr>
              <w:t>mechanickými</w:t>
            </w:r>
            <w:r w:rsidRPr="008D7312">
              <w:rPr>
                <w:color w:val="000000"/>
                <w:sz w:val="22"/>
                <w:szCs w:val="22"/>
              </w:rPr>
              <w:t xml:space="preserve"> stabilizátory</w:t>
            </w:r>
          </w:p>
        </w:tc>
        <w:tc>
          <w:tcPr>
            <w:tcW w:w="1701" w:type="dxa"/>
            <w:noWrap/>
            <w:vAlign w:val="center"/>
          </w:tcPr>
          <w:p w14:paraId="7B471F0C" w14:textId="1BDFE1DF" w:rsidR="00EC603B" w:rsidRPr="008D7312" w:rsidRDefault="00F20F66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727F18C6" w14:textId="77777777" w:rsidR="00EC603B" w:rsidRPr="008D7312" w:rsidRDefault="00EC603B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2EB1BDA3" w14:textId="77777777" w:rsidTr="008D7312">
        <w:trPr>
          <w:trHeight w:val="251"/>
        </w:trPr>
        <w:tc>
          <w:tcPr>
            <w:tcW w:w="1205" w:type="dxa"/>
            <w:noWrap/>
            <w:vAlign w:val="center"/>
          </w:tcPr>
          <w:p w14:paraId="537BB3B2" w14:textId="70AF1BAF" w:rsidR="00A96077" w:rsidRPr="008D7312" w:rsidRDefault="00A96077" w:rsidP="008D7312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  <w:bookmarkStart w:id="4" w:name="_Hlk176165120"/>
          </w:p>
        </w:tc>
        <w:tc>
          <w:tcPr>
            <w:tcW w:w="5884" w:type="dxa"/>
            <w:noWrap/>
            <w:vAlign w:val="bottom"/>
          </w:tcPr>
          <w:p w14:paraId="4BA997FE" w14:textId="2F5A16E8" w:rsidR="00A96077" w:rsidRPr="008D7312" w:rsidRDefault="00F20F66" w:rsidP="00A96077">
            <w:pPr>
              <w:rPr>
                <w:sz w:val="22"/>
                <w:szCs w:val="22"/>
              </w:rPr>
            </w:pPr>
            <w:bookmarkStart w:id="5" w:name="_Hlk197081517"/>
            <w:r w:rsidRPr="008D7312">
              <w:rPr>
                <w:color w:val="000000"/>
                <w:sz w:val="22"/>
                <w:szCs w:val="22"/>
              </w:rPr>
              <w:t>Z</w:t>
            </w:r>
            <w:r w:rsidR="00A96077" w:rsidRPr="008D7312">
              <w:rPr>
                <w:color w:val="000000"/>
                <w:sz w:val="22"/>
                <w:szCs w:val="22"/>
              </w:rPr>
              <w:t>dvihací síla v upínacích bodech</w:t>
            </w:r>
            <w:r w:rsidRPr="008D7312">
              <w:rPr>
                <w:color w:val="000000"/>
                <w:sz w:val="22"/>
                <w:szCs w:val="22"/>
              </w:rPr>
              <w:t xml:space="preserve"> min. 7 750 kg</w:t>
            </w:r>
            <w:bookmarkEnd w:id="5"/>
          </w:p>
        </w:tc>
        <w:tc>
          <w:tcPr>
            <w:tcW w:w="1701" w:type="dxa"/>
            <w:noWrap/>
            <w:vAlign w:val="center"/>
          </w:tcPr>
          <w:p w14:paraId="4438CD6E" w14:textId="726F2F5E" w:rsidR="00A96077" w:rsidRPr="008D7312" w:rsidRDefault="00D32786" w:rsidP="00A96077">
            <w:pPr>
              <w:jc w:val="center"/>
              <w:rPr>
                <w:sz w:val="22"/>
                <w:szCs w:val="22"/>
              </w:rPr>
            </w:pPr>
            <w:r w:rsidRPr="0030755B">
              <w:rPr>
                <w:sz w:val="22"/>
                <w:szCs w:val="22"/>
              </w:rPr>
              <w:t>hodnota</w:t>
            </w:r>
          </w:p>
        </w:tc>
        <w:tc>
          <w:tcPr>
            <w:tcW w:w="1275" w:type="dxa"/>
            <w:noWrap/>
            <w:vAlign w:val="center"/>
          </w:tcPr>
          <w:p w14:paraId="522DCCDA" w14:textId="77777777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47C79D5A" w14:textId="77777777" w:rsidTr="008D7312">
        <w:trPr>
          <w:trHeight w:val="251"/>
        </w:trPr>
        <w:tc>
          <w:tcPr>
            <w:tcW w:w="1205" w:type="dxa"/>
            <w:noWrap/>
            <w:vAlign w:val="center"/>
          </w:tcPr>
          <w:p w14:paraId="2BFA1A0A" w14:textId="77777777" w:rsidR="00F8669C" w:rsidRPr="008D7312" w:rsidDel="004028DB" w:rsidRDefault="00F8669C" w:rsidP="00A96077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noWrap/>
            <w:vAlign w:val="bottom"/>
          </w:tcPr>
          <w:p w14:paraId="34C5C5B4" w14:textId="1DCE27D5" w:rsidR="00F8669C" w:rsidRPr="008D7312" w:rsidRDefault="00F8669C" w:rsidP="008D7312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Konzola závěsu min. 6 poloh</w:t>
            </w:r>
          </w:p>
        </w:tc>
        <w:tc>
          <w:tcPr>
            <w:tcW w:w="1701" w:type="dxa"/>
            <w:noWrap/>
            <w:vAlign w:val="center"/>
          </w:tcPr>
          <w:p w14:paraId="223E5C97" w14:textId="53281338" w:rsidR="00F8669C" w:rsidRPr="008D7312" w:rsidRDefault="00F8669C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hodnota</w:t>
            </w:r>
          </w:p>
        </w:tc>
        <w:tc>
          <w:tcPr>
            <w:tcW w:w="1275" w:type="dxa"/>
            <w:noWrap/>
            <w:vAlign w:val="center"/>
          </w:tcPr>
          <w:p w14:paraId="4D72CA4C" w14:textId="77777777" w:rsidR="00F8669C" w:rsidRPr="008D7312" w:rsidRDefault="00F8669C" w:rsidP="00A96077">
            <w:pPr>
              <w:jc w:val="center"/>
              <w:rPr>
                <w:sz w:val="22"/>
                <w:szCs w:val="22"/>
              </w:rPr>
            </w:pPr>
          </w:p>
        </w:tc>
      </w:tr>
      <w:bookmarkEnd w:id="4"/>
      <w:tr w:rsidR="000A02BC" w:rsidRPr="004C0B28" w14:paraId="300576BE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6DA28077" w14:textId="02CF6240" w:rsidR="00A96077" w:rsidRPr="008D7312" w:rsidRDefault="00A96077" w:rsidP="008D7312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noWrap/>
            <w:vAlign w:val="bottom"/>
          </w:tcPr>
          <w:p w14:paraId="0E27372A" w14:textId="09419B36" w:rsidR="00A96077" w:rsidRPr="008D7312" w:rsidRDefault="00A96077" w:rsidP="00A96077">
            <w:pPr>
              <w:rPr>
                <w:rStyle w:val="Siln"/>
                <w:b w:val="0"/>
                <w:bCs w:val="0"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8D7312">
              <w:rPr>
                <w:color w:val="000000"/>
                <w:sz w:val="22"/>
                <w:szCs w:val="22"/>
              </w:rPr>
              <w:t xml:space="preserve">Etážový závěs s automatickou hubicí </w:t>
            </w:r>
          </w:p>
        </w:tc>
        <w:tc>
          <w:tcPr>
            <w:tcW w:w="1701" w:type="dxa"/>
            <w:noWrap/>
            <w:vAlign w:val="center"/>
          </w:tcPr>
          <w:p w14:paraId="117C0952" w14:textId="5AB33DEB" w:rsidR="00A96077" w:rsidRPr="008D7312" w:rsidRDefault="00386110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</w:t>
            </w:r>
            <w:r w:rsidR="00A96077" w:rsidRPr="008D7312">
              <w:rPr>
                <w:sz w:val="22"/>
                <w:szCs w:val="22"/>
              </w:rPr>
              <w:t>no</w:t>
            </w:r>
            <w:r w:rsidRPr="008D7312">
              <w:rPr>
                <w:sz w:val="22"/>
                <w:szCs w:val="22"/>
              </w:rPr>
              <w:t xml:space="preserve"> </w:t>
            </w:r>
            <w:r w:rsidR="00A96077" w:rsidRPr="008D7312">
              <w:rPr>
                <w:sz w:val="22"/>
                <w:szCs w:val="22"/>
              </w:rPr>
              <w:t>/</w:t>
            </w:r>
            <w:r w:rsidRPr="008D7312">
              <w:rPr>
                <w:sz w:val="22"/>
                <w:szCs w:val="22"/>
              </w:rPr>
              <w:t xml:space="preserve"> </w:t>
            </w:r>
            <w:r w:rsidR="00A96077" w:rsidRPr="008D7312">
              <w:rPr>
                <w:sz w:val="22"/>
                <w:szCs w:val="22"/>
              </w:rPr>
              <w:t>ne</w:t>
            </w:r>
          </w:p>
        </w:tc>
        <w:tc>
          <w:tcPr>
            <w:tcW w:w="1275" w:type="dxa"/>
            <w:noWrap/>
            <w:vAlign w:val="center"/>
          </w:tcPr>
          <w:p w14:paraId="5E7E5811" w14:textId="77777777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25DF16AF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444E8ED8" w14:textId="77777777" w:rsidR="00F8669C" w:rsidRPr="008D7312" w:rsidRDefault="00F8669C" w:rsidP="008D7312">
            <w:pPr>
              <w:pStyle w:val="Odstavecseseznamem"/>
              <w:rPr>
                <w:sz w:val="22"/>
                <w:szCs w:val="22"/>
              </w:rPr>
            </w:pPr>
          </w:p>
        </w:tc>
        <w:tc>
          <w:tcPr>
            <w:tcW w:w="5884" w:type="dxa"/>
            <w:noWrap/>
            <w:vAlign w:val="bottom"/>
          </w:tcPr>
          <w:p w14:paraId="14CACCAA" w14:textId="2912CE5B" w:rsidR="00F8669C" w:rsidRPr="008D7312" w:rsidRDefault="00386110" w:rsidP="00A960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7312">
              <w:rPr>
                <w:b/>
                <w:bCs/>
                <w:color w:val="000000"/>
                <w:sz w:val="22"/>
                <w:szCs w:val="22"/>
              </w:rPr>
              <w:t>P</w:t>
            </w:r>
            <w:r w:rsidR="00F8669C" w:rsidRPr="008D7312">
              <w:rPr>
                <w:b/>
                <w:bCs/>
                <w:color w:val="000000"/>
                <w:sz w:val="22"/>
                <w:szCs w:val="22"/>
              </w:rPr>
              <w:t>neumatiky</w:t>
            </w:r>
          </w:p>
        </w:tc>
        <w:tc>
          <w:tcPr>
            <w:tcW w:w="1701" w:type="dxa"/>
            <w:noWrap/>
            <w:vAlign w:val="center"/>
          </w:tcPr>
          <w:p w14:paraId="431A4137" w14:textId="2055252A" w:rsidR="00F8669C" w:rsidRPr="008D7312" w:rsidRDefault="00F8669C" w:rsidP="00A960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noWrap/>
            <w:vAlign w:val="center"/>
          </w:tcPr>
          <w:p w14:paraId="6144C24E" w14:textId="77777777" w:rsidR="00F8669C" w:rsidRPr="008D7312" w:rsidRDefault="00F8669C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1D2C837D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55532E83" w14:textId="2D3E30ED" w:rsidR="00A96077" w:rsidRPr="008D7312" w:rsidRDefault="00A96077" w:rsidP="008D7312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noWrap/>
            <w:vAlign w:val="bottom"/>
          </w:tcPr>
          <w:p w14:paraId="732C437C" w14:textId="4D4A96D4" w:rsidR="00A96077" w:rsidRPr="008D7312" w:rsidRDefault="00EF75E6" w:rsidP="008D7312">
            <w:pPr>
              <w:tabs>
                <w:tab w:val="left" w:pos="567"/>
              </w:tabs>
              <w:jc w:val="both"/>
              <w:rPr>
                <w:rStyle w:val="Siln"/>
                <w:b w:val="0"/>
                <w:bCs w:val="0"/>
              </w:rPr>
            </w:pPr>
            <w:r w:rsidRPr="00CE5DC2">
              <w:t xml:space="preserve">Radiální přední </w:t>
            </w:r>
            <w:r>
              <w:t xml:space="preserve">a zadní </w:t>
            </w:r>
            <w:r w:rsidRPr="00CE5DC2">
              <w:t xml:space="preserve">pneumatiky s komunálním silničním </w:t>
            </w:r>
            <w:r>
              <w:t>vzorkem</w:t>
            </w:r>
          </w:p>
        </w:tc>
        <w:tc>
          <w:tcPr>
            <w:tcW w:w="1701" w:type="dxa"/>
            <w:noWrap/>
            <w:vAlign w:val="center"/>
          </w:tcPr>
          <w:p w14:paraId="0425DB78" w14:textId="230A95B7" w:rsidR="00A96077" w:rsidRPr="008D7312" w:rsidRDefault="00D32786" w:rsidP="00A96077">
            <w:pPr>
              <w:jc w:val="center"/>
              <w:rPr>
                <w:sz w:val="22"/>
                <w:szCs w:val="22"/>
              </w:rPr>
            </w:pPr>
            <w:r w:rsidRPr="0030755B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3B6141F7" w14:textId="77777777" w:rsidR="00A96077" w:rsidRPr="008D7312" w:rsidRDefault="00A96077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196804B7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268B67EE" w14:textId="4CCF1C22" w:rsidR="0055307F" w:rsidRPr="008D7312" w:rsidRDefault="0055307F" w:rsidP="008D7312">
            <w:pPr>
              <w:pStyle w:val="Odstavecseseznamem"/>
              <w:rPr>
                <w:sz w:val="22"/>
                <w:szCs w:val="22"/>
              </w:rPr>
            </w:pPr>
          </w:p>
        </w:tc>
        <w:tc>
          <w:tcPr>
            <w:tcW w:w="5884" w:type="dxa"/>
            <w:noWrap/>
            <w:vAlign w:val="bottom"/>
          </w:tcPr>
          <w:p w14:paraId="4D1EDF44" w14:textId="1FC3E6DA" w:rsidR="00F8669C" w:rsidRPr="008D7312" w:rsidRDefault="00F8669C" w:rsidP="008D7312">
            <w:pPr>
              <w:tabs>
                <w:tab w:val="left" w:pos="567"/>
              </w:tabs>
              <w:ind w:left="142"/>
              <w:jc w:val="both"/>
              <w:rPr>
                <w:b/>
                <w:bCs/>
                <w:sz w:val="22"/>
                <w:szCs w:val="22"/>
              </w:rPr>
            </w:pPr>
            <w:r w:rsidRPr="008D7312">
              <w:rPr>
                <w:b/>
                <w:bCs/>
                <w:sz w:val="22"/>
                <w:szCs w:val="22"/>
              </w:rPr>
              <w:t>Hydraulický systém</w:t>
            </w:r>
          </w:p>
        </w:tc>
        <w:tc>
          <w:tcPr>
            <w:tcW w:w="1701" w:type="dxa"/>
            <w:noWrap/>
            <w:vAlign w:val="center"/>
          </w:tcPr>
          <w:p w14:paraId="34680A52" w14:textId="016CD7F8" w:rsidR="00F8669C" w:rsidRPr="008D7312" w:rsidRDefault="00F8669C" w:rsidP="008D731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noWrap/>
            <w:vAlign w:val="center"/>
          </w:tcPr>
          <w:p w14:paraId="1660C4BB" w14:textId="77777777" w:rsidR="00F8669C" w:rsidRPr="008D7312" w:rsidRDefault="00F8669C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0AD16A4D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3BBA1CE6" w14:textId="77777777" w:rsidR="00F8669C" w:rsidRPr="008D7312" w:rsidRDefault="00F8669C" w:rsidP="00A96077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noWrap/>
            <w:vAlign w:val="bottom"/>
          </w:tcPr>
          <w:p w14:paraId="6DF37ED1" w14:textId="22B80FCC" w:rsidR="00F8669C" w:rsidRPr="008D7312" w:rsidRDefault="00F8669C" w:rsidP="008D7312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Min. 3 zadní elektrohydraulické ovládané okruhy s možností regulace průtoku oleje a časovače</w:t>
            </w:r>
          </w:p>
        </w:tc>
        <w:tc>
          <w:tcPr>
            <w:tcW w:w="1701" w:type="dxa"/>
            <w:noWrap/>
            <w:vAlign w:val="center"/>
          </w:tcPr>
          <w:p w14:paraId="3154FAE8" w14:textId="041A2EDA" w:rsidR="00F8669C" w:rsidRPr="008D7312" w:rsidRDefault="00F8669C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hodnota</w:t>
            </w:r>
          </w:p>
        </w:tc>
        <w:tc>
          <w:tcPr>
            <w:tcW w:w="1275" w:type="dxa"/>
            <w:noWrap/>
            <w:vAlign w:val="center"/>
          </w:tcPr>
          <w:p w14:paraId="242A6E2D" w14:textId="77777777" w:rsidR="00F8669C" w:rsidRPr="008D7312" w:rsidRDefault="00F8669C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72842479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0E4966C7" w14:textId="77777777" w:rsidR="005A0572" w:rsidRPr="008D7312" w:rsidRDefault="005A0572" w:rsidP="00A96077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noWrap/>
            <w:vAlign w:val="bottom"/>
          </w:tcPr>
          <w:p w14:paraId="30F8A4C7" w14:textId="7FED4B73" w:rsidR="005A0572" w:rsidRPr="008D7312" w:rsidRDefault="005A0572" w:rsidP="00F8669C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Napájení hydraulických systémů připojeného zařízení bez nutnosti využití tradičních ovládacích ventilů na traktoru ((Power Beyond)</w:t>
            </w:r>
          </w:p>
        </w:tc>
        <w:tc>
          <w:tcPr>
            <w:tcW w:w="1701" w:type="dxa"/>
            <w:noWrap/>
            <w:vAlign w:val="center"/>
          </w:tcPr>
          <w:p w14:paraId="4DD640E1" w14:textId="2EB3F7EA" w:rsidR="005A0572" w:rsidRPr="008D7312" w:rsidRDefault="005A0572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2F83E8BB" w14:textId="77777777" w:rsidR="005A0572" w:rsidRPr="008D7312" w:rsidRDefault="005A0572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16F32DA9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3EF4C2FB" w14:textId="77777777" w:rsidR="00F8669C" w:rsidRPr="008D7312" w:rsidRDefault="00F8669C" w:rsidP="00A96077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noWrap/>
            <w:vAlign w:val="bottom"/>
          </w:tcPr>
          <w:p w14:paraId="4EE8E9FB" w14:textId="6118AC29" w:rsidR="00F8669C" w:rsidRPr="008D7312" w:rsidRDefault="00F8669C" w:rsidP="00F8669C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Min. 2 středové vnější elektrohydraulické okruhy s možností regulace průtoku oleje a časovače</w:t>
            </w:r>
          </w:p>
        </w:tc>
        <w:tc>
          <w:tcPr>
            <w:tcW w:w="1701" w:type="dxa"/>
            <w:noWrap/>
            <w:vAlign w:val="center"/>
          </w:tcPr>
          <w:p w14:paraId="58651102" w14:textId="104607AA" w:rsidR="00F8669C" w:rsidRPr="008D7312" w:rsidRDefault="00F8669C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hodnota</w:t>
            </w:r>
          </w:p>
        </w:tc>
        <w:tc>
          <w:tcPr>
            <w:tcW w:w="1275" w:type="dxa"/>
            <w:noWrap/>
            <w:vAlign w:val="center"/>
          </w:tcPr>
          <w:p w14:paraId="384A56DD" w14:textId="77777777" w:rsidR="00F8669C" w:rsidRPr="008D7312" w:rsidRDefault="00F8669C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4A408C9D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5BF8DAB9" w14:textId="77777777" w:rsidR="00A522C2" w:rsidRPr="008D7312" w:rsidRDefault="00A522C2" w:rsidP="00A96077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noWrap/>
            <w:vAlign w:val="bottom"/>
          </w:tcPr>
          <w:p w14:paraId="74EBC7F7" w14:textId="2F382473" w:rsidR="00A522C2" w:rsidRPr="008D7312" w:rsidRDefault="00A522C2" w:rsidP="00F8669C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Hlavní axiální hydrogenerátor – průtok min. 1</w:t>
            </w:r>
            <w:r w:rsidR="00E97F8C">
              <w:rPr>
                <w:sz w:val="22"/>
                <w:szCs w:val="22"/>
              </w:rPr>
              <w:t>2</w:t>
            </w:r>
            <w:r w:rsidRPr="008D7312">
              <w:rPr>
                <w:sz w:val="22"/>
                <w:szCs w:val="22"/>
              </w:rPr>
              <w:t>0</w:t>
            </w:r>
            <w:r w:rsidR="005A0572" w:rsidRPr="008D7312">
              <w:rPr>
                <w:sz w:val="22"/>
                <w:szCs w:val="22"/>
              </w:rPr>
              <w:t xml:space="preserve"> </w:t>
            </w:r>
            <w:r w:rsidRPr="008D7312">
              <w:rPr>
                <w:sz w:val="22"/>
                <w:szCs w:val="22"/>
              </w:rPr>
              <w:t>l/min</w:t>
            </w:r>
          </w:p>
        </w:tc>
        <w:tc>
          <w:tcPr>
            <w:tcW w:w="1701" w:type="dxa"/>
            <w:noWrap/>
            <w:vAlign w:val="center"/>
          </w:tcPr>
          <w:p w14:paraId="146349FE" w14:textId="21C3B747" w:rsidR="00A522C2" w:rsidRPr="008D7312" w:rsidRDefault="00A522C2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hodnota</w:t>
            </w:r>
          </w:p>
        </w:tc>
        <w:tc>
          <w:tcPr>
            <w:tcW w:w="1275" w:type="dxa"/>
            <w:noWrap/>
            <w:vAlign w:val="center"/>
          </w:tcPr>
          <w:p w14:paraId="401A411B" w14:textId="77777777" w:rsidR="00A522C2" w:rsidRPr="008D7312" w:rsidRDefault="00A522C2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5A0BB1A6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55C278CA" w14:textId="77777777" w:rsidR="00A522C2" w:rsidRPr="008D7312" w:rsidRDefault="00A522C2" w:rsidP="00A96077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noWrap/>
            <w:vAlign w:val="bottom"/>
          </w:tcPr>
          <w:p w14:paraId="20A0BAE5" w14:textId="6762AD12" w:rsidR="00A522C2" w:rsidRPr="008D7312" w:rsidRDefault="00A522C2" w:rsidP="00F8669C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Počet hydraulických vývodů na přední komunální desce + volná vratka min. 4 + 1</w:t>
            </w:r>
          </w:p>
        </w:tc>
        <w:tc>
          <w:tcPr>
            <w:tcW w:w="1701" w:type="dxa"/>
            <w:noWrap/>
            <w:vAlign w:val="center"/>
          </w:tcPr>
          <w:p w14:paraId="512EB10B" w14:textId="2F64E6DC" w:rsidR="00A522C2" w:rsidRPr="008D7312" w:rsidRDefault="00A522C2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hodnoty</w:t>
            </w:r>
          </w:p>
        </w:tc>
        <w:tc>
          <w:tcPr>
            <w:tcW w:w="1275" w:type="dxa"/>
            <w:noWrap/>
            <w:vAlign w:val="center"/>
          </w:tcPr>
          <w:p w14:paraId="074AC246" w14:textId="77777777" w:rsidR="00A522C2" w:rsidRPr="008D7312" w:rsidRDefault="00A522C2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1464F" w:rsidRPr="004C0B28" w14:paraId="33BB6CE1" w14:textId="77777777" w:rsidTr="00E97AAC">
        <w:trPr>
          <w:trHeight w:val="285"/>
        </w:trPr>
        <w:tc>
          <w:tcPr>
            <w:tcW w:w="1205" w:type="dxa"/>
            <w:noWrap/>
            <w:vAlign w:val="center"/>
          </w:tcPr>
          <w:p w14:paraId="0A9E3C51" w14:textId="77777777" w:rsidR="0001464F" w:rsidRPr="0001464F" w:rsidRDefault="0001464F" w:rsidP="008D7312">
            <w:pPr>
              <w:pStyle w:val="Odstavecseseznamem"/>
              <w:rPr>
                <w:sz w:val="22"/>
                <w:szCs w:val="22"/>
              </w:rPr>
            </w:pPr>
          </w:p>
        </w:tc>
        <w:tc>
          <w:tcPr>
            <w:tcW w:w="5884" w:type="dxa"/>
            <w:noWrap/>
            <w:vAlign w:val="bottom"/>
          </w:tcPr>
          <w:p w14:paraId="737C9530" w14:textId="77777777" w:rsidR="0001464F" w:rsidRPr="0001464F" w:rsidRDefault="0001464F" w:rsidP="00F8669C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noWrap/>
            <w:vAlign w:val="center"/>
          </w:tcPr>
          <w:p w14:paraId="0D744143" w14:textId="77777777" w:rsidR="0001464F" w:rsidRPr="0001464F" w:rsidRDefault="0001464F" w:rsidP="00A960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noWrap/>
            <w:vAlign w:val="center"/>
          </w:tcPr>
          <w:p w14:paraId="3FF84D54" w14:textId="77777777" w:rsidR="0001464F" w:rsidRPr="0001464F" w:rsidRDefault="0001464F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6D5C14C2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1ED46D74" w14:textId="77777777" w:rsidR="00A522C2" w:rsidRPr="008D7312" w:rsidRDefault="00A522C2" w:rsidP="008D7312">
            <w:pPr>
              <w:pStyle w:val="Odstavecseseznamem"/>
              <w:rPr>
                <w:sz w:val="22"/>
                <w:szCs w:val="22"/>
              </w:rPr>
            </w:pPr>
          </w:p>
        </w:tc>
        <w:tc>
          <w:tcPr>
            <w:tcW w:w="5884" w:type="dxa"/>
            <w:noWrap/>
            <w:vAlign w:val="bottom"/>
          </w:tcPr>
          <w:p w14:paraId="5677C64B" w14:textId="502FE59A" w:rsidR="00A522C2" w:rsidRPr="008D7312" w:rsidRDefault="00A522C2" w:rsidP="00F8669C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</w:rPr>
            </w:pPr>
            <w:r w:rsidRPr="008D7312">
              <w:rPr>
                <w:b/>
                <w:bCs/>
                <w:sz w:val="22"/>
                <w:szCs w:val="22"/>
              </w:rPr>
              <w:t>Přední náprava</w:t>
            </w:r>
          </w:p>
        </w:tc>
        <w:tc>
          <w:tcPr>
            <w:tcW w:w="1701" w:type="dxa"/>
            <w:noWrap/>
            <w:vAlign w:val="center"/>
          </w:tcPr>
          <w:p w14:paraId="4BFF0C34" w14:textId="77777777" w:rsidR="00A522C2" w:rsidRPr="008D7312" w:rsidRDefault="00A522C2" w:rsidP="00A960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noWrap/>
            <w:vAlign w:val="center"/>
          </w:tcPr>
          <w:p w14:paraId="12840262" w14:textId="77777777" w:rsidR="00A522C2" w:rsidRPr="008D7312" w:rsidRDefault="00A522C2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0F5CD92B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619FB892" w14:textId="77777777" w:rsidR="00A522C2" w:rsidRPr="008D7312" w:rsidRDefault="00A522C2" w:rsidP="00A96077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noWrap/>
            <w:vAlign w:val="bottom"/>
          </w:tcPr>
          <w:p w14:paraId="4778AD2E" w14:textId="10D97A2A" w:rsidR="00A522C2" w:rsidRPr="008D7312" w:rsidRDefault="00A522C2" w:rsidP="00F8669C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Odpružená se 100 % uzávěrkou diferenciálu</w:t>
            </w:r>
          </w:p>
        </w:tc>
        <w:tc>
          <w:tcPr>
            <w:tcW w:w="1701" w:type="dxa"/>
            <w:noWrap/>
            <w:vAlign w:val="center"/>
          </w:tcPr>
          <w:p w14:paraId="7B988603" w14:textId="656873DF" w:rsidR="00A522C2" w:rsidRPr="008D7312" w:rsidRDefault="00A522C2" w:rsidP="00A9607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255A2C29" w14:textId="77777777" w:rsidR="00A522C2" w:rsidRPr="008D7312" w:rsidRDefault="00A522C2" w:rsidP="00A96077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45BACFB7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48EB3BB7" w14:textId="77777777" w:rsidR="00A522C2" w:rsidRPr="008D7312" w:rsidRDefault="00A522C2" w:rsidP="00A522C2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  <w:bookmarkStart w:id="6" w:name="_Hlk197082824"/>
          </w:p>
        </w:tc>
        <w:tc>
          <w:tcPr>
            <w:tcW w:w="5884" w:type="dxa"/>
            <w:noWrap/>
            <w:vAlign w:val="bottom"/>
          </w:tcPr>
          <w:p w14:paraId="035EB2ED" w14:textId="405DB00D" w:rsidR="00A522C2" w:rsidRPr="008D7312" w:rsidRDefault="00A522C2" w:rsidP="00A522C2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Oboustranná blokace přední nápravy</w:t>
            </w:r>
          </w:p>
        </w:tc>
        <w:tc>
          <w:tcPr>
            <w:tcW w:w="1701" w:type="dxa"/>
            <w:noWrap/>
            <w:vAlign w:val="center"/>
          </w:tcPr>
          <w:p w14:paraId="6302E099" w14:textId="6C8133CB" w:rsidR="00A522C2" w:rsidRPr="008D7312" w:rsidRDefault="00A522C2" w:rsidP="00A522C2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006F37C2" w14:textId="77777777" w:rsidR="00A522C2" w:rsidRPr="008D7312" w:rsidRDefault="00A522C2" w:rsidP="00A522C2">
            <w:pPr>
              <w:jc w:val="center"/>
              <w:rPr>
                <w:sz w:val="22"/>
                <w:szCs w:val="22"/>
              </w:rPr>
            </w:pPr>
          </w:p>
        </w:tc>
      </w:tr>
      <w:bookmarkEnd w:id="6"/>
      <w:tr w:rsidR="000A02BC" w:rsidRPr="004C0B28" w14:paraId="0D9B36B7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4E854FC9" w14:textId="77777777" w:rsidR="00A522C2" w:rsidRPr="008D7312" w:rsidRDefault="00A522C2" w:rsidP="00A522C2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noWrap/>
            <w:vAlign w:val="bottom"/>
          </w:tcPr>
          <w:p w14:paraId="6B52C389" w14:textId="6537B584" w:rsidR="00A522C2" w:rsidRPr="008D7312" w:rsidRDefault="00A522C2" w:rsidP="00A522C2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bookmarkStart w:id="7" w:name="_Hlk197082850"/>
            <w:r w:rsidRPr="008D7312">
              <w:rPr>
                <w:color w:val="000000"/>
                <w:sz w:val="22"/>
                <w:szCs w:val="22"/>
              </w:rPr>
              <w:t>Ovládání blokace nápravy z kabiny</w:t>
            </w:r>
            <w:bookmarkEnd w:id="7"/>
          </w:p>
        </w:tc>
        <w:tc>
          <w:tcPr>
            <w:tcW w:w="1701" w:type="dxa"/>
            <w:noWrap/>
            <w:vAlign w:val="center"/>
          </w:tcPr>
          <w:p w14:paraId="61243FBA" w14:textId="2B62B538" w:rsidR="00A522C2" w:rsidRPr="008D7312" w:rsidRDefault="00A522C2" w:rsidP="00A522C2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46AD9E35" w14:textId="77777777" w:rsidR="00A522C2" w:rsidRPr="008D7312" w:rsidRDefault="00A522C2" w:rsidP="00A522C2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4E89D0B9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5644AE0B" w14:textId="77777777" w:rsidR="00A522C2" w:rsidRPr="008D7312" w:rsidRDefault="00A522C2" w:rsidP="008D7312">
            <w:pPr>
              <w:pStyle w:val="Odstavecseseznamem"/>
              <w:numPr>
                <w:ilvl w:val="0"/>
                <w:numId w:val="55"/>
              </w:numPr>
              <w:ind w:left="757"/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noWrap/>
            <w:vAlign w:val="bottom"/>
          </w:tcPr>
          <w:p w14:paraId="23D5D2E9" w14:textId="611AEDE4" w:rsidR="00A522C2" w:rsidRPr="008D7312" w:rsidRDefault="00A522C2" w:rsidP="00A522C2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 xml:space="preserve">Zatížení přední nápravy bez omezení rychlosti </w:t>
            </w:r>
            <w:r w:rsidR="005A0572" w:rsidRPr="008D7312">
              <w:rPr>
                <w:sz w:val="22"/>
                <w:szCs w:val="22"/>
              </w:rPr>
              <w:t>min. 4 800 kg (dle osvědčení o registraci stroje)</w:t>
            </w:r>
          </w:p>
        </w:tc>
        <w:tc>
          <w:tcPr>
            <w:tcW w:w="1701" w:type="dxa"/>
            <w:noWrap/>
            <w:vAlign w:val="center"/>
          </w:tcPr>
          <w:p w14:paraId="5D08FDB3" w14:textId="3775B73A" w:rsidR="00A522C2" w:rsidRPr="008D7312" w:rsidRDefault="00A522C2" w:rsidP="00A522C2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hodnota</w:t>
            </w:r>
          </w:p>
        </w:tc>
        <w:tc>
          <w:tcPr>
            <w:tcW w:w="1275" w:type="dxa"/>
            <w:noWrap/>
            <w:vAlign w:val="center"/>
          </w:tcPr>
          <w:p w14:paraId="3CF999B0" w14:textId="77777777" w:rsidR="00A522C2" w:rsidRPr="008D7312" w:rsidRDefault="00A522C2" w:rsidP="00A522C2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426C44BC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4439C5E8" w14:textId="77777777" w:rsidR="00BB3DF6" w:rsidRPr="008D7312" w:rsidRDefault="00BB3DF6" w:rsidP="008D7312">
            <w:pPr>
              <w:pStyle w:val="Odstavecseseznamem"/>
              <w:rPr>
                <w:sz w:val="22"/>
                <w:szCs w:val="22"/>
              </w:rPr>
            </w:pPr>
          </w:p>
        </w:tc>
        <w:tc>
          <w:tcPr>
            <w:tcW w:w="5884" w:type="dxa"/>
            <w:noWrap/>
            <w:vAlign w:val="bottom"/>
          </w:tcPr>
          <w:p w14:paraId="776A2B4C" w14:textId="35ED913E" w:rsidR="00BB3DF6" w:rsidRPr="008D7312" w:rsidRDefault="00BB3DF6" w:rsidP="00BB3DF6">
            <w:pPr>
              <w:tabs>
                <w:tab w:val="left" w:pos="567"/>
              </w:tabs>
              <w:jc w:val="both"/>
              <w:rPr>
                <w:color w:val="000000"/>
                <w:sz w:val="22"/>
                <w:szCs w:val="22"/>
              </w:rPr>
            </w:pPr>
            <w:r w:rsidRPr="008D7312">
              <w:rPr>
                <w:b/>
                <w:bCs/>
                <w:sz w:val="22"/>
                <w:szCs w:val="22"/>
              </w:rPr>
              <w:t>Rozměry a hodnoty</w:t>
            </w:r>
          </w:p>
        </w:tc>
        <w:tc>
          <w:tcPr>
            <w:tcW w:w="1701" w:type="dxa"/>
            <w:noWrap/>
            <w:vAlign w:val="center"/>
          </w:tcPr>
          <w:p w14:paraId="3F0BF088" w14:textId="77777777" w:rsidR="00BB3DF6" w:rsidRPr="008D7312" w:rsidRDefault="00BB3DF6" w:rsidP="00BB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noWrap/>
            <w:vAlign w:val="center"/>
          </w:tcPr>
          <w:p w14:paraId="481756DD" w14:textId="77777777" w:rsidR="00BB3DF6" w:rsidRPr="008D7312" w:rsidRDefault="00BB3DF6" w:rsidP="00BB3DF6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62FE8F44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5772F15C" w14:textId="77777777" w:rsidR="00BB3DF6" w:rsidRPr="008D7312" w:rsidRDefault="00BB3DF6" w:rsidP="00BB3DF6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noWrap/>
            <w:vAlign w:val="bottom"/>
          </w:tcPr>
          <w:p w14:paraId="6FA24BD5" w14:textId="0EA33788" w:rsidR="00BB3DF6" w:rsidRPr="008D7312" w:rsidRDefault="00BB3DF6" w:rsidP="00BB3DF6">
            <w:pPr>
              <w:tabs>
                <w:tab w:val="left" w:pos="567"/>
              </w:tabs>
              <w:jc w:val="both"/>
              <w:rPr>
                <w:color w:val="000000"/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Rozvoz max. 2700 mm</w:t>
            </w:r>
          </w:p>
        </w:tc>
        <w:tc>
          <w:tcPr>
            <w:tcW w:w="1701" w:type="dxa"/>
            <w:noWrap/>
            <w:vAlign w:val="center"/>
          </w:tcPr>
          <w:p w14:paraId="40441C6C" w14:textId="2531788C" w:rsidR="00BB3DF6" w:rsidRPr="008D7312" w:rsidRDefault="00BB3DF6" w:rsidP="00BB3DF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hodnota</w:t>
            </w:r>
          </w:p>
        </w:tc>
        <w:tc>
          <w:tcPr>
            <w:tcW w:w="1275" w:type="dxa"/>
            <w:noWrap/>
            <w:vAlign w:val="center"/>
          </w:tcPr>
          <w:p w14:paraId="10032065" w14:textId="77777777" w:rsidR="00BB3DF6" w:rsidRPr="008D7312" w:rsidRDefault="00BB3DF6" w:rsidP="00BB3DF6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4A612157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5438FEDE" w14:textId="77777777" w:rsidR="00BB3DF6" w:rsidRPr="008D7312" w:rsidRDefault="00BB3DF6" w:rsidP="00BB3DF6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noWrap/>
            <w:vAlign w:val="bottom"/>
          </w:tcPr>
          <w:p w14:paraId="29966730" w14:textId="0BFB0F7E" w:rsidR="00BB3DF6" w:rsidRPr="008D7312" w:rsidRDefault="00BB3DF6" w:rsidP="00BB3DF6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Objem palivové nádrže min. 200 l</w:t>
            </w:r>
          </w:p>
        </w:tc>
        <w:tc>
          <w:tcPr>
            <w:tcW w:w="1701" w:type="dxa"/>
            <w:noWrap/>
            <w:vAlign w:val="center"/>
          </w:tcPr>
          <w:p w14:paraId="0A015C6E" w14:textId="3CAB6736" w:rsidR="00BB3DF6" w:rsidRPr="008D7312" w:rsidRDefault="00BB3DF6" w:rsidP="00BB3DF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hodnota</w:t>
            </w:r>
          </w:p>
        </w:tc>
        <w:tc>
          <w:tcPr>
            <w:tcW w:w="1275" w:type="dxa"/>
            <w:noWrap/>
            <w:vAlign w:val="center"/>
          </w:tcPr>
          <w:p w14:paraId="7143A014" w14:textId="77777777" w:rsidR="00BB3DF6" w:rsidRPr="008D7312" w:rsidRDefault="00BB3DF6" w:rsidP="00BB3DF6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2FBD7D8E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4FAEA3FC" w14:textId="77777777" w:rsidR="00BB3DF6" w:rsidRPr="008D7312" w:rsidRDefault="00BB3DF6" w:rsidP="00BB3DF6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noWrap/>
            <w:vAlign w:val="bottom"/>
          </w:tcPr>
          <w:p w14:paraId="79D5CA0B" w14:textId="326E51E0" w:rsidR="00BB3DF6" w:rsidRPr="00DF6BC1" w:rsidRDefault="00DF6BC1" w:rsidP="00BB3DF6">
            <w:pPr>
              <w:tabs>
                <w:tab w:val="left" w:pos="567"/>
              </w:tabs>
              <w:jc w:val="both"/>
            </w:pPr>
            <w:r w:rsidRPr="008D7312">
              <w:rPr>
                <w:iCs/>
              </w:rPr>
              <w:t>Největší technicky povolená hmotnost traktoru min. 10 000 kg.</w:t>
            </w:r>
          </w:p>
        </w:tc>
        <w:tc>
          <w:tcPr>
            <w:tcW w:w="1701" w:type="dxa"/>
            <w:noWrap/>
            <w:vAlign w:val="center"/>
          </w:tcPr>
          <w:p w14:paraId="19B4FD7C" w14:textId="251DB183" w:rsidR="00BB3DF6" w:rsidRPr="008D7312" w:rsidRDefault="00BB3DF6" w:rsidP="00BB3DF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hodnota</w:t>
            </w:r>
          </w:p>
        </w:tc>
        <w:tc>
          <w:tcPr>
            <w:tcW w:w="1275" w:type="dxa"/>
            <w:noWrap/>
            <w:vAlign w:val="center"/>
          </w:tcPr>
          <w:p w14:paraId="4F6D50B1" w14:textId="77777777" w:rsidR="00BB3DF6" w:rsidRPr="008D7312" w:rsidRDefault="00BB3DF6" w:rsidP="00BB3DF6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560A3796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2934AB3E" w14:textId="77777777" w:rsidR="00BB3DF6" w:rsidRPr="008D7312" w:rsidRDefault="00BB3DF6" w:rsidP="00BB3DF6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noWrap/>
          </w:tcPr>
          <w:p w14:paraId="649A2CE2" w14:textId="5890DB5C" w:rsidR="00BB3DF6" w:rsidRPr="008D7312" w:rsidRDefault="00BB3DF6" w:rsidP="00BB3DF6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 xml:space="preserve">Výška </w:t>
            </w:r>
            <w:r w:rsidR="00386110" w:rsidRPr="008D7312">
              <w:rPr>
                <w:sz w:val="22"/>
                <w:szCs w:val="22"/>
              </w:rPr>
              <w:t xml:space="preserve">bez výstr. majáků </w:t>
            </w:r>
            <w:r w:rsidRPr="008D7312">
              <w:rPr>
                <w:sz w:val="22"/>
                <w:szCs w:val="22"/>
              </w:rPr>
              <w:t>max. 3 100 mm.</w:t>
            </w:r>
          </w:p>
        </w:tc>
        <w:tc>
          <w:tcPr>
            <w:tcW w:w="1701" w:type="dxa"/>
            <w:noWrap/>
            <w:vAlign w:val="center"/>
          </w:tcPr>
          <w:p w14:paraId="09B8BF42" w14:textId="5930B936" w:rsidR="00BB3DF6" w:rsidRPr="008D7312" w:rsidRDefault="00BB3DF6" w:rsidP="00BB3DF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hodnota</w:t>
            </w:r>
          </w:p>
        </w:tc>
        <w:tc>
          <w:tcPr>
            <w:tcW w:w="1275" w:type="dxa"/>
            <w:noWrap/>
            <w:vAlign w:val="center"/>
          </w:tcPr>
          <w:p w14:paraId="0F8E02B3" w14:textId="77777777" w:rsidR="00BB3DF6" w:rsidRPr="008D7312" w:rsidRDefault="00BB3DF6" w:rsidP="00BB3DF6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1FA6E95B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08291561" w14:textId="77777777" w:rsidR="00BB3DF6" w:rsidRPr="008D7312" w:rsidRDefault="00BB3DF6" w:rsidP="00BB3DF6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noWrap/>
          </w:tcPr>
          <w:p w14:paraId="2B25D254" w14:textId="22D44E79" w:rsidR="00BB3DF6" w:rsidRPr="008D7312" w:rsidRDefault="00BB3DF6" w:rsidP="00BB3DF6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Šířka max. 2 </w:t>
            </w:r>
            <w:r w:rsidR="00CA0149">
              <w:rPr>
                <w:sz w:val="22"/>
                <w:szCs w:val="22"/>
              </w:rPr>
              <w:t>5</w:t>
            </w:r>
            <w:r w:rsidRPr="008D7312">
              <w:rPr>
                <w:sz w:val="22"/>
                <w:szCs w:val="22"/>
              </w:rPr>
              <w:t>00 mm.</w:t>
            </w:r>
          </w:p>
        </w:tc>
        <w:tc>
          <w:tcPr>
            <w:tcW w:w="1701" w:type="dxa"/>
            <w:noWrap/>
            <w:vAlign w:val="center"/>
          </w:tcPr>
          <w:p w14:paraId="65029ACF" w14:textId="12F94186" w:rsidR="00BB3DF6" w:rsidRPr="008D7312" w:rsidRDefault="00BB3DF6" w:rsidP="00BB3DF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hodnota</w:t>
            </w:r>
          </w:p>
        </w:tc>
        <w:tc>
          <w:tcPr>
            <w:tcW w:w="1275" w:type="dxa"/>
            <w:noWrap/>
            <w:vAlign w:val="center"/>
          </w:tcPr>
          <w:p w14:paraId="2FF9DD2E" w14:textId="77777777" w:rsidR="00BB3DF6" w:rsidRPr="008D7312" w:rsidRDefault="00BB3DF6" w:rsidP="00BB3DF6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2E58B134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1CB7518D" w14:textId="77777777" w:rsidR="00BB3DF6" w:rsidRPr="008D7312" w:rsidRDefault="00BB3DF6" w:rsidP="00BB3DF6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noWrap/>
          </w:tcPr>
          <w:p w14:paraId="3FC04F69" w14:textId="363ABE21" w:rsidR="00BB3DF6" w:rsidRPr="008D7312" w:rsidRDefault="00BB3DF6" w:rsidP="00BB3DF6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Délka max. 5 </w:t>
            </w:r>
            <w:r w:rsidR="00FB58A7">
              <w:rPr>
                <w:sz w:val="22"/>
                <w:szCs w:val="22"/>
              </w:rPr>
              <w:t>2</w:t>
            </w:r>
            <w:r w:rsidRPr="008D7312">
              <w:rPr>
                <w:sz w:val="22"/>
                <w:szCs w:val="22"/>
              </w:rPr>
              <w:t>00 mm</w:t>
            </w:r>
          </w:p>
        </w:tc>
        <w:tc>
          <w:tcPr>
            <w:tcW w:w="1701" w:type="dxa"/>
            <w:noWrap/>
            <w:vAlign w:val="center"/>
          </w:tcPr>
          <w:p w14:paraId="4FB34A08" w14:textId="461542D7" w:rsidR="00BB3DF6" w:rsidRPr="008D7312" w:rsidRDefault="00BB3DF6" w:rsidP="00BB3DF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hodnota</w:t>
            </w:r>
          </w:p>
        </w:tc>
        <w:tc>
          <w:tcPr>
            <w:tcW w:w="1275" w:type="dxa"/>
            <w:noWrap/>
            <w:vAlign w:val="center"/>
          </w:tcPr>
          <w:p w14:paraId="2C2BFB69" w14:textId="77777777" w:rsidR="00BB3DF6" w:rsidRPr="008D7312" w:rsidRDefault="00BB3DF6" w:rsidP="00BB3DF6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1098A891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2DCA5E2B" w14:textId="77777777" w:rsidR="00A522C2" w:rsidRPr="008D7312" w:rsidRDefault="00A522C2" w:rsidP="008D7312">
            <w:pPr>
              <w:pStyle w:val="Odstavecseseznamem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478B6DA3" w14:textId="71CC418C" w:rsidR="00A522C2" w:rsidRPr="008D7312" w:rsidRDefault="00A522C2" w:rsidP="00A522C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7312">
              <w:rPr>
                <w:b/>
                <w:bCs/>
                <w:color w:val="000000"/>
                <w:sz w:val="22"/>
                <w:szCs w:val="22"/>
              </w:rPr>
              <w:t>Brzdy</w:t>
            </w:r>
          </w:p>
        </w:tc>
        <w:tc>
          <w:tcPr>
            <w:tcW w:w="1701" w:type="dxa"/>
            <w:noWrap/>
            <w:vAlign w:val="center"/>
          </w:tcPr>
          <w:p w14:paraId="4AF9F422" w14:textId="77777777" w:rsidR="00A522C2" w:rsidRPr="008D7312" w:rsidRDefault="00A522C2" w:rsidP="00A522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noWrap/>
            <w:vAlign w:val="center"/>
          </w:tcPr>
          <w:p w14:paraId="7217A819" w14:textId="77777777" w:rsidR="00A522C2" w:rsidRPr="008D7312" w:rsidRDefault="00A522C2" w:rsidP="00A522C2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441ACE38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7DCB5247" w14:textId="4646D887" w:rsidR="00A522C2" w:rsidRPr="008D7312" w:rsidRDefault="00A522C2" w:rsidP="008D7312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7C205A5C" w14:textId="4AD39EF2" w:rsidR="00A522C2" w:rsidRPr="008D7312" w:rsidRDefault="00A522C2" w:rsidP="00A522C2">
            <w:pPr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Vzduchové brzdy pro zapojení přívěsu s dvouokruhovým i jednookruhovým brzdovým systémem.</w:t>
            </w:r>
          </w:p>
        </w:tc>
        <w:tc>
          <w:tcPr>
            <w:tcW w:w="1701" w:type="dxa"/>
            <w:noWrap/>
            <w:vAlign w:val="center"/>
          </w:tcPr>
          <w:p w14:paraId="00378345" w14:textId="530F02AA" w:rsidR="00A522C2" w:rsidRPr="008D7312" w:rsidRDefault="006F1FB6" w:rsidP="00A522C2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6CB3ADAE" w14:textId="77777777" w:rsidR="00A522C2" w:rsidRPr="008D7312" w:rsidRDefault="00A522C2" w:rsidP="00A522C2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249237FC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12EAC7C4" w14:textId="77777777" w:rsidR="006F1FB6" w:rsidRPr="008D7312" w:rsidRDefault="006F1FB6" w:rsidP="006F1FB6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53FE7847" w14:textId="78C6F352" w:rsidR="006F1FB6" w:rsidRPr="008D7312" w:rsidRDefault="006F1FB6" w:rsidP="006F1FB6">
            <w:pPr>
              <w:rPr>
                <w:color w:val="000000"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Provozní brzdy</w:t>
            </w:r>
          </w:p>
        </w:tc>
        <w:tc>
          <w:tcPr>
            <w:tcW w:w="1701" w:type="dxa"/>
            <w:noWrap/>
          </w:tcPr>
          <w:p w14:paraId="64591FF8" w14:textId="39667112" w:rsidR="006F1FB6" w:rsidRPr="008D7312" w:rsidRDefault="006F1FB6" w:rsidP="006F1FB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4A2C67AD" w14:textId="77777777" w:rsidR="006F1FB6" w:rsidRPr="008D7312" w:rsidRDefault="006F1FB6" w:rsidP="006F1FB6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05268F71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34CE9BA2" w14:textId="77777777" w:rsidR="006F1FB6" w:rsidRPr="008D7312" w:rsidRDefault="006F1FB6" w:rsidP="006F1FB6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75355D08" w14:textId="24105DE5" w:rsidR="006F1FB6" w:rsidRPr="008D7312" w:rsidRDefault="006F1FB6" w:rsidP="006F1FB6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Parkovací brzda – mechanická i elektronická</w:t>
            </w:r>
          </w:p>
        </w:tc>
        <w:tc>
          <w:tcPr>
            <w:tcW w:w="1701" w:type="dxa"/>
            <w:noWrap/>
          </w:tcPr>
          <w:p w14:paraId="1B3EEB2D" w14:textId="3CBBDA12" w:rsidR="006F1FB6" w:rsidRPr="008D7312" w:rsidRDefault="006F1FB6" w:rsidP="006F1FB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57D0ED25" w14:textId="77777777" w:rsidR="006F1FB6" w:rsidRPr="008D7312" w:rsidRDefault="006F1FB6" w:rsidP="006F1FB6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0CA94C53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03A4B8B0" w14:textId="77777777" w:rsidR="00BB3DF6" w:rsidRPr="008D7312" w:rsidRDefault="00BB3DF6" w:rsidP="008D7312">
            <w:pPr>
              <w:pStyle w:val="Odstavecseseznamem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614DDC80" w14:textId="283E42B7" w:rsidR="00BB3DF6" w:rsidRPr="008D7312" w:rsidRDefault="00BB3DF6" w:rsidP="00A522C2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</w:rPr>
            </w:pPr>
            <w:r w:rsidRPr="008D7312">
              <w:rPr>
                <w:b/>
                <w:bCs/>
                <w:sz w:val="22"/>
                <w:szCs w:val="22"/>
              </w:rPr>
              <w:t>Příslušenství</w:t>
            </w:r>
          </w:p>
        </w:tc>
        <w:tc>
          <w:tcPr>
            <w:tcW w:w="1701" w:type="dxa"/>
            <w:noWrap/>
            <w:vAlign w:val="center"/>
          </w:tcPr>
          <w:p w14:paraId="03110CEB" w14:textId="77777777" w:rsidR="00BB3DF6" w:rsidRPr="008D7312" w:rsidRDefault="00BB3DF6" w:rsidP="00A522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noWrap/>
            <w:vAlign w:val="center"/>
          </w:tcPr>
          <w:p w14:paraId="402954DC" w14:textId="77777777" w:rsidR="00BB3DF6" w:rsidRPr="008D7312" w:rsidRDefault="00BB3DF6" w:rsidP="00A522C2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141F0E26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3B01F31A" w14:textId="77777777" w:rsidR="005529C6" w:rsidRPr="008D7312" w:rsidRDefault="005529C6" w:rsidP="005529C6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54D81040" w14:textId="1B73C63A" w:rsidR="005529C6" w:rsidRPr="008D7312" w:rsidRDefault="005529C6" w:rsidP="005529C6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 xml:space="preserve">Čelní upínací zařízení </w:t>
            </w:r>
            <w:r w:rsidRPr="008D7312">
              <w:rPr>
                <w:iCs/>
                <w:sz w:val="22"/>
                <w:szCs w:val="22"/>
              </w:rPr>
              <w:t>dle DIN 76060 velikost EURO 3</w:t>
            </w:r>
            <w:r w:rsidR="004C0B28" w:rsidRPr="008D7312">
              <w:rPr>
                <w:iCs/>
                <w:sz w:val="22"/>
                <w:szCs w:val="22"/>
              </w:rPr>
              <w:t>/5</w:t>
            </w:r>
            <w:r w:rsidRPr="008D7312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noWrap/>
            <w:vAlign w:val="center"/>
          </w:tcPr>
          <w:p w14:paraId="7FF43EFD" w14:textId="7D1DD474" w:rsidR="005529C6" w:rsidRPr="008D7312" w:rsidRDefault="006F1FB6" w:rsidP="005529C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582164A6" w14:textId="77777777" w:rsidR="005529C6" w:rsidRPr="008D7312" w:rsidRDefault="005529C6" w:rsidP="005529C6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28FFF0A5" w14:textId="77777777" w:rsidTr="008D7312">
        <w:trPr>
          <w:trHeight w:val="285"/>
        </w:trPr>
        <w:tc>
          <w:tcPr>
            <w:tcW w:w="1205" w:type="dxa"/>
            <w:noWrap/>
            <w:vAlign w:val="center"/>
            <w:hideMark/>
          </w:tcPr>
          <w:p w14:paraId="160CF827" w14:textId="4B573137" w:rsidR="005529C6" w:rsidRPr="008D7312" w:rsidRDefault="005529C6" w:rsidP="008D7312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  <w:hideMark/>
          </w:tcPr>
          <w:p w14:paraId="5F4AB20F" w14:textId="77777777" w:rsidR="006F1FB6" w:rsidRPr="008D7312" w:rsidRDefault="006F1FB6" w:rsidP="008D7312">
            <w:pPr>
              <w:tabs>
                <w:tab w:val="left" w:pos="567"/>
              </w:tabs>
              <w:jc w:val="both"/>
              <w:rPr>
                <w:spacing w:val="-1"/>
                <w:sz w:val="22"/>
                <w:szCs w:val="22"/>
              </w:rPr>
            </w:pPr>
            <w:r w:rsidRPr="008D7312">
              <w:rPr>
                <w:iCs/>
                <w:spacing w:val="-1"/>
                <w:sz w:val="22"/>
                <w:szCs w:val="22"/>
              </w:rPr>
              <w:t>U čelní upínací desky DIN</w:t>
            </w:r>
            <w:r w:rsidRPr="008D7312">
              <w:rPr>
                <w:iCs/>
                <w:sz w:val="22"/>
                <w:szCs w:val="22"/>
              </w:rPr>
              <w:t xml:space="preserve"> 76060 </w:t>
            </w:r>
            <w:r w:rsidRPr="008D7312">
              <w:rPr>
                <w:sz w:val="22"/>
                <w:szCs w:val="22"/>
              </w:rPr>
              <w:t xml:space="preserve">DIN velikost 3 /5 </w:t>
            </w:r>
            <w:r w:rsidRPr="008D7312">
              <w:rPr>
                <w:iCs/>
                <w:spacing w:val="-1"/>
                <w:sz w:val="22"/>
                <w:szCs w:val="22"/>
              </w:rPr>
              <w:t>umístěna el. zásuvka 7 PIN pro zapojení pozičního osvětlení sněhové radlice.</w:t>
            </w:r>
          </w:p>
          <w:p w14:paraId="0A98BF4C" w14:textId="2863A3A7" w:rsidR="005529C6" w:rsidRPr="008D7312" w:rsidRDefault="005529C6" w:rsidP="005529C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20EF72E5" w14:textId="7816BA85" w:rsidR="005529C6" w:rsidRPr="008D7312" w:rsidRDefault="005529C6" w:rsidP="005529C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  <w:hideMark/>
          </w:tcPr>
          <w:p w14:paraId="1D177C15" w14:textId="40320C6D" w:rsidR="005529C6" w:rsidRPr="008D7312" w:rsidRDefault="005529C6" w:rsidP="005529C6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4DA78C7C" w14:textId="77777777" w:rsidTr="008D7312">
        <w:trPr>
          <w:trHeight w:val="285"/>
        </w:trPr>
        <w:tc>
          <w:tcPr>
            <w:tcW w:w="1205" w:type="dxa"/>
            <w:noWrap/>
            <w:vAlign w:val="center"/>
            <w:hideMark/>
          </w:tcPr>
          <w:p w14:paraId="7DBFBA90" w14:textId="28508891" w:rsidR="005529C6" w:rsidRPr="008D7312" w:rsidRDefault="005529C6" w:rsidP="008D7312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noWrap/>
            <w:vAlign w:val="bottom"/>
            <w:hideMark/>
          </w:tcPr>
          <w:p w14:paraId="3F65113C" w14:textId="2B932DE7" w:rsidR="005529C6" w:rsidRPr="008D7312" w:rsidRDefault="005529C6" w:rsidP="005529C6">
            <w:pPr>
              <w:rPr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Boční výztuha na motor, převodovku a zpevnění traktoru pro tlačení sněžných pluhu až pod zadní nápravu</w:t>
            </w:r>
          </w:p>
        </w:tc>
        <w:tc>
          <w:tcPr>
            <w:tcW w:w="1701" w:type="dxa"/>
            <w:noWrap/>
            <w:vAlign w:val="center"/>
            <w:hideMark/>
          </w:tcPr>
          <w:p w14:paraId="23530C6E" w14:textId="78103D33" w:rsidR="005529C6" w:rsidRPr="008D7312" w:rsidRDefault="005529C6" w:rsidP="005529C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  <w:hideMark/>
          </w:tcPr>
          <w:p w14:paraId="4410A570" w14:textId="5B137BA0" w:rsidR="005529C6" w:rsidRPr="008D7312" w:rsidRDefault="005529C6" w:rsidP="005529C6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629D5219" w14:textId="77777777" w:rsidTr="008D7312">
        <w:trPr>
          <w:trHeight w:val="285"/>
        </w:trPr>
        <w:tc>
          <w:tcPr>
            <w:tcW w:w="1205" w:type="dxa"/>
            <w:noWrap/>
            <w:vAlign w:val="center"/>
            <w:hideMark/>
          </w:tcPr>
          <w:p w14:paraId="72516F78" w14:textId="26D8C720" w:rsidR="005529C6" w:rsidRPr="008D7312" w:rsidRDefault="005529C6" w:rsidP="008D7312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  <w:hideMark/>
          </w:tcPr>
          <w:p w14:paraId="392E41AF" w14:textId="0E22D096" w:rsidR="005529C6" w:rsidRPr="008D7312" w:rsidRDefault="000F0847" w:rsidP="008D7312">
            <w:pPr>
              <w:tabs>
                <w:tab w:val="left" w:pos="567"/>
              </w:tabs>
              <w:jc w:val="both"/>
              <w:rPr>
                <w:spacing w:val="-1"/>
              </w:rPr>
            </w:pPr>
            <w:r w:rsidRPr="00CE5DC2">
              <w:rPr>
                <w:spacing w:val="-1"/>
              </w:rPr>
              <w:t>Zadní blatníky, překrývající celou šířku pneumatik, aby nedocházelo k poškozování traktoru nečistotami z komunikace</w:t>
            </w:r>
          </w:p>
        </w:tc>
        <w:tc>
          <w:tcPr>
            <w:tcW w:w="1701" w:type="dxa"/>
            <w:noWrap/>
            <w:vAlign w:val="center"/>
            <w:hideMark/>
          </w:tcPr>
          <w:p w14:paraId="3E9AB06A" w14:textId="68A8BA12" w:rsidR="005529C6" w:rsidRPr="008D7312" w:rsidRDefault="005529C6" w:rsidP="005529C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  <w:hideMark/>
          </w:tcPr>
          <w:p w14:paraId="4F6EA42E" w14:textId="57E85A01" w:rsidR="005529C6" w:rsidRPr="008D7312" w:rsidRDefault="005529C6" w:rsidP="005529C6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6496BB69" w14:textId="77777777" w:rsidTr="008D7312">
        <w:trPr>
          <w:trHeight w:val="285"/>
        </w:trPr>
        <w:tc>
          <w:tcPr>
            <w:tcW w:w="1205" w:type="dxa"/>
            <w:noWrap/>
            <w:vAlign w:val="center"/>
            <w:hideMark/>
          </w:tcPr>
          <w:p w14:paraId="7D072716" w14:textId="3DCA66E7" w:rsidR="005529C6" w:rsidRPr="008D7312" w:rsidRDefault="005529C6" w:rsidP="008D7312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  <w:hideMark/>
          </w:tcPr>
          <w:p w14:paraId="16736870" w14:textId="0EE05C77" w:rsidR="005529C6" w:rsidRPr="008D7312" w:rsidRDefault="005529C6" w:rsidP="005529C6">
            <w:pPr>
              <w:rPr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Odpojovač akumulátorů</w:t>
            </w:r>
          </w:p>
        </w:tc>
        <w:tc>
          <w:tcPr>
            <w:tcW w:w="1701" w:type="dxa"/>
            <w:noWrap/>
            <w:vAlign w:val="center"/>
            <w:hideMark/>
          </w:tcPr>
          <w:p w14:paraId="647A4476" w14:textId="50480D6F" w:rsidR="005529C6" w:rsidRPr="008D7312" w:rsidRDefault="005529C6" w:rsidP="005529C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  <w:hideMark/>
          </w:tcPr>
          <w:p w14:paraId="41A1506A" w14:textId="12B12670" w:rsidR="005529C6" w:rsidRPr="008D7312" w:rsidRDefault="005529C6" w:rsidP="005529C6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4E452E49" w14:textId="77777777" w:rsidTr="008D7312">
        <w:trPr>
          <w:trHeight w:val="285"/>
        </w:trPr>
        <w:tc>
          <w:tcPr>
            <w:tcW w:w="1205" w:type="dxa"/>
            <w:noWrap/>
            <w:vAlign w:val="center"/>
            <w:hideMark/>
          </w:tcPr>
          <w:p w14:paraId="05A0A13C" w14:textId="40CCCFE8" w:rsidR="005529C6" w:rsidRPr="008D7312" w:rsidRDefault="005529C6" w:rsidP="008D7312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  <w:hideMark/>
          </w:tcPr>
          <w:p w14:paraId="7E563876" w14:textId="4FD7DE72" w:rsidR="005529C6" w:rsidRPr="008D7312" w:rsidRDefault="005529C6" w:rsidP="008D731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Skříňka na nářadí</w:t>
            </w:r>
          </w:p>
        </w:tc>
        <w:tc>
          <w:tcPr>
            <w:tcW w:w="1701" w:type="dxa"/>
            <w:noWrap/>
            <w:vAlign w:val="center"/>
            <w:hideMark/>
          </w:tcPr>
          <w:p w14:paraId="4CC0F383" w14:textId="1926E107" w:rsidR="005529C6" w:rsidRPr="008D7312" w:rsidRDefault="005529C6" w:rsidP="005529C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  <w:hideMark/>
          </w:tcPr>
          <w:p w14:paraId="214AD11E" w14:textId="311C4598" w:rsidR="005529C6" w:rsidRPr="008D7312" w:rsidRDefault="005529C6" w:rsidP="005529C6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40D46BAC" w14:textId="77777777" w:rsidTr="008D7312">
        <w:trPr>
          <w:trHeight w:val="285"/>
        </w:trPr>
        <w:tc>
          <w:tcPr>
            <w:tcW w:w="1205" w:type="dxa"/>
            <w:noWrap/>
            <w:vAlign w:val="center"/>
          </w:tcPr>
          <w:p w14:paraId="6A354CDD" w14:textId="7941AF4B" w:rsidR="005529C6" w:rsidRPr="008D7312" w:rsidRDefault="005529C6" w:rsidP="008D7312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center"/>
          </w:tcPr>
          <w:p w14:paraId="19D2B5EB" w14:textId="5E94C3A1" w:rsidR="005529C6" w:rsidRPr="008D7312" w:rsidRDefault="005529C6" w:rsidP="008D7312">
            <w:pPr>
              <w:spacing w:before="40"/>
              <w:jc w:val="both"/>
              <w:rPr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 xml:space="preserve"> Zvýšená protikorozní ochrana podvozku traktorového nosiče tixotropním antikorozním přípravkem s vysokým obsahem zinku na bázi tvrdého syntetického vosku, s dlouhodobým účinkem ochrany proti korozi, vysokou tixotropií, s vlastností ochrany i před vysokými teplotami.</w:t>
            </w:r>
          </w:p>
        </w:tc>
        <w:tc>
          <w:tcPr>
            <w:tcW w:w="1701" w:type="dxa"/>
            <w:noWrap/>
            <w:vAlign w:val="center"/>
          </w:tcPr>
          <w:p w14:paraId="4399C6F9" w14:textId="1A0CE871" w:rsidR="005529C6" w:rsidRPr="008D7312" w:rsidDel="00057286" w:rsidRDefault="005529C6" w:rsidP="005529C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/ne</w:t>
            </w:r>
          </w:p>
        </w:tc>
        <w:tc>
          <w:tcPr>
            <w:tcW w:w="1275" w:type="dxa"/>
            <w:noWrap/>
            <w:vAlign w:val="center"/>
          </w:tcPr>
          <w:p w14:paraId="7D7306AF" w14:textId="77777777" w:rsidR="005529C6" w:rsidRPr="008D7312" w:rsidRDefault="005529C6" w:rsidP="005529C6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11228344" w14:textId="77777777" w:rsidTr="008D7312">
        <w:trPr>
          <w:trHeight w:val="309"/>
        </w:trPr>
        <w:tc>
          <w:tcPr>
            <w:tcW w:w="1205" w:type="dxa"/>
            <w:noWrap/>
            <w:vAlign w:val="center"/>
            <w:hideMark/>
          </w:tcPr>
          <w:p w14:paraId="4F0D7DCF" w14:textId="788BB523" w:rsidR="005529C6" w:rsidRPr="008D7312" w:rsidRDefault="005529C6" w:rsidP="008D7312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  <w:hideMark/>
          </w:tcPr>
          <w:p w14:paraId="53A05F7D" w14:textId="7B062FBC" w:rsidR="005529C6" w:rsidRPr="008D7312" w:rsidRDefault="005529C6" w:rsidP="005529C6">
            <w:pPr>
              <w:rPr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 xml:space="preserve">Hasicí přístroj </w:t>
            </w:r>
          </w:p>
        </w:tc>
        <w:tc>
          <w:tcPr>
            <w:tcW w:w="1701" w:type="dxa"/>
            <w:noWrap/>
            <w:vAlign w:val="center"/>
            <w:hideMark/>
          </w:tcPr>
          <w:p w14:paraId="4A7C30D3" w14:textId="3A31B3E1" w:rsidR="005529C6" w:rsidRPr="008D7312" w:rsidRDefault="005529C6" w:rsidP="00E52A05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  <w:hideMark/>
          </w:tcPr>
          <w:p w14:paraId="1969F681" w14:textId="24A6A6D2" w:rsidR="005529C6" w:rsidRPr="008D7312" w:rsidRDefault="005529C6" w:rsidP="005529C6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1EB32F42" w14:textId="77777777" w:rsidTr="008D7312">
        <w:trPr>
          <w:trHeight w:val="309"/>
        </w:trPr>
        <w:tc>
          <w:tcPr>
            <w:tcW w:w="1205" w:type="dxa"/>
            <w:noWrap/>
            <w:vAlign w:val="center"/>
          </w:tcPr>
          <w:p w14:paraId="72684010" w14:textId="77777777" w:rsidR="00DF6BC1" w:rsidRPr="00DF6BC1" w:rsidDel="00353013" w:rsidRDefault="00DF6BC1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246E92AF" w14:textId="19A6FECB" w:rsidR="00DF6BC1" w:rsidRPr="008D7312" w:rsidRDefault="00DF6BC1" w:rsidP="008D7312">
            <w:pPr>
              <w:tabs>
                <w:tab w:val="left" w:pos="142"/>
                <w:tab w:val="left" w:pos="567"/>
                <w:tab w:val="left" w:pos="709"/>
              </w:tabs>
              <w:jc w:val="both"/>
            </w:pPr>
            <w:r>
              <w:t>Barva traktoru</w:t>
            </w:r>
            <w:r w:rsidRPr="005F2B00">
              <w:t xml:space="preserve"> RAL </w:t>
            </w:r>
            <w:r>
              <w:t xml:space="preserve">2011, min. střecha, zadní blatníky, kapota motoru </w:t>
            </w:r>
          </w:p>
        </w:tc>
        <w:tc>
          <w:tcPr>
            <w:tcW w:w="1701" w:type="dxa"/>
            <w:noWrap/>
            <w:vAlign w:val="center"/>
          </w:tcPr>
          <w:p w14:paraId="40FE1A91" w14:textId="6A916280" w:rsidR="00DF6BC1" w:rsidRPr="0030755B" w:rsidRDefault="00DF6BC1" w:rsidP="00E52A05">
            <w:pPr>
              <w:jc w:val="center"/>
              <w:rPr>
                <w:sz w:val="22"/>
                <w:szCs w:val="22"/>
              </w:rPr>
            </w:pPr>
            <w:r w:rsidRPr="0030755B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6F4E0217" w14:textId="77777777" w:rsidR="00DF6BC1" w:rsidRPr="0030755B" w:rsidRDefault="00DF6BC1" w:rsidP="005529C6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33BDEA55" w14:textId="77777777" w:rsidTr="008D7312">
        <w:trPr>
          <w:trHeight w:val="309"/>
        </w:trPr>
        <w:tc>
          <w:tcPr>
            <w:tcW w:w="1205" w:type="dxa"/>
            <w:noWrap/>
            <w:vAlign w:val="center"/>
          </w:tcPr>
          <w:p w14:paraId="035D3644" w14:textId="77777777" w:rsidR="005529C6" w:rsidRPr="008D7312" w:rsidDel="00353013" w:rsidRDefault="005529C6" w:rsidP="005529C6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29F77DAF" w14:textId="1263B2F2" w:rsidR="005529C6" w:rsidRPr="008D7312" w:rsidRDefault="005529C6" w:rsidP="005529C6">
            <w:pPr>
              <w:rPr>
                <w:color w:val="000000"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Základní výbava dle vyhlášky o provozu na pozemních komunikacích</w:t>
            </w:r>
          </w:p>
        </w:tc>
        <w:tc>
          <w:tcPr>
            <w:tcW w:w="1701" w:type="dxa"/>
            <w:noWrap/>
            <w:vAlign w:val="center"/>
          </w:tcPr>
          <w:p w14:paraId="169D7825" w14:textId="15D4A37E" w:rsidR="005529C6" w:rsidRPr="008D7312" w:rsidRDefault="005529C6" w:rsidP="008D7312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3216E78D" w14:textId="77777777" w:rsidR="005529C6" w:rsidRPr="008D7312" w:rsidRDefault="005529C6" w:rsidP="005529C6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71D3183D" w14:textId="77777777" w:rsidTr="008D7312">
        <w:trPr>
          <w:trHeight w:val="309"/>
        </w:trPr>
        <w:tc>
          <w:tcPr>
            <w:tcW w:w="1205" w:type="dxa"/>
            <w:noWrap/>
            <w:vAlign w:val="center"/>
          </w:tcPr>
          <w:p w14:paraId="775C2640" w14:textId="77777777" w:rsidR="005529C6" w:rsidRPr="008D7312" w:rsidDel="00353013" w:rsidRDefault="005529C6" w:rsidP="005529C6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2534624F" w14:textId="361A9918" w:rsidR="005529C6" w:rsidRPr="008D7312" w:rsidRDefault="006F1FB6" w:rsidP="008D7312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Osvědčení o registraci stroje.</w:t>
            </w:r>
          </w:p>
        </w:tc>
        <w:tc>
          <w:tcPr>
            <w:tcW w:w="1701" w:type="dxa"/>
            <w:noWrap/>
            <w:vAlign w:val="center"/>
          </w:tcPr>
          <w:p w14:paraId="65AC2A51" w14:textId="623DAD54" w:rsidR="005529C6" w:rsidRPr="008D7312" w:rsidRDefault="005529C6" w:rsidP="008D7312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18E0596B" w14:textId="77777777" w:rsidR="005529C6" w:rsidRPr="008D7312" w:rsidRDefault="005529C6" w:rsidP="005529C6">
            <w:pPr>
              <w:jc w:val="center"/>
              <w:rPr>
                <w:sz w:val="22"/>
                <w:szCs w:val="22"/>
              </w:rPr>
            </w:pPr>
          </w:p>
        </w:tc>
      </w:tr>
      <w:tr w:rsidR="000A02BC" w:rsidRPr="004C0B28" w14:paraId="2CCD6E53" w14:textId="77777777" w:rsidTr="008D7312">
        <w:trPr>
          <w:trHeight w:val="510"/>
        </w:trPr>
        <w:tc>
          <w:tcPr>
            <w:tcW w:w="1205" w:type="dxa"/>
            <w:noWrap/>
            <w:vAlign w:val="center"/>
          </w:tcPr>
          <w:p w14:paraId="4C0F767F" w14:textId="192A2952" w:rsidR="005529C6" w:rsidRPr="008D7312" w:rsidRDefault="005529C6" w:rsidP="008D7312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884" w:type="dxa"/>
            <w:vAlign w:val="bottom"/>
          </w:tcPr>
          <w:p w14:paraId="0841B2A4" w14:textId="37DD4047" w:rsidR="005529C6" w:rsidRPr="008D7312" w:rsidRDefault="005529C6" w:rsidP="005529C6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  <w:bCs/>
                <w:iCs/>
                <w:sz w:val="22"/>
                <w:szCs w:val="22"/>
              </w:rPr>
            </w:pPr>
            <w:r w:rsidRPr="008D7312">
              <w:rPr>
                <w:b w:val="0"/>
                <w:bCs/>
                <w:color w:val="000000"/>
                <w:sz w:val="22"/>
                <w:szCs w:val="22"/>
              </w:rPr>
              <w:t>Požadavek aktivních FMS dat pro přenos do GPS modulu třetí strany čili aktivní FMS brána dle standardního protokolu FMS</w:t>
            </w:r>
          </w:p>
        </w:tc>
        <w:tc>
          <w:tcPr>
            <w:tcW w:w="1701" w:type="dxa"/>
            <w:noWrap/>
            <w:vAlign w:val="center"/>
          </w:tcPr>
          <w:p w14:paraId="5B6F0283" w14:textId="20F76321" w:rsidR="005529C6" w:rsidRPr="008D7312" w:rsidRDefault="005529C6" w:rsidP="005529C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75" w:type="dxa"/>
            <w:noWrap/>
            <w:vAlign w:val="center"/>
          </w:tcPr>
          <w:p w14:paraId="4CC039A0" w14:textId="77777777" w:rsidR="005529C6" w:rsidRPr="008D7312" w:rsidRDefault="005529C6" w:rsidP="005529C6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75E848F" w14:textId="77777777" w:rsidR="0090058A" w:rsidRDefault="0090058A" w:rsidP="00CC1FD4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p w14:paraId="74C9B96F" w14:textId="77777777" w:rsidR="00C532A4" w:rsidRDefault="00C532A4" w:rsidP="00CC1FD4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p w14:paraId="48CCDAA1" w14:textId="77777777" w:rsidR="00865AFB" w:rsidRDefault="00865AFB" w:rsidP="00CC1FD4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p w14:paraId="34632A82" w14:textId="77777777" w:rsidR="00C532A4" w:rsidRDefault="00C532A4" w:rsidP="00CC1FD4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p w14:paraId="461E37B4" w14:textId="77777777" w:rsidR="003C2FD7" w:rsidRPr="008D7312" w:rsidRDefault="003C2FD7" w:rsidP="00CC1FD4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bookmarkEnd w:id="0"/>
    <w:tbl>
      <w:tblPr>
        <w:tblW w:w="10065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5953"/>
        <w:gridCol w:w="1600"/>
        <w:gridCol w:w="1228"/>
        <w:gridCol w:w="7"/>
      </w:tblGrid>
      <w:tr w:rsidR="006D17A7" w:rsidRPr="004C0B28" w14:paraId="02F0EDA0" w14:textId="77777777" w:rsidTr="008D7312">
        <w:trPr>
          <w:trHeight w:val="816"/>
        </w:trPr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295A774" w14:textId="77777777" w:rsidR="006D17A7" w:rsidRPr="008D7312" w:rsidRDefault="006D17A7" w:rsidP="0084674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5EC00" w14:textId="0B9237BC" w:rsidR="006D17A7" w:rsidRPr="008D7312" w:rsidRDefault="001F15C8" w:rsidP="0084674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</w:rPr>
              <w:t>Čelní ramenová sekací</w:t>
            </w:r>
            <w:r>
              <w:rPr>
                <w:b/>
                <w:i/>
                <w:iCs/>
              </w:rPr>
              <w:t xml:space="preserve"> </w:t>
            </w:r>
            <w:r>
              <w:rPr>
                <w:b/>
              </w:rPr>
              <w:t>nástavba</w:t>
            </w:r>
            <w:r w:rsidR="006D17A7" w:rsidRPr="008D7312">
              <w:rPr>
                <w:b/>
                <w:bCs/>
                <w:sz w:val="22"/>
                <w:szCs w:val="22"/>
              </w:rPr>
              <w:t>, typ a označení: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B9431" w14:textId="77777777" w:rsidR="006D17A7" w:rsidRPr="008D7312" w:rsidRDefault="006D17A7" w:rsidP="0084674A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8D7312">
              <w:rPr>
                <w:b/>
                <w:bCs/>
                <w:color w:val="FF0000"/>
                <w:sz w:val="22"/>
                <w:szCs w:val="22"/>
              </w:rPr>
              <w:t>Doplní prodávající</w:t>
            </w:r>
          </w:p>
        </w:tc>
      </w:tr>
      <w:tr w:rsidR="006D17A7" w:rsidRPr="004C0B28" w14:paraId="46E7AA3F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tcBorders>
              <w:top w:val="single" w:sz="4" w:space="0" w:color="auto"/>
            </w:tcBorders>
            <w:noWrap/>
            <w:vAlign w:val="center"/>
          </w:tcPr>
          <w:p w14:paraId="345977F9" w14:textId="77777777" w:rsidR="006D17A7" w:rsidRPr="008D7312" w:rsidRDefault="006D17A7" w:rsidP="0084674A">
            <w:pPr>
              <w:jc w:val="center"/>
              <w:rPr>
                <w:b/>
                <w:bCs/>
                <w:sz w:val="22"/>
                <w:szCs w:val="22"/>
              </w:rPr>
            </w:pPr>
            <w:r w:rsidRPr="008D7312">
              <w:rPr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5953" w:type="dxa"/>
            <w:tcBorders>
              <w:top w:val="single" w:sz="4" w:space="0" w:color="auto"/>
            </w:tcBorders>
            <w:vAlign w:val="center"/>
          </w:tcPr>
          <w:p w14:paraId="675C4EF7" w14:textId="77777777" w:rsidR="006D17A7" w:rsidRPr="008D7312" w:rsidRDefault="006D17A7" w:rsidP="0084674A">
            <w:pPr>
              <w:rPr>
                <w:b/>
                <w:bCs/>
                <w:sz w:val="22"/>
                <w:szCs w:val="22"/>
              </w:rPr>
            </w:pPr>
            <w:r w:rsidRPr="008D7312">
              <w:rPr>
                <w:b/>
                <w:bCs/>
                <w:sz w:val="22"/>
                <w:szCs w:val="22"/>
              </w:rPr>
              <w:t>Název parametru, požadavku</w:t>
            </w:r>
          </w:p>
        </w:tc>
        <w:tc>
          <w:tcPr>
            <w:tcW w:w="1600" w:type="dxa"/>
            <w:tcBorders>
              <w:top w:val="single" w:sz="4" w:space="0" w:color="auto"/>
            </w:tcBorders>
            <w:noWrap/>
            <w:vAlign w:val="center"/>
          </w:tcPr>
          <w:p w14:paraId="5B4E4CD2" w14:textId="77777777" w:rsidR="006D17A7" w:rsidRPr="008D7312" w:rsidRDefault="006D17A7" w:rsidP="0084674A">
            <w:pPr>
              <w:jc w:val="center"/>
              <w:rPr>
                <w:b/>
                <w:bCs/>
                <w:sz w:val="22"/>
                <w:szCs w:val="22"/>
              </w:rPr>
            </w:pPr>
            <w:r w:rsidRPr="008D7312">
              <w:rPr>
                <w:b/>
                <w:bCs/>
                <w:color w:val="000000"/>
                <w:sz w:val="22"/>
                <w:szCs w:val="22"/>
              </w:rPr>
              <w:t>Možnosti / způsob  vyplnění</w:t>
            </w:r>
          </w:p>
        </w:tc>
        <w:tc>
          <w:tcPr>
            <w:tcW w:w="1228" w:type="dxa"/>
            <w:tcBorders>
              <w:top w:val="single" w:sz="4" w:space="0" w:color="auto"/>
            </w:tcBorders>
            <w:noWrap/>
            <w:vAlign w:val="center"/>
          </w:tcPr>
          <w:p w14:paraId="65E5EE20" w14:textId="77777777" w:rsidR="006D17A7" w:rsidRPr="008D7312" w:rsidRDefault="006D17A7" w:rsidP="0084674A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8D7312">
              <w:rPr>
                <w:b/>
                <w:bCs/>
                <w:color w:val="FF0000"/>
                <w:sz w:val="22"/>
                <w:szCs w:val="22"/>
              </w:rPr>
              <w:t>Prodávající vyplní</w:t>
            </w:r>
          </w:p>
          <w:p w14:paraId="40ED39A9" w14:textId="77777777" w:rsidR="006D17A7" w:rsidRPr="008D7312" w:rsidRDefault="006D17A7" w:rsidP="0084674A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8D7312">
              <w:rPr>
                <w:b/>
                <w:bCs/>
                <w:color w:val="FF0000"/>
                <w:sz w:val="22"/>
                <w:szCs w:val="22"/>
              </w:rPr>
              <w:t>hodnotu platnou</w:t>
            </w:r>
          </w:p>
          <w:p w14:paraId="67C9E1C8" w14:textId="77777777" w:rsidR="006D17A7" w:rsidRPr="008D7312" w:rsidRDefault="006D17A7" w:rsidP="0084674A">
            <w:pPr>
              <w:jc w:val="center"/>
              <w:rPr>
                <w:b/>
                <w:bCs/>
                <w:sz w:val="22"/>
                <w:szCs w:val="22"/>
              </w:rPr>
            </w:pPr>
            <w:r w:rsidRPr="008D7312">
              <w:rPr>
                <w:b/>
                <w:bCs/>
                <w:color w:val="FF0000"/>
                <w:sz w:val="22"/>
                <w:szCs w:val="22"/>
              </w:rPr>
              <w:t>pro nabízený stroj</w:t>
            </w:r>
          </w:p>
        </w:tc>
      </w:tr>
      <w:tr w:rsidR="006D17A7" w:rsidRPr="004C0B28" w14:paraId="360034C0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40DD59B2" w14:textId="77777777" w:rsidR="006D17A7" w:rsidRPr="008D7312" w:rsidRDefault="006D17A7" w:rsidP="006D17A7">
            <w:pPr>
              <w:pStyle w:val="Odstavecseseznamem"/>
              <w:numPr>
                <w:ilvl w:val="0"/>
                <w:numId w:val="5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06C6C6AD" w14:textId="7B996843" w:rsidR="006D17A7" w:rsidRPr="008D7312" w:rsidRDefault="006D17A7" w:rsidP="006D17A7">
            <w:pPr>
              <w:rPr>
                <w:iCs/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 xml:space="preserve">Systém práce vpravo, </w:t>
            </w:r>
          </w:p>
        </w:tc>
        <w:tc>
          <w:tcPr>
            <w:tcW w:w="1600" w:type="dxa"/>
            <w:noWrap/>
            <w:vAlign w:val="center"/>
          </w:tcPr>
          <w:p w14:paraId="12C0997E" w14:textId="46BA1F80" w:rsidR="006D17A7" w:rsidRPr="008D7312" w:rsidRDefault="006F1FB6" w:rsidP="006D17A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01CD248F" w14:textId="77777777" w:rsidR="006D17A7" w:rsidRPr="008D7312" w:rsidRDefault="006D17A7" w:rsidP="006D17A7">
            <w:pPr>
              <w:jc w:val="center"/>
              <w:rPr>
                <w:sz w:val="22"/>
                <w:szCs w:val="22"/>
              </w:rPr>
            </w:pPr>
          </w:p>
        </w:tc>
      </w:tr>
      <w:tr w:rsidR="006F1FB6" w:rsidRPr="004C0B28" w14:paraId="26FEAE06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69647E47" w14:textId="77777777" w:rsidR="006F1FB6" w:rsidRPr="008D7312" w:rsidRDefault="006F1FB6" w:rsidP="006D17A7">
            <w:pPr>
              <w:pStyle w:val="Odstavecseseznamem"/>
              <w:numPr>
                <w:ilvl w:val="0"/>
                <w:numId w:val="5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4F4D5577" w14:textId="2DD23DF6" w:rsidR="006F1FB6" w:rsidRPr="008D7312" w:rsidRDefault="006F1FB6" w:rsidP="008D7312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 xml:space="preserve">Pracovní dosah žací hlavy min.  </w:t>
            </w:r>
            <w:r w:rsidRPr="008D7312">
              <w:rPr>
                <w:sz w:val="22"/>
                <w:szCs w:val="22"/>
              </w:rPr>
              <w:t xml:space="preserve">7 m. </w:t>
            </w:r>
          </w:p>
        </w:tc>
        <w:tc>
          <w:tcPr>
            <w:tcW w:w="1600" w:type="dxa"/>
            <w:noWrap/>
            <w:vAlign w:val="center"/>
          </w:tcPr>
          <w:p w14:paraId="64D490BE" w14:textId="405F2970" w:rsidR="006F1FB6" w:rsidRPr="008D7312" w:rsidRDefault="006F1FB6" w:rsidP="006D17A7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49C1B30C" w14:textId="77777777" w:rsidR="006F1FB6" w:rsidRPr="008D7312" w:rsidRDefault="006F1FB6" w:rsidP="006D17A7">
            <w:pPr>
              <w:jc w:val="center"/>
              <w:rPr>
                <w:sz w:val="22"/>
                <w:szCs w:val="22"/>
              </w:rPr>
            </w:pPr>
          </w:p>
        </w:tc>
      </w:tr>
      <w:tr w:rsidR="006F1FB6" w:rsidRPr="004C0B28" w14:paraId="5592E44B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5937448B" w14:textId="77777777" w:rsidR="006F1FB6" w:rsidRPr="008D7312" w:rsidRDefault="006F1FB6" w:rsidP="006F1FB6">
            <w:pPr>
              <w:pStyle w:val="Odstavecseseznamem"/>
              <w:numPr>
                <w:ilvl w:val="0"/>
                <w:numId w:val="5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384D72F8" w14:textId="0E533006" w:rsidR="006F1FB6" w:rsidRPr="008D7312" w:rsidRDefault="006F1FB6" w:rsidP="008D7312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Rozsah otočení nástroje – zařízení min. 240 stupňů.</w:t>
            </w:r>
          </w:p>
        </w:tc>
        <w:tc>
          <w:tcPr>
            <w:tcW w:w="1600" w:type="dxa"/>
            <w:noWrap/>
            <w:vAlign w:val="center"/>
          </w:tcPr>
          <w:p w14:paraId="0E407235" w14:textId="4538E1A3" w:rsidR="006F1FB6" w:rsidRPr="008D7312" w:rsidRDefault="006F1FB6" w:rsidP="006F1FB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596A1420" w14:textId="77777777" w:rsidR="006F1FB6" w:rsidRPr="008D7312" w:rsidRDefault="006F1FB6" w:rsidP="006F1FB6">
            <w:pPr>
              <w:jc w:val="center"/>
              <w:rPr>
                <w:sz w:val="22"/>
                <w:szCs w:val="22"/>
              </w:rPr>
            </w:pPr>
          </w:p>
        </w:tc>
      </w:tr>
      <w:tr w:rsidR="006F1FB6" w:rsidRPr="004C0B28" w14:paraId="6E6FA25C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65C299ED" w14:textId="77777777" w:rsidR="006F1FB6" w:rsidRPr="008D7312" w:rsidRDefault="006F1FB6" w:rsidP="006F1FB6">
            <w:pPr>
              <w:pStyle w:val="Odstavecseseznamem"/>
              <w:numPr>
                <w:ilvl w:val="0"/>
                <w:numId w:val="5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75981387" w14:textId="2F86F944" w:rsidR="006F1FB6" w:rsidRPr="008D7312" w:rsidRDefault="006F1FB6" w:rsidP="006F1FB6">
            <w:pPr>
              <w:rPr>
                <w:color w:val="ED0000"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Hydraulický systém ochrany ramena proti nárazu – hydraulickou pojistkou se systémem automatického návratu ramene do pracovní polohy, včetně systému proporcionálního nadlehčování výložníku, ovládaného pomocí potenciometru z kabiny řidiče.</w:t>
            </w:r>
          </w:p>
        </w:tc>
        <w:tc>
          <w:tcPr>
            <w:tcW w:w="1600" w:type="dxa"/>
            <w:noWrap/>
            <w:vAlign w:val="center"/>
          </w:tcPr>
          <w:p w14:paraId="66321A9A" w14:textId="756FA83B" w:rsidR="006F1FB6" w:rsidRPr="008D7312" w:rsidRDefault="006F1FB6" w:rsidP="006F1FB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2B3369D4" w14:textId="77777777" w:rsidR="006F1FB6" w:rsidRPr="008D7312" w:rsidRDefault="006F1FB6" w:rsidP="006F1FB6">
            <w:pPr>
              <w:jc w:val="center"/>
              <w:rPr>
                <w:sz w:val="22"/>
                <w:szCs w:val="22"/>
              </w:rPr>
            </w:pPr>
          </w:p>
        </w:tc>
      </w:tr>
      <w:tr w:rsidR="006F1FB6" w:rsidRPr="004C0B28" w14:paraId="46E28AF9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43A8523A" w14:textId="77777777" w:rsidR="006F1FB6" w:rsidRPr="008D7312" w:rsidRDefault="006F1FB6" w:rsidP="006F1FB6">
            <w:pPr>
              <w:pStyle w:val="Odstavecseseznamem"/>
              <w:numPr>
                <w:ilvl w:val="0"/>
                <w:numId w:val="5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2B67604D" w14:textId="56247B56" w:rsidR="006F1FB6" w:rsidRPr="008D7312" w:rsidRDefault="006F1FB6" w:rsidP="008D7312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Aktivní, rozsahově nezávislá regulace přítlaku a maximálního kontaktního tlaku na hlavě sekačky. Kontaktní tlak i tlak na pravou či levou hranu sekací hlavy je nastavitelný od 0-</w:t>
            </w:r>
            <w:r w:rsidR="006359B6" w:rsidRPr="008D7312">
              <w:rPr>
                <w:sz w:val="22"/>
                <w:szCs w:val="22"/>
              </w:rPr>
              <w:t>100 %</w:t>
            </w:r>
            <w:r w:rsidRPr="008D7312">
              <w:rPr>
                <w:sz w:val="22"/>
                <w:szCs w:val="22"/>
              </w:rPr>
              <w:t>. na ovládacím panelu v kabině řidiče.</w:t>
            </w:r>
          </w:p>
        </w:tc>
        <w:tc>
          <w:tcPr>
            <w:tcW w:w="1600" w:type="dxa"/>
            <w:noWrap/>
            <w:vAlign w:val="center"/>
          </w:tcPr>
          <w:p w14:paraId="37E62CA9" w14:textId="0F764A18" w:rsidR="006F1FB6" w:rsidRPr="008D7312" w:rsidRDefault="006F1FB6" w:rsidP="006F1FB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144C1C33" w14:textId="77777777" w:rsidR="006F1FB6" w:rsidRPr="008D7312" w:rsidRDefault="006F1FB6" w:rsidP="006F1FB6">
            <w:pPr>
              <w:jc w:val="center"/>
              <w:rPr>
                <w:sz w:val="22"/>
                <w:szCs w:val="22"/>
              </w:rPr>
            </w:pPr>
          </w:p>
        </w:tc>
      </w:tr>
      <w:tr w:rsidR="006F1FB6" w:rsidRPr="004C0B28" w14:paraId="030F78EC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3366A3C1" w14:textId="77777777" w:rsidR="006F1FB6" w:rsidRPr="008D7312" w:rsidRDefault="006F1FB6" w:rsidP="006F1FB6">
            <w:pPr>
              <w:pStyle w:val="Odstavecseseznamem"/>
              <w:numPr>
                <w:ilvl w:val="0"/>
                <w:numId w:val="5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03A4FBAF" w14:textId="7C14E27F" w:rsidR="006F1FB6" w:rsidRPr="008D7312" w:rsidRDefault="006F1FB6" w:rsidP="006F1FB6">
            <w:pPr>
              <w:rPr>
                <w:color w:val="ED0000"/>
                <w:sz w:val="22"/>
                <w:szCs w:val="22"/>
              </w:rPr>
            </w:pPr>
            <w:r w:rsidRPr="008D7312">
              <w:rPr>
                <w:color w:val="000000"/>
                <w:spacing w:val="1"/>
                <w:sz w:val="22"/>
                <w:szCs w:val="22"/>
              </w:rPr>
              <w:t>Ochrana v přední části žací hlavy proti odlétávajícím kamenům (včetně řetězové clony).</w:t>
            </w:r>
          </w:p>
        </w:tc>
        <w:tc>
          <w:tcPr>
            <w:tcW w:w="1600" w:type="dxa"/>
            <w:noWrap/>
            <w:vAlign w:val="center"/>
          </w:tcPr>
          <w:p w14:paraId="6B581082" w14:textId="3A0FD48E" w:rsidR="006F1FB6" w:rsidRPr="008D7312" w:rsidRDefault="006F1FB6" w:rsidP="006F1FB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2C7E4450" w14:textId="77777777" w:rsidR="006F1FB6" w:rsidRPr="008D7312" w:rsidRDefault="006F1FB6" w:rsidP="006F1FB6">
            <w:pPr>
              <w:jc w:val="center"/>
              <w:rPr>
                <w:sz w:val="22"/>
                <w:szCs w:val="22"/>
              </w:rPr>
            </w:pPr>
          </w:p>
        </w:tc>
      </w:tr>
      <w:tr w:rsidR="006F1FB6" w:rsidRPr="004C0B28" w14:paraId="6DD2CE06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2923F61B" w14:textId="77777777" w:rsidR="006F1FB6" w:rsidRPr="008D7312" w:rsidRDefault="006F1FB6" w:rsidP="006F1FB6">
            <w:pPr>
              <w:pStyle w:val="Odstavecseseznamem"/>
              <w:numPr>
                <w:ilvl w:val="0"/>
                <w:numId w:val="5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63A53DCD" w14:textId="01378599" w:rsidR="006F1FB6" w:rsidRPr="008D7312" w:rsidRDefault="006F1FB6" w:rsidP="006F1FB6">
            <w:pPr>
              <w:rPr>
                <w:color w:val="ED0000"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Ochrana v zadní části žací hlavy proti odlétávajícím kamenům.</w:t>
            </w:r>
          </w:p>
        </w:tc>
        <w:tc>
          <w:tcPr>
            <w:tcW w:w="1600" w:type="dxa"/>
            <w:noWrap/>
            <w:vAlign w:val="center"/>
          </w:tcPr>
          <w:p w14:paraId="5540D310" w14:textId="0BD1AD86" w:rsidR="006F1FB6" w:rsidRPr="008D7312" w:rsidRDefault="006F1FB6" w:rsidP="006F1FB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32EDF4BD" w14:textId="77777777" w:rsidR="006F1FB6" w:rsidRPr="008D7312" w:rsidRDefault="006F1FB6" w:rsidP="006F1FB6">
            <w:pPr>
              <w:jc w:val="center"/>
              <w:rPr>
                <w:sz w:val="22"/>
                <w:szCs w:val="22"/>
              </w:rPr>
            </w:pPr>
          </w:p>
        </w:tc>
      </w:tr>
      <w:tr w:rsidR="006F1FB6" w:rsidRPr="004C0B28" w14:paraId="7DAF4A1E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610DB666" w14:textId="77777777" w:rsidR="006F1FB6" w:rsidRPr="008D7312" w:rsidRDefault="006F1FB6" w:rsidP="006F1FB6">
            <w:pPr>
              <w:pStyle w:val="Odstavecseseznamem"/>
              <w:numPr>
                <w:ilvl w:val="0"/>
                <w:numId w:val="5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661B478F" w14:textId="4AC3BF24" w:rsidR="006F1FB6" w:rsidRPr="008D7312" w:rsidRDefault="007E573A" w:rsidP="008D7312">
            <w:pPr>
              <w:tabs>
                <w:tab w:val="left" w:pos="567"/>
              </w:tabs>
              <w:jc w:val="both"/>
              <w:rPr>
                <w:spacing w:val="1"/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Hydraulické příčné posunutí ramene o minimálně 1 500 mm v sólo provozu</w:t>
            </w:r>
          </w:p>
        </w:tc>
        <w:tc>
          <w:tcPr>
            <w:tcW w:w="1600" w:type="dxa"/>
            <w:noWrap/>
            <w:vAlign w:val="center"/>
          </w:tcPr>
          <w:p w14:paraId="3F95375B" w14:textId="369CC33F" w:rsidR="006F1FB6" w:rsidRPr="008D7312" w:rsidRDefault="007E573A" w:rsidP="006F1FB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5A7961F1" w14:textId="77777777" w:rsidR="006F1FB6" w:rsidRPr="008D7312" w:rsidRDefault="006F1FB6" w:rsidP="006F1FB6">
            <w:pPr>
              <w:jc w:val="center"/>
              <w:rPr>
                <w:sz w:val="22"/>
                <w:szCs w:val="22"/>
              </w:rPr>
            </w:pPr>
          </w:p>
        </w:tc>
      </w:tr>
      <w:tr w:rsidR="006F1FB6" w:rsidRPr="004C0B28" w14:paraId="1B286EB6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1269EC5A" w14:textId="77777777" w:rsidR="006F1FB6" w:rsidRPr="008D7312" w:rsidRDefault="006F1FB6" w:rsidP="006F1FB6">
            <w:pPr>
              <w:pStyle w:val="Odstavecseseznamem"/>
              <w:numPr>
                <w:ilvl w:val="0"/>
                <w:numId w:val="5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049CE2A9" w14:textId="5BD7DC3E" w:rsidR="006F1FB6" w:rsidRPr="008D7312" w:rsidRDefault="007E573A" w:rsidP="008D7312">
            <w:pPr>
              <w:pStyle w:val="Bezmezer"/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Rameno s technologií mostového ramene (3 ramena)</w:t>
            </w:r>
          </w:p>
        </w:tc>
        <w:tc>
          <w:tcPr>
            <w:tcW w:w="1600" w:type="dxa"/>
            <w:noWrap/>
            <w:vAlign w:val="center"/>
          </w:tcPr>
          <w:p w14:paraId="11B01615" w14:textId="2EFCF42B" w:rsidR="006F1FB6" w:rsidRPr="008D7312" w:rsidRDefault="007E573A" w:rsidP="006F1FB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2B4BEF4F" w14:textId="77777777" w:rsidR="006F1FB6" w:rsidRPr="008D7312" w:rsidRDefault="006F1FB6" w:rsidP="006F1FB6">
            <w:pPr>
              <w:jc w:val="center"/>
              <w:rPr>
                <w:sz w:val="22"/>
                <w:szCs w:val="22"/>
              </w:rPr>
            </w:pPr>
          </w:p>
        </w:tc>
      </w:tr>
      <w:tr w:rsidR="007E573A" w:rsidRPr="004C0B28" w14:paraId="14E3F370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2600C032" w14:textId="77777777" w:rsidR="007E573A" w:rsidRPr="008D7312" w:rsidRDefault="007E573A" w:rsidP="006F1FB6">
            <w:pPr>
              <w:pStyle w:val="Odstavecseseznamem"/>
              <w:numPr>
                <w:ilvl w:val="0"/>
                <w:numId w:val="5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05D9FD55" w14:textId="189367F2" w:rsidR="007E573A" w:rsidRPr="008D7312" w:rsidRDefault="007E573A" w:rsidP="008D7312">
            <w:pPr>
              <w:tabs>
                <w:tab w:val="left" w:pos="567"/>
              </w:tabs>
              <w:jc w:val="both"/>
              <w:rPr>
                <w:spacing w:val="1"/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Překročení minimální výšky 3 m předním ramenem pro překonání výšky dopravní značky umístěné ve vzdálenosti přibližně 1,20 m od okraje silnice.</w:t>
            </w:r>
          </w:p>
        </w:tc>
        <w:tc>
          <w:tcPr>
            <w:tcW w:w="1600" w:type="dxa"/>
            <w:noWrap/>
            <w:vAlign w:val="center"/>
          </w:tcPr>
          <w:p w14:paraId="16D85E14" w14:textId="57C73479" w:rsidR="007E573A" w:rsidRPr="008D7312" w:rsidRDefault="007E573A" w:rsidP="006F1FB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059DE196" w14:textId="77777777" w:rsidR="007E573A" w:rsidRPr="008D7312" w:rsidRDefault="007E573A" w:rsidP="006F1FB6">
            <w:pPr>
              <w:jc w:val="center"/>
              <w:rPr>
                <w:sz w:val="22"/>
                <w:szCs w:val="22"/>
              </w:rPr>
            </w:pPr>
          </w:p>
        </w:tc>
      </w:tr>
      <w:tr w:rsidR="006F1FB6" w:rsidRPr="004C0B28" w14:paraId="3504C1BC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4FA30B95" w14:textId="77777777" w:rsidR="006F1FB6" w:rsidRPr="008D7312" w:rsidRDefault="006F1FB6" w:rsidP="006F1FB6">
            <w:pPr>
              <w:pStyle w:val="Odstavecseseznamem"/>
              <w:numPr>
                <w:ilvl w:val="0"/>
                <w:numId w:val="5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3D0034D6" w14:textId="4A0D01DE" w:rsidR="006F1FB6" w:rsidRPr="008D7312" w:rsidRDefault="006F1FB6" w:rsidP="006F1FB6">
            <w:pPr>
              <w:rPr>
                <w:color w:val="ED0000"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Rychlovýměnný systém pracovních hlav s možností dodatečné montáže dalších výměnných pracovních hlav (jako např. agresivní kartáč, myčka sloupků a svodidel, křovinořez, vrták, čistič příkopů apod.).</w:t>
            </w:r>
          </w:p>
        </w:tc>
        <w:tc>
          <w:tcPr>
            <w:tcW w:w="1600" w:type="dxa"/>
            <w:noWrap/>
            <w:vAlign w:val="center"/>
          </w:tcPr>
          <w:p w14:paraId="4BF7CA30" w14:textId="3AB238DD" w:rsidR="006F1FB6" w:rsidRPr="008D7312" w:rsidRDefault="006F1FB6" w:rsidP="006F1FB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7C14621C" w14:textId="77777777" w:rsidR="006F1FB6" w:rsidRPr="008D7312" w:rsidRDefault="006F1FB6" w:rsidP="006F1FB6">
            <w:pPr>
              <w:jc w:val="center"/>
              <w:rPr>
                <w:sz w:val="22"/>
                <w:szCs w:val="22"/>
              </w:rPr>
            </w:pPr>
          </w:p>
        </w:tc>
      </w:tr>
      <w:tr w:rsidR="006F1FB6" w:rsidRPr="004C0B28" w14:paraId="0996A0D2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171DA257" w14:textId="77777777" w:rsidR="006F1FB6" w:rsidRPr="008D7312" w:rsidRDefault="006F1FB6" w:rsidP="006F1FB6">
            <w:pPr>
              <w:pStyle w:val="Odstavecseseznamem"/>
              <w:numPr>
                <w:ilvl w:val="0"/>
                <w:numId w:val="5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66E9B25A" w14:textId="5E944B7D" w:rsidR="006F1FB6" w:rsidRPr="008D7312" w:rsidRDefault="007E573A" w:rsidP="008D7312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 xml:space="preserve">Ovládání kontaktního tlaku přepínatelné na práci v protilehlém svahu </w:t>
            </w:r>
          </w:p>
        </w:tc>
        <w:tc>
          <w:tcPr>
            <w:tcW w:w="1600" w:type="dxa"/>
            <w:noWrap/>
            <w:vAlign w:val="center"/>
          </w:tcPr>
          <w:p w14:paraId="2E6C233A" w14:textId="23EE67B1" w:rsidR="006F1FB6" w:rsidRPr="008D7312" w:rsidRDefault="006F1FB6" w:rsidP="006F1FB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05903D91" w14:textId="77777777" w:rsidR="006F1FB6" w:rsidRPr="008D7312" w:rsidRDefault="006F1FB6" w:rsidP="006F1FB6">
            <w:pPr>
              <w:jc w:val="center"/>
              <w:rPr>
                <w:sz w:val="22"/>
                <w:szCs w:val="22"/>
              </w:rPr>
            </w:pPr>
          </w:p>
        </w:tc>
      </w:tr>
      <w:tr w:rsidR="006F1FB6" w:rsidRPr="004C0B28" w14:paraId="45B8F251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4923238A" w14:textId="77777777" w:rsidR="006F1FB6" w:rsidRPr="008D7312" w:rsidRDefault="006F1FB6" w:rsidP="006F1FB6">
            <w:pPr>
              <w:pStyle w:val="Odstavecseseznamem"/>
              <w:numPr>
                <w:ilvl w:val="0"/>
                <w:numId w:val="5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64174065" w14:textId="06C27378" w:rsidR="006F1FB6" w:rsidRPr="008D7312" w:rsidRDefault="007E573A" w:rsidP="008D7312">
            <w:pPr>
              <w:tabs>
                <w:tab w:val="left" w:pos="567"/>
              </w:tabs>
              <w:jc w:val="both"/>
              <w:rPr>
                <w:spacing w:val="-1"/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 xml:space="preserve">Pohon </w:t>
            </w:r>
            <w:r w:rsidR="0034187D" w:rsidRPr="008D7312">
              <w:rPr>
                <w:sz w:val="22"/>
                <w:szCs w:val="22"/>
              </w:rPr>
              <w:t>ovládání – polohování</w:t>
            </w:r>
            <w:r w:rsidRPr="008D7312">
              <w:rPr>
                <w:sz w:val="22"/>
                <w:szCs w:val="22"/>
              </w:rPr>
              <w:t xml:space="preserve"> prostřednictvím hydraulického systému nosného </w:t>
            </w:r>
            <w:r w:rsidRPr="008D7312">
              <w:rPr>
                <w:spacing w:val="-1"/>
                <w:sz w:val="22"/>
                <w:szCs w:val="22"/>
              </w:rPr>
              <w:t>traktoru.</w:t>
            </w:r>
            <w:r w:rsidRPr="008D7312"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1600" w:type="dxa"/>
            <w:noWrap/>
            <w:vAlign w:val="center"/>
          </w:tcPr>
          <w:p w14:paraId="6B0E45AB" w14:textId="6E1C9EDD" w:rsidR="006F1FB6" w:rsidRPr="008D7312" w:rsidRDefault="006F1FB6" w:rsidP="006F1FB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1D93AF4E" w14:textId="77777777" w:rsidR="006F1FB6" w:rsidRPr="008D7312" w:rsidRDefault="006F1FB6" w:rsidP="006F1FB6">
            <w:pPr>
              <w:jc w:val="center"/>
              <w:rPr>
                <w:sz w:val="22"/>
                <w:szCs w:val="22"/>
              </w:rPr>
            </w:pPr>
          </w:p>
        </w:tc>
      </w:tr>
      <w:tr w:rsidR="006F1FB6" w:rsidRPr="004C0B28" w14:paraId="03B9A9B7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519C7966" w14:textId="77777777" w:rsidR="006F1FB6" w:rsidRPr="008D7312" w:rsidRDefault="006F1FB6" w:rsidP="006F1FB6">
            <w:pPr>
              <w:pStyle w:val="Odstavecseseznamem"/>
              <w:numPr>
                <w:ilvl w:val="0"/>
                <w:numId w:val="5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7AEA2920" w14:textId="1CEDE7AA" w:rsidR="006F1FB6" w:rsidRPr="008D7312" w:rsidRDefault="007E573A" w:rsidP="008D7312">
            <w:pPr>
              <w:tabs>
                <w:tab w:val="left" w:pos="567"/>
              </w:tabs>
              <w:jc w:val="both"/>
              <w:rPr>
                <w:spacing w:val="-1"/>
                <w:sz w:val="22"/>
                <w:szCs w:val="22"/>
              </w:rPr>
            </w:pPr>
            <w:r w:rsidRPr="008D7312">
              <w:rPr>
                <w:color w:val="0D0D0D"/>
                <w:sz w:val="22"/>
                <w:szCs w:val="22"/>
              </w:rPr>
              <w:t xml:space="preserve">Ovládání a vyhodnocení kontaktního tlaku přímo na sekací </w:t>
            </w:r>
            <w:r w:rsidR="006359B6" w:rsidRPr="008D7312">
              <w:rPr>
                <w:color w:val="0D0D0D"/>
                <w:sz w:val="22"/>
                <w:szCs w:val="22"/>
              </w:rPr>
              <w:t>hlavě – není</w:t>
            </w:r>
            <w:r w:rsidRPr="008D7312">
              <w:rPr>
                <w:color w:val="0D0D0D"/>
                <w:sz w:val="22"/>
                <w:szCs w:val="22"/>
              </w:rPr>
              <w:t xml:space="preserve"> ovlivněno hmotností ani polohou pohyblivých částí ramene.</w:t>
            </w:r>
          </w:p>
        </w:tc>
        <w:tc>
          <w:tcPr>
            <w:tcW w:w="1600" w:type="dxa"/>
            <w:noWrap/>
            <w:vAlign w:val="center"/>
          </w:tcPr>
          <w:p w14:paraId="0438A01F" w14:textId="375131EE" w:rsidR="006F1FB6" w:rsidRPr="008D7312" w:rsidRDefault="006F1FB6" w:rsidP="006F1FB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0B638388" w14:textId="77777777" w:rsidR="006F1FB6" w:rsidRPr="008D7312" w:rsidRDefault="006F1FB6" w:rsidP="006F1FB6">
            <w:pPr>
              <w:jc w:val="center"/>
              <w:rPr>
                <w:sz w:val="22"/>
                <w:szCs w:val="22"/>
              </w:rPr>
            </w:pPr>
          </w:p>
        </w:tc>
      </w:tr>
      <w:tr w:rsidR="006F1FB6" w:rsidRPr="004C0B28" w14:paraId="0E13D01F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592CA9DA" w14:textId="77777777" w:rsidR="006F1FB6" w:rsidRPr="008D7312" w:rsidRDefault="006F1FB6" w:rsidP="006F1FB6">
            <w:pPr>
              <w:pStyle w:val="Odstavecseseznamem"/>
              <w:numPr>
                <w:ilvl w:val="0"/>
                <w:numId w:val="5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217CEDDC" w14:textId="55788F10" w:rsidR="006F1FB6" w:rsidRPr="008D7312" w:rsidRDefault="006F1FB6" w:rsidP="006F1FB6">
            <w:pPr>
              <w:rPr>
                <w:color w:val="ED0000"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Nepřímý pohon žací hlavy přes řemenový převod.</w:t>
            </w:r>
          </w:p>
        </w:tc>
        <w:tc>
          <w:tcPr>
            <w:tcW w:w="1600" w:type="dxa"/>
            <w:noWrap/>
            <w:vAlign w:val="center"/>
          </w:tcPr>
          <w:p w14:paraId="50BDC658" w14:textId="42BE3F00" w:rsidR="006F1FB6" w:rsidRPr="008D7312" w:rsidRDefault="006F1FB6" w:rsidP="006F1FB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1B6F0B5E" w14:textId="77777777" w:rsidR="006F1FB6" w:rsidRPr="008D7312" w:rsidRDefault="006F1FB6" w:rsidP="006F1FB6">
            <w:pPr>
              <w:jc w:val="center"/>
              <w:rPr>
                <w:sz w:val="22"/>
                <w:szCs w:val="22"/>
              </w:rPr>
            </w:pPr>
          </w:p>
        </w:tc>
      </w:tr>
      <w:tr w:rsidR="006F1FB6" w:rsidRPr="004C0B28" w14:paraId="47F8FC10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4E17C95E" w14:textId="77777777" w:rsidR="006F1FB6" w:rsidRPr="008D7312" w:rsidRDefault="006F1FB6" w:rsidP="006F1FB6">
            <w:pPr>
              <w:pStyle w:val="Odstavecseseznamem"/>
              <w:numPr>
                <w:ilvl w:val="0"/>
                <w:numId w:val="5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0194F67D" w14:textId="748D3827" w:rsidR="006F1FB6" w:rsidRPr="008D7312" w:rsidRDefault="007E573A" w:rsidP="008D7312">
            <w:pPr>
              <w:pStyle w:val="Bezmezer"/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Pracovní šířka sekací hlavy min. 1 200 mm, vybavená plochými kladivy zavěšených na otočných třmenech.</w:t>
            </w:r>
          </w:p>
        </w:tc>
        <w:tc>
          <w:tcPr>
            <w:tcW w:w="1600" w:type="dxa"/>
            <w:noWrap/>
            <w:vAlign w:val="center"/>
          </w:tcPr>
          <w:p w14:paraId="4AC0DCFF" w14:textId="5FB5FD42" w:rsidR="006F1FB6" w:rsidRPr="008D7312" w:rsidRDefault="006F1FB6" w:rsidP="006F1FB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63EAF655" w14:textId="77777777" w:rsidR="006F1FB6" w:rsidRPr="008D7312" w:rsidRDefault="006F1FB6" w:rsidP="006F1FB6">
            <w:pPr>
              <w:jc w:val="center"/>
              <w:rPr>
                <w:sz w:val="22"/>
                <w:szCs w:val="22"/>
              </w:rPr>
            </w:pPr>
          </w:p>
        </w:tc>
      </w:tr>
      <w:tr w:rsidR="006F1FB6" w:rsidRPr="004C0B28" w14:paraId="6D6FA2A4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24C7C819" w14:textId="77777777" w:rsidR="006F1FB6" w:rsidRPr="008D7312" w:rsidRDefault="006F1FB6" w:rsidP="006F1FB6">
            <w:pPr>
              <w:pStyle w:val="Odstavecseseznamem"/>
              <w:numPr>
                <w:ilvl w:val="0"/>
                <w:numId w:val="5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1F542A25" w14:textId="3930B634" w:rsidR="006F1FB6" w:rsidRPr="008D7312" w:rsidRDefault="007E573A" w:rsidP="008D7312">
            <w:pPr>
              <w:pStyle w:val="Bezmezer"/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 xml:space="preserve">Rameno sekačky hydr. předsunutelné min. o </w:t>
            </w:r>
            <w:r w:rsidR="006359B6" w:rsidRPr="008D7312">
              <w:rPr>
                <w:sz w:val="22"/>
                <w:szCs w:val="22"/>
              </w:rPr>
              <w:t>15 %</w:t>
            </w:r>
            <w:r w:rsidRPr="008D7312">
              <w:rPr>
                <w:sz w:val="22"/>
                <w:szCs w:val="22"/>
              </w:rPr>
              <w:t>.</w:t>
            </w:r>
          </w:p>
        </w:tc>
        <w:tc>
          <w:tcPr>
            <w:tcW w:w="1600" w:type="dxa"/>
            <w:noWrap/>
            <w:vAlign w:val="center"/>
          </w:tcPr>
          <w:p w14:paraId="7AE196B8" w14:textId="4B8447FA" w:rsidR="006F1FB6" w:rsidRPr="008D7312" w:rsidRDefault="007E573A" w:rsidP="006F1FB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3B600369" w14:textId="77777777" w:rsidR="006F1FB6" w:rsidRPr="008D7312" w:rsidRDefault="006F1FB6" w:rsidP="006F1FB6">
            <w:pPr>
              <w:jc w:val="center"/>
              <w:rPr>
                <w:sz w:val="22"/>
                <w:szCs w:val="22"/>
              </w:rPr>
            </w:pPr>
          </w:p>
        </w:tc>
      </w:tr>
      <w:tr w:rsidR="006F1FB6" w:rsidRPr="004C0B28" w14:paraId="4BCD4B06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286EB9B8" w14:textId="77777777" w:rsidR="006F1FB6" w:rsidRPr="008D7312" w:rsidRDefault="006F1FB6" w:rsidP="006F1FB6">
            <w:pPr>
              <w:pStyle w:val="Odstavecseseznamem"/>
              <w:numPr>
                <w:ilvl w:val="0"/>
                <w:numId w:val="5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3AD78F8D" w14:textId="30CF350E" w:rsidR="006F1FB6" w:rsidRPr="008D7312" w:rsidRDefault="007E573A" w:rsidP="008D7312">
            <w:pPr>
              <w:pStyle w:val="Bezmezer"/>
              <w:tabs>
                <w:tab w:val="left" w:pos="567"/>
              </w:tabs>
              <w:jc w:val="both"/>
              <w:rPr>
                <w:color w:val="FF0000"/>
                <w:sz w:val="22"/>
                <w:szCs w:val="22"/>
              </w:rPr>
            </w:pPr>
            <w:r w:rsidRPr="008D7312">
              <w:rPr>
                <w:color w:val="0D0D0D"/>
                <w:sz w:val="22"/>
                <w:szCs w:val="22"/>
              </w:rPr>
              <w:t>Sekací hlava vybavena vnitřní ochrannou vložkou proti opotřebení odletujícím materiálem, vložka s vnitřní ochranou s jednoduchou výměnou.</w:t>
            </w:r>
          </w:p>
        </w:tc>
        <w:tc>
          <w:tcPr>
            <w:tcW w:w="1600" w:type="dxa"/>
            <w:noWrap/>
            <w:vAlign w:val="center"/>
          </w:tcPr>
          <w:p w14:paraId="7AAAE78A" w14:textId="62FD76A2" w:rsidR="006F1FB6" w:rsidRPr="008D7312" w:rsidRDefault="006F1FB6" w:rsidP="006F1FB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098198BD" w14:textId="77777777" w:rsidR="006F1FB6" w:rsidRPr="008D7312" w:rsidRDefault="006F1FB6" w:rsidP="006F1FB6">
            <w:pPr>
              <w:jc w:val="center"/>
              <w:rPr>
                <w:sz w:val="22"/>
                <w:szCs w:val="22"/>
              </w:rPr>
            </w:pPr>
          </w:p>
        </w:tc>
      </w:tr>
      <w:tr w:rsidR="007E573A" w:rsidRPr="004C0B28" w14:paraId="3A73C520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04D2769C" w14:textId="77777777" w:rsidR="007E573A" w:rsidRPr="008D7312" w:rsidRDefault="007E573A" w:rsidP="006F1FB6">
            <w:pPr>
              <w:pStyle w:val="Odstavecseseznamem"/>
              <w:numPr>
                <w:ilvl w:val="0"/>
                <w:numId w:val="5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191CF1B3" w14:textId="5C677A19" w:rsidR="007E573A" w:rsidRPr="008D7312" w:rsidRDefault="007E573A" w:rsidP="007E573A">
            <w:pPr>
              <w:pStyle w:val="Bezmezer"/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 xml:space="preserve">Bezúdržbové uložení ložisek hlavního hřídele sekačky a vodícího opěrného válce </w:t>
            </w:r>
          </w:p>
        </w:tc>
        <w:tc>
          <w:tcPr>
            <w:tcW w:w="1600" w:type="dxa"/>
            <w:noWrap/>
            <w:vAlign w:val="center"/>
          </w:tcPr>
          <w:p w14:paraId="06712E42" w14:textId="6CB73044" w:rsidR="007E573A" w:rsidRPr="008D7312" w:rsidRDefault="007E573A" w:rsidP="006F1FB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3F083F5E" w14:textId="77777777" w:rsidR="007E573A" w:rsidRPr="008D7312" w:rsidRDefault="007E573A" w:rsidP="006F1FB6">
            <w:pPr>
              <w:jc w:val="center"/>
              <w:rPr>
                <w:sz w:val="22"/>
                <w:szCs w:val="22"/>
              </w:rPr>
            </w:pPr>
          </w:p>
        </w:tc>
      </w:tr>
      <w:tr w:rsidR="007E573A" w:rsidRPr="004C0B28" w14:paraId="726F7F9A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6AB4C724" w14:textId="77777777" w:rsidR="007E573A" w:rsidRPr="008D7312" w:rsidRDefault="007E573A" w:rsidP="006F1FB6">
            <w:pPr>
              <w:pStyle w:val="Odstavecseseznamem"/>
              <w:numPr>
                <w:ilvl w:val="0"/>
                <w:numId w:val="5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3448A56B" w14:textId="0459C446" w:rsidR="007E573A" w:rsidRPr="008D7312" w:rsidRDefault="007E573A" w:rsidP="007E573A">
            <w:pPr>
              <w:pStyle w:val="Bezmezer"/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Vyměnitelné plazy cepové žací hlavy, vyrobené z otěruvzdorného materiálu.</w:t>
            </w:r>
          </w:p>
        </w:tc>
        <w:tc>
          <w:tcPr>
            <w:tcW w:w="1600" w:type="dxa"/>
            <w:noWrap/>
            <w:vAlign w:val="center"/>
          </w:tcPr>
          <w:p w14:paraId="61FEBE94" w14:textId="49BA54A0" w:rsidR="007E573A" w:rsidRPr="008D7312" w:rsidRDefault="007E573A" w:rsidP="006F1FB6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04E22343" w14:textId="77777777" w:rsidR="007E573A" w:rsidRPr="008D7312" w:rsidRDefault="007E573A" w:rsidP="006F1FB6">
            <w:pPr>
              <w:jc w:val="center"/>
              <w:rPr>
                <w:sz w:val="22"/>
                <w:szCs w:val="22"/>
              </w:rPr>
            </w:pPr>
          </w:p>
        </w:tc>
      </w:tr>
      <w:tr w:rsidR="007E573A" w:rsidRPr="004C0B28" w14:paraId="7D23459B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01B53F4D" w14:textId="77777777" w:rsidR="007E573A" w:rsidRPr="008D7312" w:rsidRDefault="007E573A" w:rsidP="007E573A">
            <w:pPr>
              <w:pStyle w:val="Odstavecseseznamem"/>
              <w:numPr>
                <w:ilvl w:val="0"/>
                <w:numId w:val="5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214A1762" w14:textId="55B52186" w:rsidR="007E573A" w:rsidRPr="008D7312" w:rsidRDefault="007E573A" w:rsidP="007E573A">
            <w:pPr>
              <w:pStyle w:val="Bezmezer"/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Rotace nožového hřídele oběma směry.</w:t>
            </w:r>
          </w:p>
        </w:tc>
        <w:tc>
          <w:tcPr>
            <w:tcW w:w="1600" w:type="dxa"/>
            <w:noWrap/>
            <w:vAlign w:val="center"/>
          </w:tcPr>
          <w:p w14:paraId="326FDD1A" w14:textId="209DBE71" w:rsidR="007E573A" w:rsidRPr="008D7312" w:rsidRDefault="007E573A" w:rsidP="007E573A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0881F867" w14:textId="77777777" w:rsidR="007E573A" w:rsidRPr="008D7312" w:rsidRDefault="007E573A" w:rsidP="007E573A">
            <w:pPr>
              <w:jc w:val="center"/>
              <w:rPr>
                <w:sz w:val="22"/>
                <w:szCs w:val="22"/>
              </w:rPr>
            </w:pPr>
          </w:p>
        </w:tc>
      </w:tr>
      <w:tr w:rsidR="003C37BF" w:rsidRPr="004C0B28" w14:paraId="27872847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62AAA3DF" w14:textId="77777777" w:rsidR="003C37BF" w:rsidRPr="008D7312" w:rsidRDefault="003C37BF" w:rsidP="003C37BF">
            <w:pPr>
              <w:pStyle w:val="Odstavecseseznamem"/>
              <w:numPr>
                <w:ilvl w:val="0"/>
                <w:numId w:val="5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475D7C60" w14:textId="78765390" w:rsidR="003C37BF" w:rsidRPr="008D7312" w:rsidRDefault="003C37BF" w:rsidP="008D7312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Otočné čepy ramen opatřeny výměnnými pouzdry.</w:t>
            </w:r>
          </w:p>
        </w:tc>
        <w:tc>
          <w:tcPr>
            <w:tcW w:w="1600" w:type="dxa"/>
            <w:noWrap/>
            <w:vAlign w:val="center"/>
          </w:tcPr>
          <w:p w14:paraId="68794AF6" w14:textId="55A574A6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103DA247" w14:textId="77777777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</w:p>
        </w:tc>
      </w:tr>
      <w:tr w:rsidR="003C37BF" w:rsidRPr="004C0B28" w14:paraId="2902F505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2805AAB6" w14:textId="77777777" w:rsidR="003C37BF" w:rsidRPr="008D7312" w:rsidRDefault="003C37BF" w:rsidP="003C37BF">
            <w:pPr>
              <w:pStyle w:val="Odstavecseseznamem"/>
              <w:numPr>
                <w:ilvl w:val="0"/>
                <w:numId w:val="5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7C72CD1F" w14:textId="34AB0FB4" w:rsidR="003C37BF" w:rsidRPr="008D7312" w:rsidRDefault="003C37BF" w:rsidP="003C37BF">
            <w:pPr>
              <w:rPr>
                <w:color w:val="ED0000"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Nouzové ovládání ramena při výpadku hlavního ovládání.</w:t>
            </w:r>
          </w:p>
        </w:tc>
        <w:tc>
          <w:tcPr>
            <w:tcW w:w="1600" w:type="dxa"/>
            <w:noWrap/>
            <w:vAlign w:val="center"/>
          </w:tcPr>
          <w:p w14:paraId="5B3429A1" w14:textId="44326E3A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7B2DD9A1" w14:textId="77777777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</w:p>
        </w:tc>
      </w:tr>
      <w:tr w:rsidR="003C37BF" w:rsidRPr="004C0B28" w14:paraId="4C1FD0D8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1F3AA7BF" w14:textId="77777777" w:rsidR="003C37BF" w:rsidRPr="008D7312" w:rsidRDefault="003C37BF" w:rsidP="003C37BF">
            <w:pPr>
              <w:pStyle w:val="Odstavecseseznamem"/>
              <w:numPr>
                <w:ilvl w:val="0"/>
                <w:numId w:val="5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284206B5" w14:textId="21863047" w:rsidR="003C37BF" w:rsidRPr="008D7312" w:rsidRDefault="003C37BF" w:rsidP="003C37BF">
            <w:pPr>
              <w:rPr>
                <w:color w:val="ED0000"/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Výstražná vícesvětlová rampa oranžové barvy, provedení LED (levostranná šipka)</w:t>
            </w:r>
            <w:r w:rsidRPr="008D7312">
              <w:rPr>
                <w:color w:val="000000"/>
                <w:sz w:val="22"/>
                <w:szCs w:val="22"/>
              </w:rPr>
              <w:t>, umístěná vzadu na hydraulickém agregátu.</w:t>
            </w:r>
          </w:p>
        </w:tc>
        <w:tc>
          <w:tcPr>
            <w:tcW w:w="1600" w:type="dxa"/>
            <w:noWrap/>
            <w:vAlign w:val="center"/>
          </w:tcPr>
          <w:p w14:paraId="080809B3" w14:textId="0707E417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3768D77E" w14:textId="77777777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</w:p>
        </w:tc>
      </w:tr>
      <w:tr w:rsidR="003C37BF" w:rsidRPr="004C0B28" w14:paraId="4CE41E58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00350A2B" w14:textId="77777777" w:rsidR="003C37BF" w:rsidRPr="008D7312" w:rsidRDefault="003C37BF" w:rsidP="003C37BF">
            <w:pPr>
              <w:pStyle w:val="Odstavecseseznamem"/>
              <w:numPr>
                <w:ilvl w:val="0"/>
                <w:numId w:val="5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0DD3B857" w14:textId="33F6DD00" w:rsidR="003C37BF" w:rsidRPr="008D7312" w:rsidRDefault="003C37BF" w:rsidP="003C37BF">
            <w:pPr>
              <w:rPr>
                <w:color w:val="ED0000"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Rameno s teleskopickým prodloužením pro rychlou variabilitu dosahu.</w:t>
            </w:r>
          </w:p>
        </w:tc>
        <w:tc>
          <w:tcPr>
            <w:tcW w:w="1600" w:type="dxa"/>
            <w:noWrap/>
            <w:vAlign w:val="center"/>
          </w:tcPr>
          <w:p w14:paraId="0E53953C" w14:textId="04334C52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3790E669" w14:textId="77777777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</w:p>
        </w:tc>
      </w:tr>
      <w:tr w:rsidR="003C37BF" w:rsidRPr="004C0B28" w14:paraId="3270DEAF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2F4D5B3E" w14:textId="77777777" w:rsidR="003C37BF" w:rsidRPr="008D7312" w:rsidRDefault="003C37BF" w:rsidP="003C37BF">
            <w:pPr>
              <w:pStyle w:val="Odstavecseseznamem"/>
              <w:numPr>
                <w:ilvl w:val="0"/>
                <w:numId w:val="5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45B21F82" w14:textId="20890E3C" w:rsidR="003C37BF" w:rsidRPr="008D7312" w:rsidRDefault="003C37BF" w:rsidP="003C37BF">
            <w:pPr>
              <w:rPr>
                <w:color w:val="ED0000"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Koncové, sdružené osvětlení dle vyhlášky.</w:t>
            </w:r>
          </w:p>
        </w:tc>
        <w:tc>
          <w:tcPr>
            <w:tcW w:w="1600" w:type="dxa"/>
            <w:noWrap/>
            <w:vAlign w:val="center"/>
          </w:tcPr>
          <w:p w14:paraId="5D6F8ABA" w14:textId="3862B68D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1B29ECDF" w14:textId="77777777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</w:p>
        </w:tc>
      </w:tr>
      <w:tr w:rsidR="00E97F8C" w:rsidRPr="004C0B28" w14:paraId="11D6A58B" w14:textId="77777777" w:rsidTr="00E97AAC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1044D9C8" w14:textId="77777777" w:rsidR="00E97F8C" w:rsidRPr="00E97F8C" w:rsidRDefault="00E97F8C" w:rsidP="003C37BF">
            <w:pPr>
              <w:pStyle w:val="Odstavecseseznamem"/>
              <w:numPr>
                <w:ilvl w:val="0"/>
                <w:numId w:val="5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3C6388A0" w14:textId="5DB1BEA8" w:rsidR="00E97F8C" w:rsidRPr="008D7312" w:rsidRDefault="00E97F8C" w:rsidP="008D7312">
            <w:pPr>
              <w:tabs>
                <w:tab w:val="left" w:pos="709"/>
              </w:tabs>
              <w:jc w:val="both"/>
            </w:pPr>
            <w:r>
              <w:t>O</w:t>
            </w:r>
            <w:r w:rsidRPr="0072511B">
              <w:t>svědčení o registraci</w:t>
            </w:r>
            <w:r>
              <w:t xml:space="preserve"> stroje</w:t>
            </w:r>
          </w:p>
        </w:tc>
        <w:tc>
          <w:tcPr>
            <w:tcW w:w="1600" w:type="dxa"/>
            <w:noWrap/>
            <w:vAlign w:val="center"/>
          </w:tcPr>
          <w:p w14:paraId="517D3A17" w14:textId="34C907AB" w:rsidR="00E97F8C" w:rsidRPr="00E97F8C" w:rsidRDefault="00E97F8C" w:rsidP="003C37BF">
            <w:pPr>
              <w:jc w:val="center"/>
              <w:rPr>
                <w:sz w:val="22"/>
                <w:szCs w:val="22"/>
              </w:rPr>
            </w:pPr>
            <w:r w:rsidRPr="00122D57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4C2A67A3" w14:textId="77777777" w:rsidR="00E97F8C" w:rsidRPr="00E97F8C" w:rsidRDefault="00E97F8C" w:rsidP="003C37BF">
            <w:pPr>
              <w:jc w:val="center"/>
              <w:rPr>
                <w:sz w:val="22"/>
                <w:szCs w:val="22"/>
              </w:rPr>
            </w:pPr>
          </w:p>
        </w:tc>
      </w:tr>
      <w:tr w:rsidR="003C37BF" w:rsidRPr="004C0B28" w14:paraId="7250F0D6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5BEC8EED" w14:textId="77777777" w:rsidR="003C37BF" w:rsidRPr="008D7312" w:rsidRDefault="003C37BF" w:rsidP="003C37BF">
            <w:pPr>
              <w:pStyle w:val="Odstavecseseznamem"/>
              <w:numPr>
                <w:ilvl w:val="0"/>
                <w:numId w:val="5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1D340639" w14:textId="44F3E758" w:rsidR="003C37BF" w:rsidRPr="008D7312" w:rsidRDefault="003C37BF" w:rsidP="003C37BF">
            <w:pPr>
              <w:rPr>
                <w:color w:val="ED0000"/>
                <w:sz w:val="22"/>
                <w:szCs w:val="22"/>
              </w:rPr>
            </w:pPr>
            <w:r w:rsidRPr="008D7312">
              <w:rPr>
                <w:iCs/>
                <w:sz w:val="22"/>
                <w:szCs w:val="22"/>
              </w:rPr>
              <w:t>Barva odstín oranžová RAL 2011.</w:t>
            </w:r>
          </w:p>
        </w:tc>
        <w:tc>
          <w:tcPr>
            <w:tcW w:w="1600" w:type="dxa"/>
            <w:noWrap/>
            <w:vAlign w:val="center"/>
          </w:tcPr>
          <w:p w14:paraId="6FDF704D" w14:textId="01863FDD" w:rsidR="003C37BF" w:rsidRPr="008D7312" w:rsidRDefault="003C37BF" w:rsidP="003C37BF">
            <w:pPr>
              <w:jc w:val="center"/>
              <w:rPr>
                <w:b/>
                <w:bCs/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69E431A2" w14:textId="77777777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</w:p>
        </w:tc>
      </w:tr>
      <w:tr w:rsidR="00DF6BC1" w:rsidRPr="004C0B28" w14:paraId="033F74DC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23442A71" w14:textId="77777777" w:rsidR="00DF6BC1" w:rsidRPr="00DF6BC1" w:rsidRDefault="00DF6BC1" w:rsidP="003C37BF">
            <w:pPr>
              <w:pStyle w:val="Odstavecseseznamem"/>
              <w:numPr>
                <w:ilvl w:val="0"/>
                <w:numId w:val="5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091D001B" w14:textId="41F74631" w:rsidR="00DF6BC1" w:rsidRPr="008D7312" w:rsidRDefault="00DF6BC1" w:rsidP="008D7312">
            <w:pPr>
              <w:tabs>
                <w:tab w:val="left" w:pos="709"/>
              </w:tabs>
              <w:jc w:val="both"/>
            </w:pPr>
            <w:r w:rsidRPr="002F1652">
              <w:rPr>
                <w:iCs/>
              </w:rPr>
              <w:t>Na zadní části agregátu sekací nástavby umístění min. 2 ks držáků dopravních značek.</w:t>
            </w:r>
          </w:p>
        </w:tc>
        <w:tc>
          <w:tcPr>
            <w:tcW w:w="1600" w:type="dxa"/>
            <w:noWrap/>
            <w:vAlign w:val="center"/>
          </w:tcPr>
          <w:p w14:paraId="585AF5C8" w14:textId="77777777" w:rsidR="00DF6BC1" w:rsidRDefault="00DF6BC1" w:rsidP="003C37BF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  <w:p w14:paraId="3899B120" w14:textId="4DD52422" w:rsidR="00DF6BC1" w:rsidRPr="00DF6BC1" w:rsidRDefault="00DF6BC1" w:rsidP="003C37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7B2CDDA1" w14:textId="77777777" w:rsidR="00DF6BC1" w:rsidRPr="00DF6BC1" w:rsidRDefault="00DF6BC1" w:rsidP="003C37BF">
            <w:pPr>
              <w:jc w:val="center"/>
              <w:rPr>
                <w:sz w:val="22"/>
                <w:szCs w:val="22"/>
              </w:rPr>
            </w:pPr>
          </w:p>
        </w:tc>
      </w:tr>
      <w:tr w:rsidR="003C37BF" w:rsidRPr="004C0B28" w14:paraId="547D8682" w14:textId="77777777" w:rsidTr="008D7312">
        <w:trPr>
          <w:trHeight w:val="816"/>
        </w:trPr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366022C" w14:textId="77777777" w:rsidR="003C37BF" w:rsidRPr="008D7312" w:rsidRDefault="003C37BF" w:rsidP="003C37B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5B160636" w14:textId="77777777" w:rsidR="00DF6BC1" w:rsidRPr="008D7312" w:rsidRDefault="00DF6BC1" w:rsidP="003C37BF">
            <w:pPr>
              <w:rPr>
                <w:b/>
                <w:bCs/>
                <w:sz w:val="22"/>
                <w:szCs w:val="22"/>
              </w:rPr>
            </w:pPr>
          </w:p>
          <w:p w14:paraId="37E9F092" w14:textId="77777777" w:rsidR="003C37BF" w:rsidRPr="008D7312" w:rsidRDefault="003C37BF" w:rsidP="003C37BF">
            <w:pPr>
              <w:rPr>
                <w:b/>
                <w:bCs/>
                <w:sz w:val="22"/>
                <w:szCs w:val="22"/>
              </w:rPr>
            </w:pPr>
          </w:p>
          <w:p w14:paraId="0B84F392" w14:textId="77777777" w:rsidR="003C37BF" w:rsidRPr="008D7312" w:rsidRDefault="003C37BF" w:rsidP="008D731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0EE07" w14:textId="35037C37" w:rsidR="003C37BF" w:rsidRPr="008D7312" w:rsidRDefault="003C37BF" w:rsidP="003C37BF">
            <w:pPr>
              <w:rPr>
                <w:b/>
                <w:bCs/>
                <w:sz w:val="22"/>
                <w:szCs w:val="22"/>
              </w:rPr>
            </w:pPr>
            <w:r w:rsidRPr="008D7312">
              <w:rPr>
                <w:b/>
                <w:bCs/>
                <w:sz w:val="22"/>
                <w:szCs w:val="22"/>
              </w:rPr>
              <w:t>Sekací nástavba podsvodidlová, typ a označení: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828AF" w14:textId="77777777" w:rsidR="003C37BF" w:rsidRPr="008D7312" w:rsidRDefault="003C37BF" w:rsidP="003C37B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8D7312">
              <w:rPr>
                <w:b/>
                <w:bCs/>
                <w:color w:val="FF0000"/>
                <w:sz w:val="22"/>
                <w:szCs w:val="22"/>
              </w:rPr>
              <w:t>Doplní prodávající</w:t>
            </w:r>
          </w:p>
        </w:tc>
      </w:tr>
      <w:tr w:rsidR="003C37BF" w:rsidRPr="004C0B28" w14:paraId="7962BC29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tcBorders>
              <w:top w:val="single" w:sz="4" w:space="0" w:color="auto"/>
            </w:tcBorders>
            <w:noWrap/>
            <w:vAlign w:val="center"/>
          </w:tcPr>
          <w:p w14:paraId="6E9E0742" w14:textId="77777777" w:rsidR="003C37BF" w:rsidRPr="008D7312" w:rsidRDefault="003C37BF" w:rsidP="003C37BF">
            <w:pPr>
              <w:jc w:val="center"/>
              <w:rPr>
                <w:b/>
                <w:bCs/>
                <w:sz w:val="22"/>
                <w:szCs w:val="22"/>
              </w:rPr>
            </w:pPr>
            <w:r w:rsidRPr="008D7312">
              <w:rPr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5953" w:type="dxa"/>
            <w:tcBorders>
              <w:top w:val="single" w:sz="4" w:space="0" w:color="auto"/>
            </w:tcBorders>
            <w:vAlign w:val="center"/>
          </w:tcPr>
          <w:p w14:paraId="3F896D9B" w14:textId="77777777" w:rsidR="003C37BF" w:rsidRPr="008D7312" w:rsidRDefault="003C37BF" w:rsidP="003C37BF">
            <w:pPr>
              <w:rPr>
                <w:b/>
                <w:bCs/>
                <w:sz w:val="22"/>
                <w:szCs w:val="22"/>
              </w:rPr>
            </w:pPr>
            <w:r w:rsidRPr="008D7312">
              <w:rPr>
                <w:b/>
                <w:bCs/>
                <w:sz w:val="22"/>
                <w:szCs w:val="22"/>
              </w:rPr>
              <w:t>Název parametru, požadavku</w:t>
            </w:r>
          </w:p>
        </w:tc>
        <w:tc>
          <w:tcPr>
            <w:tcW w:w="1600" w:type="dxa"/>
            <w:tcBorders>
              <w:top w:val="single" w:sz="4" w:space="0" w:color="auto"/>
            </w:tcBorders>
            <w:noWrap/>
            <w:vAlign w:val="center"/>
          </w:tcPr>
          <w:p w14:paraId="163EAC40" w14:textId="77777777" w:rsidR="003C37BF" w:rsidRPr="008D7312" w:rsidRDefault="003C37BF" w:rsidP="003C37BF">
            <w:pPr>
              <w:jc w:val="center"/>
              <w:rPr>
                <w:b/>
                <w:bCs/>
                <w:sz w:val="22"/>
                <w:szCs w:val="22"/>
              </w:rPr>
            </w:pPr>
            <w:r w:rsidRPr="008D7312">
              <w:rPr>
                <w:b/>
                <w:bCs/>
                <w:color w:val="000000"/>
                <w:sz w:val="22"/>
                <w:szCs w:val="22"/>
              </w:rPr>
              <w:t>Možnosti / způsob  vyplnění</w:t>
            </w:r>
          </w:p>
        </w:tc>
        <w:tc>
          <w:tcPr>
            <w:tcW w:w="1228" w:type="dxa"/>
            <w:tcBorders>
              <w:top w:val="single" w:sz="4" w:space="0" w:color="auto"/>
            </w:tcBorders>
            <w:noWrap/>
            <w:vAlign w:val="center"/>
          </w:tcPr>
          <w:p w14:paraId="7D62DE06" w14:textId="77777777" w:rsidR="003C37BF" w:rsidRPr="008D7312" w:rsidRDefault="003C37BF" w:rsidP="003C37B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8D7312">
              <w:rPr>
                <w:b/>
                <w:bCs/>
                <w:color w:val="FF0000"/>
                <w:sz w:val="22"/>
                <w:szCs w:val="22"/>
              </w:rPr>
              <w:t>Prodávající vyplní</w:t>
            </w:r>
          </w:p>
          <w:p w14:paraId="54EC9705" w14:textId="77777777" w:rsidR="003C37BF" w:rsidRPr="008D7312" w:rsidRDefault="003C37BF" w:rsidP="003C37B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8D7312">
              <w:rPr>
                <w:b/>
                <w:bCs/>
                <w:color w:val="FF0000"/>
                <w:sz w:val="22"/>
                <w:szCs w:val="22"/>
              </w:rPr>
              <w:t>hodnotu platnou</w:t>
            </w:r>
          </w:p>
          <w:p w14:paraId="136A8AFD" w14:textId="77777777" w:rsidR="003C37BF" w:rsidRPr="008D7312" w:rsidRDefault="003C37BF" w:rsidP="003C37BF">
            <w:pPr>
              <w:jc w:val="center"/>
              <w:rPr>
                <w:b/>
                <w:bCs/>
                <w:sz w:val="22"/>
                <w:szCs w:val="22"/>
              </w:rPr>
            </w:pPr>
            <w:r w:rsidRPr="008D7312">
              <w:rPr>
                <w:b/>
                <w:bCs/>
                <w:color w:val="FF0000"/>
                <w:sz w:val="22"/>
                <w:szCs w:val="22"/>
              </w:rPr>
              <w:t>pro nabízený stroj</w:t>
            </w:r>
          </w:p>
        </w:tc>
      </w:tr>
      <w:tr w:rsidR="003C37BF" w:rsidRPr="004C0B28" w14:paraId="7FD60247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4ACACF0B" w14:textId="77777777" w:rsidR="003C37BF" w:rsidRPr="008D7312" w:rsidRDefault="003C37BF" w:rsidP="008D7312">
            <w:pPr>
              <w:pStyle w:val="Odstavecseseznamem"/>
              <w:numPr>
                <w:ilvl w:val="0"/>
                <w:numId w:val="6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6175B4D2" w14:textId="455E15B5" w:rsidR="003C37BF" w:rsidRPr="008D7312" w:rsidRDefault="003C37BF" w:rsidP="003C37BF">
            <w:pPr>
              <w:rPr>
                <w:iCs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Pohon z hydraulické soustavy traktoru.</w:t>
            </w:r>
          </w:p>
        </w:tc>
        <w:tc>
          <w:tcPr>
            <w:tcW w:w="1600" w:type="dxa"/>
            <w:noWrap/>
            <w:vAlign w:val="center"/>
          </w:tcPr>
          <w:p w14:paraId="7BA6B9F2" w14:textId="42B972A4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46387B11" w14:textId="77777777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</w:p>
        </w:tc>
      </w:tr>
      <w:tr w:rsidR="003C37BF" w:rsidRPr="004C0B28" w14:paraId="06D7031A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50226C75" w14:textId="77777777" w:rsidR="003C37BF" w:rsidRPr="008D7312" w:rsidRDefault="003C37BF" w:rsidP="008D7312">
            <w:pPr>
              <w:pStyle w:val="Odstavecseseznamem"/>
              <w:numPr>
                <w:ilvl w:val="0"/>
                <w:numId w:val="6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53A79859" w14:textId="6C5E0197" w:rsidR="003C37BF" w:rsidRPr="008D7312" w:rsidRDefault="003C37BF" w:rsidP="008D7312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D7312">
              <w:rPr>
                <w:color w:val="0D0D0D"/>
                <w:sz w:val="22"/>
                <w:szCs w:val="22"/>
              </w:rPr>
              <w:t>Podsvodidlová sekačka vybavena automatickým dotykovým ovládáním při kontaktu s překážkou.</w:t>
            </w:r>
          </w:p>
        </w:tc>
        <w:tc>
          <w:tcPr>
            <w:tcW w:w="1600" w:type="dxa"/>
            <w:noWrap/>
            <w:vAlign w:val="center"/>
          </w:tcPr>
          <w:p w14:paraId="5F8C71FC" w14:textId="0FB24FB9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29FDC0B7" w14:textId="77777777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</w:p>
        </w:tc>
      </w:tr>
      <w:tr w:rsidR="003C37BF" w:rsidRPr="004C0B28" w14:paraId="7EEC807D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13B53661" w14:textId="77777777" w:rsidR="003C37BF" w:rsidRPr="008D7312" w:rsidRDefault="003C37BF" w:rsidP="008D7312">
            <w:pPr>
              <w:pStyle w:val="Odstavecseseznamem"/>
              <w:numPr>
                <w:ilvl w:val="0"/>
                <w:numId w:val="6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29F3E355" w14:textId="6CB28FEE" w:rsidR="003C37BF" w:rsidRPr="008D7312" w:rsidRDefault="003C37BF" w:rsidP="003C37BF">
            <w:pPr>
              <w:rPr>
                <w:color w:val="000000"/>
                <w:sz w:val="22"/>
                <w:szCs w:val="22"/>
              </w:rPr>
            </w:pPr>
            <w:r w:rsidRPr="008D7312">
              <w:rPr>
                <w:color w:val="0D0D0D"/>
                <w:sz w:val="22"/>
                <w:szCs w:val="22"/>
              </w:rPr>
              <w:t>Tlačítko pro automatické ovládání rychlosti v závislosti na signálu rychlosti z vozidla</w:t>
            </w:r>
          </w:p>
        </w:tc>
        <w:tc>
          <w:tcPr>
            <w:tcW w:w="1600" w:type="dxa"/>
            <w:noWrap/>
            <w:vAlign w:val="center"/>
          </w:tcPr>
          <w:p w14:paraId="0C650149" w14:textId="5A3952F5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19EEF2FD" w14:textId="77777777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</w:p>
        </w:tc>
      </w:tr>
      <w:tr w:rsidR="003C37BF" w:rsidRPr="004C0B28" w14:paraId="7B6FB607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63B6CDBF" w14:textId="77777777" w:rsidR="003C37BF" w:rsidRPr="008D7312" w:rsidRDefault="003C37BF" w:rsidP="008D7312">
            <w:pPr>
              <w:pStyle w:val="Odstavecseseznamem"/>
              <w:numPr>
                <w:ilvl w:val="0"/>
                <w:numId w:val="6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76FFFDD6" w14:textId="12FC8A2C" w:rsidR="003C37BF" w:rsidRPr="008D7312" w:rsidRDefault="003C37BF" w:rsidP="008D7312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D7312">
              <w:rPr>
                <w:color w:val="0D0D0D"/>
                <w:sz w:val="22"/>
                <w:szCs w:val="22"/>
              </w:rPr>
              <w:t>Poloha ramene podsvodidlové</w:t>
            </w:r>
            <w:r w:rsidRPr="008D7312">
              <w:rPr>
                <w:b/>
                <w:bCs/>
                <w:color w:val="0D0D0D"/>
                <w:sz w:val="22"/>
                <w:szCs w:val="22"/>
              </w:rPr>
              <w:t xml:space="preserve"> </w:t>
            </w:r>
            <w:r w:rsidRPr="008D7312">
              <w:rPr>
                <w:color w:val="0D0D0D"/>
                <w:sz w:val="22"/>
                <w:szCs w:val="22"/>
              </w:rPr>
              <w:t>sekačky uložena ve dvou polohách stiskem tlačítka na ovládacím panelu</w:t>
            </w:r>
          </w:p>
        </w:tc>
        <w:tc>
          <w:tcPr>
            <w:tcW w:w="1600" w:type="dxa"/>
            <w:noWrap/>
            <w:vAlign w:val="center"/>
          </w:tcPr>
          <w:p w14:paraId="55B9F8B2" w14:textId="28DB5094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5A86AB8A" w14:textId="77777777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</w:p>
        </w:tc>
      </w:tr>
      <w:tr w:rsidR="003C37BF" w:rsidRPr="004C0B28" w14:paraId="1C3B10BC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61F6D1E3" w14:textId="77777777" w:rsidR="003C37BF" w:rsidRPr="008D7312" w:rsidRDefault="003C37BF" w:rsidP="008D7312">
            <w:pPr>
              <w:pStyle w:val="Odstavecseseznamem"/>
              <w:numPr>
                <w:ilvl w:val="0"/>
                <w:numId w:val="6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54DEDBCA" w14:textId="30F97EE9" w:rsidR="003C37BF" w:rsidRPr="008D7312" w:rsidRDefault="003C37BF" w:rsidP="003C37BF">
            <w:pPr>
              <w:rPr>
                <w:color w:val="000000"/>
                <w:sz w:val="22"/>
                <w:szCs w:val="22"/>
              </w:rPr>
            </w:pPr>
            <w:r w:rsidRPr="008D7312">
              <w:rPr>
                <w:color w:val="0D0D0D"/>
                <w:sz w:val="22"/>
                <w:szCs w:val="22"/>
              </w:rPr>
              <w:t>Hlava sekačky s pracovní šířkou min. 1200 mm</w:t>
            </w:r>
            <w:r w:rsidRPr="008D7312">
              <w:rPr>
                <w:sz w:val="22"/>
                <w:szCs w:val="22"/>
              </w:rPr>
              <w:t>.</w:t>
            </w:r>
          </w:p>
        </w:tc>
        <w:tc>
          <w:tcPr>
            <w:tcW w:w="1600" w:type="dxa"/>
            <w:noWrap/>
            <w:vAlign w:val="center"/>
          </w:tcPr>
          <w:p w14:paraId="04A2A48F" w14:textId="41DD9214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6E8FC30F" w14:textId="77777777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</w:p>
        </w:tc>
      </w:tr>
      <w:tr w:rsidR="003C37BF" w:rsidRPr="004C0B28" w14:paraId="79008AB8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5CF751B1" w14:textId="77777777" w:rsidR="003C37BF" w:rsidRPr="008D7312" w:rsidRDefault="003C37BF" w:rsidP="008D7312">
            <w:pPr>
              <w:pStyle w:val="Odstavecseseznamem"/>
              <w:numPr>
                <w:ilvl w:val="0"/>
                <w:numId w:val="6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1705DDED" w14:textId="624D8557" w:rsidR="003C37BF" w:rsidRPr="008D7312" w:rsidRDefault="003C37BF" w:rsidP="008D7312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Hlava s horizontálně umístěným válcovým rotorem s max. výškou 310 mm.</w:t>
            </w:r>
          </w:p>
        </w:tc>
        <w:tc>
          <w:tcPr>
            <w:tcW w:w="1600" w:type="dxa"/>
            <w:noWrap/>
            <w:vAlign w:val="center"/>
          </w:tcPr>
          <w:p w14:paraId="571F92C8" w14:textId="4BF4EF3A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714ED9A5" w14:textId="77777777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</w:p>
        </w:tc>
      </w:tr>
      <w:tr w:rsidR="003C37BF" w:rsidRPr="004C0B28" w14:paraId="3B65C48F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6B3A69D5" w14:textId="77777777" w:rsidR="003C37BF" w:rsidRPr="008D7312" w:rsidRDefault="003C37BF" w:rsidP="008D7312">
            <w:pPr>
              <w:pStyle w:val="Odstavecseseznamem"/>
              <w:numPr>
                <w:ilvl w:val="0"/>
                <w:numId w:val="6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3AFAFCBA" w14:textId="424844DF" w:rsidR="003C37BF" w:rsidRPr="00E97F8C" w:rsidRDefault="00E97F8C" w:rsidP="008D731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Systém práce vpravo.</w:t>
            </w:r>
          </w:p>
        </w:tc>
        <w:tc>
          <w:tcPr>
            <w:tcW w:w="1600" w:type="dxa"/>
            <w:noWrap/>
            <w:vAlign w:val="center"/>
          </w:tcPr>
          <w:p w14:paraId="49BE3839" w14:textId="3272E49B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217FB594" w14:textId="77777777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</w:p>
        </w:tc>
      </w:tr>
      <w:tr w:rsidR="003C37BF" w:rsidRPr="004C0B28" w14:paraId="7F0E1E37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61E857E8" w14:textId="77777777" w:rsidR="003C37BF" w:rsidRPr="008D7312" w:rsidRDefault="003C37BF" w:rsidP="008D7312">
            <w:pPr>
              <w:pStyle w:val="Odstavecseseznamem"/>
              <w:numPr>
                <w:ilvl w:val="0"/>
                <w:numId w:val="6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298149C2" w14:textId="62C16083" w:rsidR="003C37BF" w:rsidRPr="008D7312" w:rsidRDefault="003C37BF" w:rsidP="003C37B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Krycí ochranné clony.</w:t>
            </w:r>
          </w:p>
        </w:tc>
        <w:tc>
          <w:tcPr>
            <w:tcW w:w="1600" w:type="dxa"/>
            <w:noWrap/>
            <w:vAlign w:val="center"/>
          </w:tcPr>
          <w:p w14:paraId="5FF74F39" w14:textId="0D6F898F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2DA71CF1" w14:textId="77777777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</w:p>
        </w:tc>
      </w:tr>
      <w:tr w:rsidR="003C37BF" w:rsidRPr="004C0B28" w14:paraId="56336B59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4872C5CA" w14:textId="77777777" w:rsidR="003C37BF" w:rsidRPr="008D7312" w:rsidRDefault="003C37BF" w:rsidP="008D7312">
            <w:pPr>
              <w:pStyle w:val="Odstavecseseznamem"/>
              <w:numPr>
                <w:ilvl w:val="0"/>
                <w:numId w:val="6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761AB2B1" w14:textId="15820585" w:rsidR="003C37BF" w:rsidRPr="008D7312" w:rsidRDefault="003C37BF" w:rsidP="003C37BF">
            <w:pPr>
              <w:rPr>
                <w:color w:val="000000"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Rozkládání z transportní do pracovní polohy, a naopak přímo z kabiny z místa řidiče.</w:t>
            </w:r>
          </w:p>
        </w:tc>
        <w:tc>
          <w:tcPr>
            <w:tcW w:w="1600" w:type="dxa"/>
            <w:noWrap/>
            <w:vAlign w:val="center"/>
          </w:tcPr>
          <w:p w14:paraId="7946281C" w14:textId="2A0F0ADB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137DA519" w14:textId="77777777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</w:p>
        </w:tc>
      </w:tr>
      <w:tr w:rsidR="003C37BF" w:rsidRPr="004C0B28" w14:paraId="3303EC22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6F8F4CFE" w14:textId="77777777" w:rsidR="003C37BF" w:rsidRPr="008D7312" w:rsidRDefault="003C37BF" w:rsidP="008D7312">
            <w:pPr>
              <w:pStyle w:val="Odstavecseseznamem"/>
              <w:numPr>
                <w:ilvl w:val="0"/>
                <w:numId w:val="6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67899DCA" w14:textId="764A3630" w:rsidR="003C37BF" w:rsidRPr="008D7312" w:rsidRDefault="003C37BF" w:rsidP="003C37BF">
            <w:pPr>
              <w:rPr>
                <w:color w:val="000000"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Řízená automatická kontrola přítlaku žací hlavy s možností plynulé regulace.</w:t>
            </w:r>
          </w:p>
        </w:tc>
        <w:tc>
          <w:tcPr>
            <w:tcW w:w="1600" w:type="dxa"/>
            <w:noWrap/>
            <w:vAlign w:val="center"/>
          </w:tcPr>
          <w:p w14:paraId="25772F6B" w14:textId="352193F7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6862D7F6" w14:textId="77777777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</w:p>
        </w:tc>
      </w:tr>
      <w:tr w:rsidR="003C37BF" w:rsidRPr="004C0B28" w14:paraId="3170A4A1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415A3C28" w14:textId="77777777" w:rsidR="003C37BF" w:rsidRPr="008D7312" w:rsidRDefault="003C37BF" w:rsidP="008D7312">
            <w:pPr>
              <w:pStyle w:val="Odstavecseseznamem"/>
              <w:numPr>
                <w:ilvl w:val="0"/>
                <w:numId w:val="6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3DC296BC" w14:textId="0E31E336" w:rsidR="003C37BF" w:rsidRPr="008D7312" w:rsidRDefault="003C37BF" w:rsidP="003C37BF">
            <w:pPr>
              <w:rPr>
                <w:color w:val="000000"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Dokonalé kopírování terénu, elektricky spínatelná plovoucí poloha nástroje.</w:t>
            </w:r>
          </w:p>
        </w:tc>
        <w:tc>
          <w:tcPr>
            <w:tcW w:w="1600" w:type="dxa"/>
            <w:noWrap/>
            <w:vAlign w:val="center"/>
          </w:tcPr>
          <w:p w14:paraId="6D1D79B8" w14:textId="4223C229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1ED3765E" w14:textId="77777777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</w:p>
        </w:tc>
      </w:tr>
      <w:tr w:rsidR="003C37BF" w:rsidRPr="004C0B28" w14:paraId="32A12EC2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70308E9B" w14:textId="77777777" w:rsidR="003C37BF" w:rsidRPr="008D7312" w:rsidRDefault="003C37BF" w:rsidP="008D7312">
            <w:pPr>
              <w:pStyle w:val="Odstavecseseznamem"/>
              <w:numPr>
                <w:ilvl w:val="0"/>
                <w:numId w:val="6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11DBB863" w14:textId="5C717C2F" w:rsidR="003C37BF" w:rsidRPr="008D7312" w:rsidRDefault="003C37BF" w:rsidP="003C37BF">
            <w:pPr>
              <w:rPr>
                <w:color w:val="000000"/>
                <w:sz w:val="22"/>
                <w:szCs w:val="22"/>
              </w:rPr>
            </w:pPr>
            <w:r w:rsidRPr="008D7312">
              <w:rPr>
                <w:color w:val="000000"/>
                <w:sz w:val="22"/>
                <w:szCs w:val="22"/>
              </w:rPr>
              <w:t>Automatické sklápění žací hlavy při najetí na překážku s automatickým zpětným návratem do pracovní polohy.</w:t>
            </w:r>
          </w:p>
        </w:tc>
        <w:tc>
          <w:tcPr>
            <w:tcW w:w="1600" w:type="dxa"/>
            <w:noWrap/>
            <w:vAlign w:val="center"/>
          </w:tcPr>
          <w:p w14:paraId="353D6CFB" w14:textId="05186548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108AA9CF" w14:textId="77777777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</w:p>
        </w:tc>
      </w:tr>
      <w:tr w:rsidR="003C37BF" w:rsidRPr="004C0B28" w14:paraId="27E78F93" w14:textId="77777777" w:rsidTr="008D7312">
        <w:trPr>
          <w:gridAfter w:val="1"/>
          <w:wAfter w:w="7" w:type="dxa"/>
          <w:trHeight w:val="285"/>
        </w:trPr>
        <w:tc>
          <w:tcPr>
            <w:tcW w:w="1277" w:type="dxa"/>
            <w:noWrap/>
            <w:vAlign w:val="center"/>
          </w:tcPr>
          <w:p w14:paraId="52EAEB41" w14:textId="77777777" w:rsidR="003C37BF" w:rsidRPr="008D7312" w:rsidRDefault="003C37BF" w:rsidP="008D7312">
            <w:pPr>
              <w:pStyle w:val="Odstavecseseznamem"/>
              <w:numPr>
                <w:ilvl w:val="0"/>
                <w:numId w:val="6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19500990" w14:textId="10316AB9" w:rsidR="003C37BF" w:rsidRPr="008D7312" w:rsidRDefault="003C37BF" w:rsidP="003C37BF">
            <w:pPr>
              <w:rPr>
                <w:color w:val="000000"/>
                <w:sz w:val="22"/>
                <w:szCs w:val="22"/>
              </w:rPr>
            </w:pPr>
            <w:r w:rsidRPr="008D7312">
              <w:rPr>
                <w:iCs/>
                <w:sz w:val="22"/>
                <w:szCs w:val="22"/>
              </w:rPr>
              <w:t>Barva odstín oranžová RAL 2011.</w:t>
            </w:r>
          </w:p>
        </w:tc>
        <w:tc>
          <w:tcPr>
            <w:tcW w:w="1600" w:type="dxa"/>
            <w:noWrap/>
            <w:vAlign w:val="center"/>
          </w:tcPr>
          <w:p w14:paraId="2E8B90D6" w14:textId="4FEEC7A6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3B402C12" w14:textId="77777777" w:rsidR="003C37BF" w:rsidRPr="008D7312" w:rsidRDefault="003C37BF" w:rsidP="003C37B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940F66B" w14:textId="77777777" w:rsidR="00E97AAC" w:rsidRDefault="00E97AAC">
      <w:pPr>
        <w:pStyle w:val="Zkladntext"/>
        <w:tabs>
          <w:tab w:val="left" w:pos="0"/>
          <w:tab w:val="left" w:pos="7706"/>
        </w:tabs>
        <w:spacing w:after="60"/>
        <w:jc w:val="both"/>
        <w:rPr>
          <w:sz w:val="22"/>
          <w:szCs w:val="22"/>
        </w:rPr>
      </w:pPr>
    </w:p>
    <w:p w14:paraId="3CCD4734" w14:textId="77777777" w:rsidR="00E97AAC" w:rsidRDefault="00E97AAC">
      <w:pPr>
        <w:pStyle w:val="Zkladntext"/>
        <w:tabs>
          <w:tab w:val="left" w:pos="0"/>
          <w:tab w:val="left" w:pos="7706"/>
        </w:tabs>
        <w:spacing w:after="60"/>
        <w:jc w:val="both"/>
        <w:rPr>
          <w:sz w:val="22"/>
          <w:szCs w:val="22"/>
        </w:rPr>
      </w:pPr>
    </w:p>
    <w:p w14:paraId="08F57F4C" w14:textId="77777777" w:rsidR="00E97AAC" w:rsidRDefault="00E97AAC">
      <w:pPr>
        <w:pStyle w:val="Zkladntext"/>
        <w:tabs>
          <w:tab w:val="left" w:pos="0"/>
          <w:tab w:val="left" w:pos="7706"/>
        </w:tabs>
        <w:spacing w:after="60"/>
        <w:jc w:val="both"/>
        <w:rPr>
          <w:sz w:val="22"/>
          <w:szCs w:val="22"/>
        </w:rPr>
      </w:pPr>
    </w:p>
    <w:p w14:paraId="66D622E9" w14:textId="77777777" w:rsidR="00E97AAC" w:rsidRDefault="00E97AAC">
      <w:pPr>
        <w:pStyle w:val="Zkladntext"/>
        <w:tabs>
          <w:tab w:val="left" w:pos="0"/>
          <w:tab w:val="left" w:pos="7706"/>
        </w:tabs>
        <w:spacing w:after="60"/>
        <w:jc w:val="both"/>
        <w:rPr>
          <w:sz w:val="22"/>
          <w:szCs w:val="22"/>
        </w:rPr>
      </w:pPr>
    </w:p>
    <w:p w14:paraId="151EF5BB" w14:textId="77777777" w:rsidR="00E97AAC" w:rsidRDefault="00E97AAC">
      <w:pPr>
        <w:pStyle w:val="Zkladntext"/>
        <w:tabs>
          <w:tab w:val="left" w:pos="0"/>
          <w:tab w:val="left" w:pos="7706"/>
        </w:tabs>
        <w:spacing w:after="60"/>
        <w:jc w:val="both"/>
        <w:rPr>
          <w:sz w:val="22"/>
          <w:szCs w:val="22"/>
        </w:rPr>
      </w:pPr>
    </w:p>
    <w:p w14:paraId="754EB143" w14:textId="77777777" w:rsidR="00E97AAC" w:rsidRDefault="00E97AAC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p w14:paraId="5B629D4C" w14:textId="77777777" w:rsidR="00C532A4" w:rsidRDefault="00C532A4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p w14:paraId="0AC67536" w14:textId="77777777" w:rsidR="00865AFB" w:rsidRDefault="00865AFB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p w14:paraId="6F4BA6D2" w14:textId="77777777" w:rsidR="00865AFB" w:rsidRPr="004C0B28" w:rsidRDefault="00865AFB" w:rsidP="008D7312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p w14:paraId="7B2D303A" w14:textId="283381EA" w:rsidR="006D17A7" w:rsidRPr="004C0B28" w:rsidRDefault="006D17A7" w:rsidP="008D7312">
      <w:pPr>
        <w:pStyle w:val="Zkladntext"/>
        <w:tabs>
          <w:tab w:val="left" w:pos="0"/>
          <w:tab w:val="left" w:pos="7706"/>
        </w:tabs>
        <w:spacing w:after="60"/>
        <w:jc w:val="both"/>
        <w:rPr>
          <w:sz w:val="22"/>
          <w:szCs w:val="22"/>
        </w:rPr>
      </w:pPr>
    </w:p>
    <w:tbl>
      <w:tblPr>
        <w:tblW w:w="971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6"/>
        <w:gridCol w:w="5670"/>
        <w:gridCol w:w="1601"/>
        <w:gridCol w:w="1228"/>
        <w:gridCol w:w="6"/>
      </w:tblGrid>
      <w:tr w:rsidR="004D7576" w:rsidRPr="004C0B28" w14:paraId="740CB4C8" w14:textId="77777777" w:rsidTr="008D7312">
        <w:trPr>
          <w:trHeight w:val="816"/>
        </w:trPr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CC029F7" w14:textId="77777777" w:rsidR="004D7576" w:rsidRPr="008D7312" w:rsidRDefault="004D7576" w:rsidP="0084674A">
            <w:pPr>
              <w:jc w:val="center"/>
              <w:rPr>
                <w:bCs/>
                <w:sz w:val="22"/>
                <w:szCs w:val="22"/>
              </w:rPr>
            </w:pPr>
          </w:p>
          <w:p w14:paraId="1316BB4E" w14:textId="77777777" w:rsidR="004D7576" w:rsidRPr="008D7312" w:rsidRDefault="004D7576" w:rsidP="0084674A">
            <w:pPr>
              <w:rPr>
                <w:bCs/>
                <w:sz w:val="22"/>
                <w:szCs w:val="22"/>
              </w:rPr>
            </w:pP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8FC1C" w14:textId="7A7C714F" w:rsidR="004D7576" w:rsidRPr="008D7312" w:rsidRDefault="004D7576" w:rsidP="0084674A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8D7312">
              <w:rPr>
                <w:b/>
                <w:sz w:val="22"/>
                <w:szCs w:val="22"/>
              </w:rPr>
              <w:t xml:space="preserve">Společné požadavky na dodávku </w:t>
            </w:r>
            <w:r w:rsidR="001F15C8">
              <w:rPr>
                <w:b/>
                <w:sz w:val="22"/>
                <w:szCs w:val="22"/>
              </w:rPr>
              <w:t>čelní</w:t>
            </w:r>
            <w:r w:rsidR="00202000" w:rsidRPr="008D7312">
              <w:rPr>
                <w:b/>
                <w:sz w:val="22"/>
                <w:szCs w:val="22"/>
              </w:rPr>
              <w:t xml:space="preserve"> </w:t>
            </w:r>
            <w:r w:rsidR="0068539B" w:rsidRPr="008D7312">
              <w:rPr>
                <w:b/>
                <w:sz w:val="22"/>
                <w:szCs w:val="22"/>
              </w:rPr>
              <w:t xml:space="preserve">ramenové </w:t>
            </w:r>
            <w:r w:rsidRPr="008D7312">
              <w:rPr>
                <w:b/>
                <w:sz w:val="22"/>
                <w:szCs w:val="22"/>
              </w:rPr>
              <w:t>sekací nástavby a podsvodidlové sekací nástavby</w:t>
            </w:r>
          </w:p>
        </w:tc>
      </w:tr>
      <w:tr w:rsidR="0055307F" w:rsidRPr="004C0B28" w14:paraId="66B17AEF" w14:textId="77777777" w:rsidTr="008D7312">
        <w:trPr>
          <w:gridAfter w:val="1"/>
          <w:wAfter w:w="6" w:type="dxa"/>
          <w:trHeight w:val="285"/>
        </w:trPr>
        <w:tc>
          <w:tcPr>
            <w:tcW w:w="1206" w:type="dxa"/>
            <w:tcBorders>
              <w:top w:val="single" w:sz="4" w:space="0" w:color="auto"/>
            </w:tcBorders>
            <w:noWrap/>
            <w:vAlign w:val="center"/>
          </w:tcPr>
          <w:p w14:paraId="26804B1A" w14:textId="77777777" w:rsidR="0055307F" w:rsidRPr="008D7312" w:rsidRDefault="0055307F" w:rsidP="0084674A">
            <w:pPr>
              <w:jc w:val="center"/>
              <w:rPr>
                <w:b/>
                <w:bCs/>
                <w:sz w:val="22"/>
                <w:szCs w:val="22"/>
              </w:rPr>
            </w:pPr>
            <w:r w:rsidRPr="008D7312">
              <w:rPr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14:paraId="22CDF465" w14:textId="77777777" w:rsidR="0055307F" w:rsidRPr="008D7312" w:rsidRDefault="0055307F" w:rsidP="0084674A">
            <w:pPr>
              <w:rPr>
                <w:b/>
                <w:bCs/>
                <w:sz w:val="22"/>
                <w:szCs w:val="22"/>
              </w:rPr>
            </w:pPr>
            <w:r w:rsidRPr="008D7312">
              <w:rPr>
                <w:b/>
                <w:bCs/>
                <w:sz w:val="22"/>
                <w:szCs w:val="22"/>
              </w:rPr>
              <w:t>Název parametru, požadavku</w:t>
            </w:r>
          </w:p>
        </w:tc>
        <w:tc>
          <w:tcPr>
            <w:tcW w:w="1601" w:type="dxa"/>
            <w:tcBorders>
              <w:top w:val="single" w:sz="4" w:space="0" w:color="auto"/>
            </w:tcBorders>
            <w:noWrap/>
            <w:vAlign w:val="center"/>
          </w:tcPr>
          <w:p w14:paraId="52259943" w14:textId="77777777" w:rsidR="0055307F" w:rsidRPr="008D7312" w:rsidRDefault="0055307F" w:rsidP="0084674A">
            <w:pPr>
              <w:jc w:val="center"/>
              <w:rPr>
                <w:b/>
                <w:bCs/>
                <w:sz w:val="22"/>
                <w:szCs w:val="22"/>
              </w:rPr>
            </w:pPr>
            <w:r w:rsidRPr="008D7312">
              <w:rPr>
                <w:b/>
                <w:bCs/>
                <w:color w:val="000000"/>
                <w:sz w:val="22"/>
                <w:szCs w:val="22"/>
              </w:rPr>
              <w:t>Možnosti / způsob  vyplnění</w:t>
            </w:r>
          </w:p>
        </w:tc>
        <w:tc>
          <w:tcPr>
            <w:tcW w:w="1228" w:type="dxa"/>
            <w:tcBorders>
              <w:top w:val="single" w:sz="4" w:space="0" w:color="auto"/>
            </w:tcBorders>
            <w:noWrap/>
            <w:vAlign w:val="center"/>
          </w:tcPr>
          <w:p w14:paraId="07757FA0" w14:textId="77777777" w:rsidR="0055307F" w:rsidRPr="008D7312" w:rsidRDefault="0055307F" w:rsidP="0084674A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8D7312">
              <w:rPr>
                <w:b/>
                <w:bCs/>
                <w:color w:val="FF0000"/>
                <w:sz w:val="22"/>
                <w:szCs w:val="22"/>
              </w:rPr>
              <w:t>Prodávající vyplní</w:t>
            </w:r>
          </w:p>
          <w:p w14:paraId="41ADE043" w14:textId="77777777" w:rsidR="0055307F" w:rsidRPr="008D7312" w:rsidRDefault="0055307F" w:rsidP="0084674A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8D7312">
              <w:rPr>
                <w:b/>
                <w:bCs/>
                <w:color w:val="FF0000"/>
                <w:sz w:val="22"/>
                <w:szCs w:val="22"/>
              </w:rPr>
              <w:t>hodnotu platnou</w:t>
            </w:r>
          </w:p>
          <w:p w14:paraId="46813A97" w14:textId="77777777" w:rsidR="0055307F" w:rsidRPr="008D7312" w:rsidRDefault="0055307F" w:rsidP="0084674A">
            <w:pPr>
              <w:jc w:val="center"/>
              <w:rPr>
                <w:b/>
                <w:bCs/>
                <w:sz w:val="22"/>
                <w:szCs w:val="22"/>
              </w:rPr>
            </w:pPr>
            <w:r w:rsidRPr="008D7312">
              <w:rPr>
                <w:b/>
                <w:bCs/>
                <w:color w:val="FF0000"/>
                <w:sz w:val="22"/>
                <w:szCs w:val="22"/>
              </w:rPr>
              <w:t>pro nabízený stroj</w:t>
            </w:r>
          </w:p>
        </w:tc>
      </w:tr>
      <w:tr w:rsidR="0068539B" w:rsidRPr="004C0B28" w14:paraId="1F5DFCF8" w14:textId="77777777" w:rsidTr="008D7312">
        <w:trPr>
          <w:gridAfter w:val="1"/>
          <w:wAfter w:w="6" w:type="dxa"/>
          <w:trHeight w:val="285"/>
        </w:trPr>
        <w:tc>
          <w:tcPr>
            <w:tcW w:w="1206" w:type="dxa"/>
            <w:noWrap/>
            <w:vAlign w:val="center"/>
          </w:tcPr>
          <w:p w14:paraId="41C618FD" w14:textId="77777777" w:rsidR="0068539B" w:rsidRPr="008D7312" w:rsidRDefault="0068539B" w:rsidP="008D7312">
            <w:pPr>
              <w:pStyle w:val="Odstavecseseznamem"/>
              <w:numPr>
                <w:ilvl w:val="0"/>
                <w:numId w:val="6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67B9668B" w14:textId="5B1B4C88" w:rsidR="0068539B" w:rsidRPr="008D7312" w:rsidRDefault="0068539B" w:rsidP="0068539B">
            <w:pPr>
              <w:rPr>
                <w:iCs/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Sekací nástavba řešena jako výměnná nástavba, zavěšení sekací ramenové nástavby a podsvodidlové sekací nástavby na čelní upínací desce nosného vozidla (DIN velikost 3 /5).</w:t>
            </w:r>
          </w:p>
        </w:tc>
        <w:tc>
          <w:tcPr>
            <w:tcW w:w="1601" w:type="dxa"/>
            <w:noWrap/>
            <w:vAlign w:val="center"/>
          </w:tcPr>
          <w:p w14:paraId="4E9FCB05" w14:textId="77777777" w:rsidR="0068539B" w:rsidRPr="008D7312" w:rsidRDefault="0068539B" w:rsidP="0068539B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633C6790" w14:textId="77777777" w:rsidR="0068539B" w:rsidRPr="008D7312" w:rsidRDefault="0068539B" w:rsidP="0068539B">
            <w:pPr>
              <w:jc w:val="center"/>
              <w:rPr>
                <w:sz w:val="22"/>
                <w:szCs w:val="22"/>
              </w:rPr>
            </w:pPr>
          </w:p>
        </w:tc>
      </w:tr>
      <w:tr w:rsidR="0068539B" w:rsidRPr="004C0B28" w14:paraId="630E6DA9" w14:textId="77777777" w:rsidTr="008D7312">
        <w:trPr>
          <w:gridAfter w:val="1"/>
          <w:wAfter w:w="6" w:type="dxa"/>
          <w:trHeight w:val="285"/>
        </w:trPr>
        <w:tc>
          <w:tcPr>
            <w:tcW w:w="1206" w:type="dxa"/>
            <w:noWrap/>
            <w:vAlign w:val="center"/>
          </w:tcPr>
          <w:p w14:paraId="0D94CEE9" w14:textId="77777777" w:rsidR="0068539B" w:rsidRPr="008D7312" w:rsidRDefault="0068539B" w:rsidP="008D7312">
            <w:pPr>
              <w:pStyle w:val="Odstavecseseznamem"/>
              <w:numPr>
                <w:ilvl w:val="0"/>
                <w:numId w:val="6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20D2703A" w14:textId="6849DE12" w:rsidR="0068539B" w:rsidRPr="008D7312" w:rsidRDefault="0068539B" w:rsidP="0068539B">
            <w:pPr>
              <w:rPr>
                <w:sz w:val="22"/>
                <w:szCs w:val="22"/>
              </w:rPr>
            </w:pPr>
            <w:r w:rsidRPr="008D7312">
              <w:rPr>
                <w:color w:val="0D0D0D"/>
                <w:sz w:val="22"/>
                <w:szCs w:val="22"/>
              </w:rPr>
              <w:t>Ovládání obou sekaček pomocí jednoho ovladače, všechny funkce ramene jsou plně proporcionálně ovládané</w:t>
            </w:r>
          </w:p>
        </w:tc>
        <w:tc>
          <w:tcPr>
            <w:tcW w:w="1601" w:type="dxa"/>
            <w:noWrap/>
            <w:vAlign w:val="center"/>
          </w:tcPr>
          <w:p w14:paraId="442821A9" w14:textId="72C40A66" w:rsidR="0068539B" w:rsidRPr="008D7312" w:rsidRDefault="0068539B" w:rsidP="0068539B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52A019E6" w14:textId="77777777" w:rsidR="0068539B" w:rsidRPr="008D7312" w:rsidRDefault="0068539B" w:rsidP="0068539B">
            <w:pPr>
              <w:jc w:val="center"/>
              <w:rPr>
                <w:sz w:val="22"/>
                <w:szCs w:val="22"/>
              </w:rPr>
            </w:pPr>
          </w:p>
        </w:tc>
      </w:tr>
      <w:tr w:rsidR="0068539B" w:rsidRPr="004C0B28" w14:paraId="3BD1FFD2" w14:textId="77777777" w:rsidTr="008D7312">
        <w:trPr>
          <w:gridAfter w:val="1"/>
          <w:wAfter w:w="6" w:type="dxa"/>
          <w:trHeight w:val="285"/>
        </w:trPr>
        <w:tc>
          <w:tcPr>
            <w:tcW w:w="1206" w:type="dxa"/>
            <w:noWrap/>
            <w:vAlign w:val="center"/>
          </w:tcPr>
          <w:p w14:paraId="36523E84" w14:textId="77777777" w:rsidR="0068539B" w:rsidRPr="008D7312" w:rsidRDefault="0068539B" w:rsidP="008D7312">
            <w:pPr>
              <w:pStyle w:val="Odstavecseseznamem"/>
              <w:numPr>
                <w:ilvl w:val="0"/>
                <w:numId w:val="6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0C3523D3" w14:textId="454D3F48" w:rsidR="0068539B" w:rsidRPr="008D7312" w:rsidRDefault="0068539B" w:rsidP="008D7312">
            <w:pPr>
              <w:pStyle w:val="Bezmezer"/>
              <w:rPr>
                <w:sz w:val="22"/>
                <w:szCs w:val="22"/>
              </w:rPr>
            </w:pPr>
            <w:r w:rsidRPr="008D7312">
              <w:rPr>
                <w:color w:val="0D0D0D"/>
                <w:sz w:val="22"/>
                <w:szCs w:val="22"/>
              </w:rPr>
              <w:t>Společný barevný displej s dotykovou obrazovkou pro ramenovou a podsvodidlovou sekačku s menu v českým jazyce.</w:t>
            </w:r>
          </w:p>
        </w:tc>
        <w:tc>
          <w:tcPr>
            <w:tcW w:w="1601" w:type="dxa"/>
            <w:noWrap/>
            <w:vAlign w:val="center"/>
          </w:tcPr>
          <w:p w14:paraId="6DAC0F45" w14:textId="3B9FD31A" w:rsidR="0068539B" w:rsidRPr="008D7312" w:rsidRDefault="0068539B" w:rsidP="0055307F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7CD2BE0D" w14:textId="77777777" w:rsidR="0068539B" w:rsidRPr="008D7312" w:rsidRDefault="0068539B" w:rsidP="0055307F">
            <w:pPr>
              <w:jc w:val="center"/>
              <w:rPr>
                <w:sz w:val="22"/>
                <w:szCs w:val="22"/>
              </w:rPr>
            </w:pPr>
          </w:p>
        </w:tc>
      </w:tr>
      <w:tr w:rsidR="0068539B" w:rsidRPr="004C0B28" w14:paraId="6DE26FA5" w14:textId="77777777" w:rsidTr="008D7312">
        <w:trPr>
          <w:gridAfter w:val="1"/>
          <w:wAfter w:w="6" w:type="dxa"/>
          <w:trHeight w:val="285"/>
        </w:trPr>
        <w:tc>
          <w:tcPr>
            <w:tcW w:w="1206" w:type="dxa"/>
            <w:noWrap/>
            <w:vAlign w:val="center"/>
          </w:tcPr>
          <w:p w14:paraId="55C21D07" w14:textId="77777777" w:rsidR="0068539B" w:rsidRPr="008D7312" w:rsidRDefault="0068539B" w:rsidP="008D7312">
            <w:pPr>
              <w:pStyle w:val="Odstavecseseznamem"/>
              <w:numPr>
                <w:ilvl w:val="0"/>
                <w:numId w:val="6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12E07DD9" w14:textId="6F1BC96A" w:rsidR="0068539B" w:rsidRPr="008D7312" w:rsidRDefault="0068539B" w:rsidP="0068539B">
            <w:pPr>
              <w:pStyle w:val="Bezmezer"/>
              <w:rPr>
                <w:color w:val="0D0D0D"/>
                <w:sz w:val="22"/>
                <w:szCs w:val="22"/>
              </w:rPr>
            </w:pPr>
            <w:r w:rsidRPr="008D7312">
              <w:rPr>
                <w:color w:val="0D0D0D"/>
                <w:sz w:val="22"/>
                <w:szCs w:val="22"/>
              </w:rPr>
              <w:t>Samostatná elektrická aktivace nožů pro obě sekačky</w:t>
            </w:r>
          </w:p>
        </w:tc>
        <w:tc>
          <w:tcPr>
            <w:tcW w:w="1601" w:type="dxa"/>
            <w:noWrap/>
            <w:vAlign w:val="center"/>
          </w:tcPr>
          <w:p w14:paraId="49489B50" w14:textId="6385B59B" w:rsidR="0068539B" w:rsidRPr="008D7312" w:rsidRDefault="0068539B" w:rsidP="0068539B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017B2FB9" w14:textId="77777777" w:rsidR="0068539B" w:rsidRPr="008D7312" w:rsidRDefault="0068539B" w:rsidP="0068539B">
            <w:pPr>
              <w:jc w:val="center"/>
              <w:rPr>
                <w:sz w:val="22"/>
                <w:szCs w:val="22"/>
              </w:rPr>
            </w:pPr>
          </w:p>
        </w:tc>
      </w:tr>
      <w:tr w:rsidR="0068539B" w:rsidRPr="004C0B28" w14:paraId="2CE159FA" w14:textId="77777777" w:rsidTr="008D7312">
        <w:trPr>
          <w:gridAfter w:val="1"/>
          <w:wAfter w:w="6" w:type="dxa"/>
          <w:trHeight w:val="285"/>
        </w:trPr>
        <w:tc>
          <w:tcPr>
            <w:tcW w:w="1206" w:type="dxa"/>
            <w:noWrap/>
            <w:vAlign w:val="center"/>
          </w:tcPr>
          <w:p w14:paraId="321F4EB5" w14:textId="77777777" w:rsidR="0068539B" w:rsidRPr="008D7312" w:rsidRDefault="0068539B" w:rsidP="008D7312">
            <w:pPr>
              <w:pStyle w:val="Odstavecseseznamem"/>
              <w:numPr>
                <w:ilvl w:val="0"/>
                <w:numId w:val="6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761B3823" w14:textId="180AEC6F" w:rsidR="0068539B" w:rsidRPr="008D7312" w:rsidRDefault="0068539B" w:rsidP="0068539B">
            <w:pPr>
              <w:pStyle w:val="Bezmezer"/>
              <w:rPr>
                <w:color w:val="0D0D0D"/>
                <w:sz w:val="22"/>
                <w:szCs w:val="22"/>
              </w:rPr>
            </w:pPr>
            <w:r w:rsidRPr="008D7312">
              <w:rPr>
                <w:color w:val="0D0D0D"/>
                <w:sz w:val="22"/>
                <w:szCs w:val="22"/>
              </w:rPr>
              <w:t>Bezpečnostní zastavení (nouzové zastavení všech zařízení) z ovládacího panelu. (Doba vypínání sekačky nesmí přesáhnout 4 sekundy)</w:t>
            </w:r>
          </w:p>
        </w:tc>
        <w:tc>
          <w:tcPr>
            <w:tcW w:w="1601" w:type="dxa"/>
            <w:noWrap/>
            <w:vAlign w:val="center"/>
          </w:tcPr>
          <w:p w14:paraId="0D45945F" w14:textId="2613CA42" w:rsidR="0068539B" w:rsidRPr="008D7312" w:rsidRDefault="0068539B" w:rsidP="0068539B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4159CB84" w14:textId="77777777" w:rsidR="0068539B" w:rsidRPr="008D7312" w:rsidRDefault="0068539B" w:rsidP="0068539B">
            <w:pPr>
              <w:jc w:val="center"/>
              <w:rPr>
                <w:sz w:val="22"/>
                <w:szCs w:val="22"/>
              </w:rPr>
            </w:pPr>
          </w:p>
        </w:tc>
      </w:tr>
      <w:tr w:rsidR="0068539B" w:rsidRPr="004C0B28" w14:paraId="159C36B0" w14:textId="77777777" w:rsidTr="008D7312">
        <w:trPr>
          <w:gridAfter w:val="1"/>
          <w:wAfter w:w="6" w:type="dxa"/>
          <w:trHeight w:val="285"/>
        </w:trPr>
        <w:tc>
          <w:tcPr>
            <w:tcW w:w="1206" w:type="dxa"/>
            <w:noWrap/>
            <w:vAlign w:val="center"/>
          </w:tcPr>
          <w:p w14:paraId="762875DC" w14:textId="77777777" w:rsidR="0068539B" w:rsidRPr="008D7312" w:rsidRDefault="0068539B" w:rsidP="008D7312">
            <w:pPr>
              <w:pStyle w:val="Odstavecseseznamem"/>
              <w:numPr>
                <w:ilvl w:val="0"/>
                <w:numId w:val="6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093E6AF7" w14:textId="024BD662" w:rsidR="0068539B" w:rsidRPr="008D7312" w:rsidRDefault="0068539B" w:rsidP="0068539B">
            <w:pPr>
              <w:pStyle w:val="Bezmezer"/>
              <w:rPr>
                <w:color w:val="0D0D0D"/>
                <w:sz w:val="22"/>
                <w:szCs w:val="22"/>
              </w:rPr>
            </w:pPr>
            <w:r w:rsidRPr="008D7312">
              <w:rPr>
                <w:color w:val="0D0D0D"/>
                <w:sz w:val="22"/>
                <w:szCs w:val="22"/>
              </w:rPr>
              <w:t>Hydraulické boční posunutí ramen obou sekaček o minimálně 900 mm v kombinovaném provozu.</w:t>
            </w:r>
          </w:p>
        </w:tc>
        <w:tc>
          <w:tcPr>
            <w:tcW w:w="1601" w:type="dxa"/>
            <w:noWrap/>
            <w:vAlign w:val="center"/>
          </w:tcPr>
          <w:p w14:paraId="3A9A4AE4" w14:textId="41AA9929" w:rsidR="0068539B" w:rsidRPr="008D7312" w:rsidRDefault="0068539B" w:rsidP="0068539B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4C37D968" w14:textId="77777777" w:rsidR="0068539B" w:rsidRPr="008D7312" w:rsidRDefault="0068539B" w:rsidP="0068539B">
            <w:pPr>
              <w:jc w:val="center"/>
              <w:rPr>
                <w:sz w:val="22"/>
                <w:szCs w:val="22"/>
              </w:rPr>
            </w:pPr>
          </w:p>
        </w:tc>
      </w:tr>
      <w:tr w:rsidR="0068539B" w:rsidRPr="004C0B28" w14:paraId="2133AF94" w14:textId="77777777" w:rsidTr="008D7312">
        <w:trPr>
          <w:gridAfter w:val="1"/>
          <w:wAfter w:w="6" w:type="dxa"/>
          <w:trHeight w:val="285"/>
        </w:trPr>
        <w:tc>
          <w:tcPr>
            <w:tcW w:w="1206" w:type="dxa"/>
            <w:noWrap/>
            <w:vAlign w:val="center"/>
          </w:tcPr>
          <w:p w14:paraId="024B0667" w14:textId="77777777" w:rsidR="0068539B" w:rsidRPr="008D7312" w:rsidRDefault="0068539B" w:rsidP="008D7312">
            <w:pPr>
              <w:pStyle w:val="Odstavecseseznamem"/>
              <w:numPr>
                <w:ilvl w:val="0"/>
                <w:numId w:val="6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13415684" w14:textId="326C2593" w:rsidR="0068539B" w:rsidRPr="008D7312" w:rsidRDefault="0068539B" w:rsidP="0068539B">
            <w:pPr>
              <w:pStyle w:val="Bezmezer"/>
              <w:rPr>
                <w:color w:val="0D0D0D"/>
                <w:sz w:val="22"/>
                <w:szCs w:val="22"/>
              </w:rPr>
            </w:pPr>
            <w:r w:rsidRPr="008D7312">
              <w:rPr>
                <w:color w:val="0D0D0D"/>
                <w:sz w:val="22"/>
                <w:szCs w:val="22"/>
              </w:rPr>
              <w:t>Počítadlo provozních hodin pro obě sekačky (lze odečíst z ovládacího panelu / displeje)</w:t>
            </w:r>
          </w:p>
        </w:tc>
        <w:tc>
          <w:tcPr>
            <w:tcW w:w="1601" w:type="dxa"/>
            <w:noWrap/>
            <w:vAlign w:val="center"/>
          </w:tcPr>
          <w:p w14:paraId="4CA0C92A" w14:textId="4DC7597F" w:rsidR="0068539B" w:rsidRPr="008D7312" w:rsidRDefault="0068539B" w:rsidP="0068539B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4F523E7A" w14:textId="77777777" w:rsidR="0068539B" w:rsidRPr="008D7312" w:rsidRDefault="0068539B" w:rsidP="0068539B">
            <w:pPr>
              <w:jc w:val="center"/>
              <w:rPr>
                <w:sz w:val="22"/>
                <w:szCs w:val="22"/>
              </w:rPr>
            </w:pPr>
          </w:p>
        </w:tc>
      </w:tr>
      <w:tr w:rsidR="0068539B" w:rsidRPr="004C0B28" w14:paraId="39D58FC9" w14:textId="77777777" w:rsidTr="008D7312">
        <w:trPr>
          <w:gridAfter w:val="1"/>
          <w:wAfter w:w="6" w:type="dxa"/>
          <w:trHeight w:val="285"/>
        </w:trPr>
        <w:tc>
          <w:tcPr>
            <w:tcW w:w="1206" w:type="dxa"/>
            <w:noWrap/>
            <w:vAlign w:val="center"/>
          </w:tcPr>
          <w:p w14:paraId="116FE9D8" w14:textId="77777777" w:rsidR="0068539B" w:rsidRPr="008D7312" w:rsidRDefault="0068539B" w:rsidP="008D7312">
            <w:pPr>
              <w:pStyle w:val="Odstavecseseznamem"/>
              <w:numPr>
                <w:ilvl w:val="0"/>
                <w:numId w:val="6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0D6AC350" w14:textId="79EA462D" w:rsidR="0068539B" w:rsidRPr="008D7312" w:rsidRDefault="0068539B" w:rsidP="0068539B">
            <w:pPr>
              <w:pStyle w:val="Bezmezer"/>
              <w:rPr>
                <w:color w:val="0D0D0D"/>
                <w:sz w:val="22"/>
                <w:szCs w:val="22"/>
              </w:rPr>
            </w:pPr>
            <w:r w:rsidRPr="008D7312">
              <w:rPr>
                <w:color w:val="0D0D0D"/>
                <w:sz w:val="22"/>
                <w:szCs w:val="22"/>
              </w:rPr>
              <w:t xml:space="preserve">Transportní poloha ramenové a podsvodidlové sekačky před traktorem tak, aby nebyla omezena viditelnost a výška traktoru. </w:t>
            </w:r>
          </w:p>
        </w:tc>
        <w:tc>
          <w:tcPr>
            <w:tcW w:w="1601" w:type="dxa"/>
            <w:noWrap/>
            <w:vAlign w:val="center"/>
          </w:tcPr>
          <w:p w14:paraId="53D37E3F" w14:textId="040937E6" w:rsidR="0068539B" w:rsidRPr="008D7312" w:rsidRDefault="0068539B" w:rsidP="0068539B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739F1AD7" w14:textId="77777777" w:rsidR="0068539B" w:rsidRPr="008D7312" w:rsidRDefault="0068539B" w:rsidP="0068539B">
            <w:pPr>
              <w:jc w:val="center"/>
              <w:rPr>
                <w:sz w:val="22"/>
                <w:szCs w:val="22"/>
              </w:rPr>
            </w:pPr>
          </w:p>
        </w:tc>
      </w:tr>
      <w:tr w:rsidR="0068539B" w:rsidRPr="004C0B28" w14:paraId="656A7312" w14:textId="77777777" w:rsidTr="008D7312">
        <w:trPr>
          <w:gridAfter w:val="1"/>
          <w:wAfter w:w="6" w:type="dxa"/>
          <w:trHeight w:val="285"/>
        </w:trPr>
        <w:tc>
          <w:tcPr>
            <w:tcW w:w="1206" w:type="dxa"/>
            <w:noWrap/>
            <w:vAlign w:val="center"/>
          </w:tcPr>
          <w:p w14:paraId="2B3B843D" w14:textId="77777777" w:rsidR="0068539B" w:rsidRPr="008D7312" w:rsidRDefault="0068539B" w:rsidP="008D7312">
            <w:pPr>
              <w:pStyle w:val="Odstavecseseznamem"/>
              <w:numPr>
                <w:ilvl w:val="0"/>
                <w:numId w:val="6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254CD381" w14:textId="46977CBF" w:rsidR="0068539B" w:rsidRPr="008D7312" w:rsidRDefault="0068539B" w:rsidP="0068539B">
            <w:pPr>
              <w:pStyle w:val="Bezmezer"/>
              <w:rPr>
                <w:color w:val="0D0D0D"/>
                <w:sz w:val="22"/>
                <w:szCs w:val="22"/>
              </w:rPr>
            </w:pPr>
            <w:r w:rsidRPr="008D7312">
              <w:rPr>
                <w:color w:val="0D0D0D"/>
                <w:sz w:val="22"/>
                <w:szCs w:val="22"/>
              </w:rPr>
              <w:t>Přepravní zajištění pro ramenovou a podsvodidlovou sekačku lze uzamknout a odemknout z kabiny.</w:t>
            </w:r>
          </w:p>
        </w:tc>
        <w:tc>
          <w:tcPr>
            <w:tcW w:w="1601" w:type="dxa"/>
            <w:noWrap/>
            <w:vAlign w:val="center"/>
          </w:tcPr>
          <w:p w14:paraId="0F5AD050" w14:textId="07049255" w:rsidR="0068539B" w:rsidRPr="008D7312" w:rsidRDefault="0068539B" w:rsidP="0068539B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29F63560" w14:textId="77777777" w:rsidR="0068539B" w:rsidRPr="008D7312" w:rsidRDefault="0068539B" w:rsidP="0068539B">
            <w:pPr>
              <w:jc w:val="center"/>
              <w:rPr>
                <w:sz w:val="22"/>
                <w:szCs w:val="22"/>
              </w:rPr>
            </w:pPr>
          </w:p>
        </w:tc>
      </w:tr>
      <w:tr w:rsidR="00B6357F" w:rsidRPr="004C0B28" w14:paraId="1C00724C" w14:textId="77777777" w:rsidTr="008D7312">
        <w:trPr>
          <w:gridAfter w:val="1"/>
          <w:wAfter w:w="6" w:type="dxa"/>
          <w:trHeight w:val="285"/>
        </w:trPr>
        <w:tc>
          <w:tcPr>
            <w:tcW w:w="1206" w:type="dxa"/>
            <w:noWrap/>
            <w:vAlign w:val="center"/>
          </w:tcPr>
          <w:p w14:paraId="7FB2D0EE" w14:textId="77777777" w:rsidR="00B6357F" w:rsidRPr="00B6357F" w:rsidRDefault="00B6357F" w:rsidP="00DF6BC1">
            <w:pPr>
              <w:pStyle w:val="Odstavecseseznamem"/>
              <w:numPr>
                <w:ilvl w:val="0"/>
                <w:numId w:val="6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0A063785" w14:textId="2F508F20" w:rsidR="00B6357F" w:rsidRPr="008D7312" w:rsidRDefault="00B6357F" w:rsidP="008D7312">
            <w:pPr>
              <w:pStyle w:val="Bezmezer"/>
              <w:tabs>
                <w:tab w:val="left" w:pos="567"/>
              </w:tabs>
            </w:pPr>
            <w:r w:rsidRPr="006B1006">
              <w:t>Osvědčení o registraci stroje</w:t>
            </w:r>
            <w:r>
              <w:t>.</w:t>
            </w:r>
          </w:p>
        </w:tc>
        <w:tc>
          <w:tcPr>
            <w:tcW w:w="1601" w:type="dxa"/>
            <w:noWrap/>
            <w:vAlign w:val="center"/>
          </w:tcPr>
          <w:p w14:paraId="2B8CA2F0" w14:textId="010842BC" w:rsidR="00B6357F" w:rsidRPr="00B6357F" w:rsidRDefault="00B6357F" w:rsidP="0068539B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4D539ED0" w14:textId="77777777" w:rsidR="00B6357F" w:rsidRPr="00B6357F" w:rsidRDefault="00B6357F" w:rsidP="0068539B">
            <w:pPr>
              <w:jc w:val="center"/>
              <w:rPr>
                <w:sz w:val="22"/>
                <w:szCs w:val="22"/>
              </w:rPr>
            </w:pPr>
          </w:p>
        </w:tc>
      </w:tr>
      <w:tr w:rsidR="0068539B" w:rsidRPr="004C0B28" w14:paraId="2F07AAF7" w14:textId="77777777" w:rsidTr="008D7312">
        <w:trPr>
          <w:gridAfter w:val="1"/>
          <w:wAfter w:w="6" w:type="dxa"/>
          <w:trHeight w:val="285"/>
        </w:trPr>
        <w:tc>
          <w:tcPr>
            <w:tcW w:w="1206" w:type="dxa"/>
            <w:noWrap/>
            <w:vAlign w:val="center"/>
          </w:tcPr>
          <w:p w14:paraId="16470887" w14:textId="77777777" w:rsidR="0068539B" w:rsidRPr="008D7312" w:rsidRDefault="0068539B" w:rsidP="008D7312">
            <w:pPr>
              <w:pStyle w:val="Odstavecseseznamem"/>
              <w:numPr>
                <w:ilvl w:val="0"/>
                <w:numId w:val="6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3E1EF0AB" w14:textId="3C9991F7" w:rsidR="0068539B" w:rsidRPr="008D7312" w:rsidRDefault="0068539B" w:rsidP="0068539B">
            <w:pPr>
              <w:pStyle w:val="Bezmezer"/>
              <w:rPr>
                <w:color w:val="0D0D0D"/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Odstavné zařízení s výškově nastavitelnými podpěrami pro celou kombinaci sekaček a samostatné rameno.</w:t>
            </w:r>
          </w:p>
        </w:tc>
        <w:tc>
          <w:tcPr>
            <w:tcW w:w="1601" w:type="dxa"/>
            <w:noWrap/>
            <w:vAlign w:val="center"/>
          </w:tcPr>
          <w:p w14:paraId="4403B0DB" w14:textId="1E1AA554" w:rsidR="0068539B" w:rsidRPr="008D7312" w:rsidRDefault="0068539B" w:rsidP="0068539B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5CA48824" w14:textId="77777777" w:rsidR="0068539B" w:rsidRPr="008D7312" w:rsidRDefault="0068539B" w:rsidP="0068539B">
            <w:pPr>
              <w:jc w:val="center"/>
              <w:rPr>
                <w:sz w:val="22"/>
                <w:szCs w:val="22"/>
              </w:rPr>
            </w:pPr>
          </w:p>
        </w:tc>
      </w:tr>
      <w:tr w:rsidR="0068539B" w:rsidRPr="004C0B28" w14:paraId="4CD90C2B" w14:textId="77777777" w:rsidTr="008D7312">
        <w:trPr>
          <w:gridAfter w:val="1"/>
          <w:wAfter w:w="6" w:type="dxa"/>
          <w:trHeight w:val="285"/>
        </w:trPr>
        <w:tc>
          <w:tcPr>
            <w:tcW w:w="1206" w:type="dxa"/>
            <w:noWrap/>
            <w:vAlign w:val="center"/>
          </w:tcPr>
          <w:p w14:paraId="72937E5E" w14:textId="77777777" w:rsidR="0068539B" w:rsidRPr="008D7312" w:rsidRDefault="0068539B" w:rsidP="008D7312">
            <w:pPr>
              <w:pStyle w:val="Odstavecseseznamem"/>
              <w:numPr>
                <w:ilvl w:val="0"/>
                <w:numId w:val="6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1F63DFA6" w14:textId="1E841781" w:rsidR="0068539B" w:rsidRPr="008D7312" w:rsidRDefault="0068539B" w:rsidP="0068539B">
            <w:pPr>
              <w:pStyle w:val="Bezmez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Rozhraní pro přenos dat s výstupem provozních údajů po GPS:</w:t>
            </w:r>
          </w:p>
        </w:tc>
        <w:tc>
          <w:tcPr>
            <w:tcW w:w="1601" w:type="dxa"/>
            <w:noWrap/>
            <w:vAlign w:val="center"/>
          </w:tcPr>
          <w:p w14:paraId="5587B4C0" w14:textId="441212D4" w:rsidR="0068539B" w:rsidRPr="008D7312" w:rsidRDefault="0068539B" w:rsidP="0068539B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522E1499" w14:textId="77777777" w:rsidR="0068539B" w:rsidRPr="008D7312" w:rsidRDefault="0068539B" w:rsidP="0068539B">
            <w:pPr>
              <w:jc w:val="center"/>
              <w:rPr>
                <w:sz w:val="22"/>
                <w:szCs w:val="22"/>
              </w:rPr>
            </w:pPr>
          </w:p>
        </w:tc>
      </w:tr>
      <w:tr w:rsidR="0055307F" w:rsidRPr="004C0B28" w14:paraId="1EFD6FAF" w14:textId="77777777" w:rsidTr="008D7312">
        <w:trPr>
          <w:gridAfter w:val="1"/>
          <w:wAfter w:w="6" w:type="dxa"/>
          <w:trHeight w:val="285"/>
        </w:trPr>
        <w:tc>
          <w:tcPr>
            <w:tcW w:w="1206" w:type="dxa"/>
            <w:noWrap/>
            <w:vAlign w:val="center"/>
          </w:tcPr>
          <w:p w14:paraId="734C8820" w14:textId="77777777" w:rsidR="0055307F" w:rsidRPr="008D7312" w:rsidRDefault="0055307F" w:rsidP="008D7312">
            <w:pPr>
              <w:pStyle w:val="Odstavecseseznamem"/>
              <w:numPr>
                <w:ilvl w:val="0"/>
                <w:numId w:val="61"/>
              </w:numPr>
              <w:jc w:val="left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5A0F1C86" w14:textId="77A5E0D3" w:rsidR="0055307F" w:rsidRPr="008D7312" w:rsidRDefault="0055307F" w:rsidP="0055307F">
            <w:pPr>
              <w:rPr>
                <w:color w:val="000000"/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Zapnutí sekací nástavby.</w:t>
            </w:r>
          </w:p>
        </w:tc>
        <w:tc>
          <w:tcPr>
            <w:tcW w:w="1601" w:type="dxa"/>
            <w:noWrap/>
            <w:vAlign w:val="center"/>
          </w:tcPr>
          <w:p w14:paraId="10C625E9" w14:textId="4F2B9FD3" w:rsidR="0055307F" w:rsidRPr="008D7312" w:rsidRDefault="0055307F" w:rsidP="0055307F">
            <w:pPr>
              <w:jc w:val="center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1CA91E55" w14:textId="77777777" w:rsidR="0055307F" w:rsidRPr="008D7312" w:rsidRDefault="0055307F" w:rsidP="0055307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139917F" w14:textId="77777777" w:rsidR="0090058A" w:rsidRDefault="0090058A" w:rsidP="0055307F">
      <w:pPr>
        <w:pStyle w:val="Zkladntext"/>
        <w:tabs>
          <w:tab w:val="left" w:pos="0"/>
        </w:tabs>
        <w:spacing w:after="60"/>
        <w:jc w:val="both"/>
        <w:rPr>
          <w:b w:val="0"/>
          <w:bCs/>
          <w:sz w:val="22"/>
          <w:szCs w:val="22"/>
        </w:rPr>
      </w:pPr>
    </w:p>
    <w:p w14:paraId="663C6103" w14:textId="77777777" w:rsidR="00E97AAC" w:rsidRDefault="00E97AAC" w:rsidP="000357F1">
      <w:pPr>
        <w:pStyle w:val="Zkladntext"/>
        <w:tabs>
          <w:tab w:val="left" w:pos="0"/>
        </w:tabs>
        <w:spacing w:after="60"/>
        <w:jc w:val="both"/>
        <w:rPr>
          <w:bCs/>
          <w:sz w:val="22"/>
          <w:szCs w:val="22"/>
        </w:rPr>
      </w:pPr>
    </w:p>
    <w:p w14:paraId="398877B3" w14:textId="77777777" w:rsidR="00E97AAC" w:rsidRDefault="000357F1" w:rsidP="000357F1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  <w:r w:rsidRPr="00F24E65">
        <w:rPr>
          <w:bCs/>
          <w:sz w:val="22"/>
          <w:szCs w:val="22"/>
        </w:rPr>
        <w:t>Datum dle el. podpisu</w:t>
      </w:r>
      <w:r w:rsidRPr="00F24E65">
        <w:rPr>
          <w:sz w:val="22"/>
          <w:szCs w:val="22"/>
        </w:rPr>
        <w:tab/>
      </w:r>
      <w:r w:rsidRPr="00F24E65">
        <w:rPr>
          <w:sz w:val="22"/>
          <w:szCs w:val="22"/>
        </w:rPr>
        <w:tab/>
      </w:r>
      <w:r w:rsidRPr="00F24E65">
        <w:rPr>
          <w:sz w:val="22"/>
          <w:szCs w:val="22"/>
        </w:rPr>
        <w:tab/>
      </w:r>
      <w:r w:rsidRPr="00F24E65">
        <w:rPr>
          <w:sz w:val="22"/>
          <w:szCs w:val="22"/>
        </w:rPr>
        <w:tab/>
      </w:r>
      <w:r w:rsidRPr="00F24E65">
        <w:rPr>
          <w:sz w:val="22"/>
          <w:szCs w:val="22"/>
        </w:rPr>
        <w:tab/>
      </w:r>
      <w:r w:rsidRPr="00F24E65">
        <w:rPr>
          <w:sz w:val="22"/>
          <w:szCs w:val="22"/>
        </w:rPr>
        <w:tab/>
      </w:r>
    </w:p>
    <w:p w14:paraId="2E738E79" w14:textId="2534F401" w:rsidR="000357F1" w:rsidRPr="008D7312" w:rsidRDefault="00E97AAC" w:rsidP="000357F1">
      <w:pPr>
        <w:pStyle w:val="Zkladntext"/>
        <w:tabs>
          <w:tab w:val="left" w:pos="0"/>
        </w:tabs>
        <w:spacing w:after="60"/>
        <w:jc w:val="both"/>
        <w:rPr>
          <w:b w:val="0"/>
          <w:b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</w:t>
      </w:r>
      <w:r w:rsidR="000357F1" w:rsidRPr="00F24E65">
        <w:rPr>
          <w:sz w:val="22"/>
          <w:szCs w:val="22"/>
        </w:rPr>
        <w:t xml:space="preserve">Jméno a podpis osoby </w:t>
      </w:r>
    </w:p>
    <w:p w14:paraId="37332769" w14:textId="7AB9B853" w:rsidR="0090058A" w:rsidRPr="004C0B28" w:rsidRDefault="000357F1" w:rsidP="000357F1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  <w:r w:rsidRPr="00F24E65">
        <w:rPr>
          <w:b w:val="0"/>
          <w:sz w:val="22"/>
          <w:szCs w:val="22"/>
        </w:rPr>
        <w:tab/>
      </w:r>
      <w:r w:rsidRPr="00F24E65">
        <w:rPr>
          <w:b w:val="0"/>
          <w:sz w:val="22"/>
          <w:szCs w:val="22"/>
        </w:rPr>
        <w:tab/>
      </w:r>
      <w:r w:rsidRPr="00F24E65">
        <w:rPr>
          <w:b w:val="0"/>
          <w:sz w:val="22"/>
          <w:szCs w:val="22"/>
        </w:rPr>
        <w:tab/>
      </w:r>
      <w:r w:rsidRPr="00F24E65">
        <w:rPr>
          <w:b w:val="0"/>
          <w:sz w:val="22"/>
          <w:szCs w:val="22"/>
        </w:rPr>
        <w:tab/>
      </w:r>
      <w:r w:rsidRPr="00F24E65">
        <w:rPr>
          <w:b w:val="0"/>
          <w:sz w:val="22"/>
          <w:szCs w:val="22"/>
        </w:rPr>
        <w:tab/>
      </w:r>
      <w:r w:rsidRPr="00F24E65"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 xml:space="preserve">              </w:t>
      </w:r>
      <w:r w:rsidRPr="00F24E65">
        <w:rPr>
          <w:b w:val="0"/>
          <w:sz w:val="22"/>
          <w:szCs w:val="22"/>
        </w:rPr>
        <w:t>oprávněné jednat jménem účastníka</w:t>
      </w:r>
    </w:p>
    <w:p w14:paraId="43DCDCBA" w14:textId="77777777" w:rsidR="00E97AAC" w:rsidRDefault="00E97AAC" w:rsidP="0090058A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sz w:val="22"/>
          <w:szCs w:val="22"/>
          <w:u w:val="single"/>
        </w:rPr>
      </w:pPr>
    </w:p>
    <w:p w14:paraId="0859F553" w14:textId="77777777" w:rsidR="00E97AAC" w:rsidRDefault="00E97AAC" w:rsidP="0090058A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sz w:val="22"/>
          <w:szCs w:val="22"/>
          <w:u w:val="single"/>
        </w:rPr>
      </w:pPr>
    </w:p>
    <w:p w14:paraId="22B05C7E" w14:textId="77777777" w:rsidR="00E97AAC" w:rsidRDefault="00E97AAC" w:rsidP="0090058A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sz w:val="22"/>
          <w:szCs w:val="22"/>
          <w:u w:val="single"/>
        </w:rPr>
      </w:pPr>
    </w:p>
    <w:p w14:paraId="317F7B4A" w14:textId="77777777" w:rsidR="00E97AAC" w:rsidRDefault="00E97AAC" w:rsidP="0090058A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sz w:val="22"/>
          <w:szCs w:val="22"/>
          <w:u w:val="single"/>
        </w:rPr>
      </w:pPr>
    </w:p>
    <w:p w14:paraId="691A9964" w14:textId="77777777" w:rsidR="00E97AAC" w:rsidRDefault="00E97AAC" w:rsidP="0090058A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sz w:val="22"/>
          <w:szCs w:val="22"/>
          <w:u w:val="single"/>
        </w:rPr>
      </w:pPr>
    </w:p>
    <w:p w14:paraId="21EE4125" w14:textId="77777777" w:rsidR="00E97AAC" w:rsidRDefault="00E97AAC" w:rsidP="0090058A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sz w:val="22"/>
          <w:szCs w:val="22"/>
          <w:u w:val="single"/>
        </w:rPr>
      </w:pPr>
    </w:p>
    <w:p w14:paraId="597B1BD4" w14:textId="77777777" w:rsidR="00D345BB" w:rsidRDefault="00D345BB" w:rsidP="0066231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4DB80377" w14:textId="3F20B62D" w:rsidR="00DC159D" w:rsidRPr="00264FC6" w:rsidRDefault="00DC159D" w:rsidP="00662315">
      <w:pPr>
        <w:spacing w:before="120"/>
        <w:jc w:val="both"/>
        <w:rPr>
          <w:rFonts w:ascii="Arial" w:hAnsi="Arial" w:cs="Arial"/>
          <w:sz w:val="22"/>
          <w:szCs w:val="22"/>
        </w:rPr>
      </w:pPr>
    </w:p>
    <w:sectPr w:rsidR="00DC159D" w:rsidRPr="00264FC6" w:rsidSect="008D731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426" w:right="851" w:bottom="1276" w:left="1418" w:header="680" w:footer="4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86A3F" w14:textId="77777777" w:rsidR="00FE4C36" w:rsidRDefault="00FE4C36">
      <w:r>
        <w:separator/>
      </w:r>
    </w:p>
  </w:endnote>
  <w:endnote w:type="continuationSeparator" w:id="0">
    <w:p w14:paraId="25280E7B" w14:textId="77777777" w:rsidR="00FE4C36" w:rsidRDefault="00FE4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3626B" w14:textId="0D1039AA" w:rsidR="007D52B8" w:rsidRDefault="00D94C67">
    <w:pPr>
      <w:tabs>
        <w:tab w:val="left" w:pos="4140"/>
        <w:tab w:val="right" w:pos="9180"/>
      </w:tabs>
      <w:ind w:right="-108"/>
      <w:rPr>
        <w:sz w:val="18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594D852E" wp14:editId="775182B4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5829300" cy="0"/>
              <wp:effectExtent l="0" t="0" r="0" b="0"/>
              <wp:wrapNone/>
              <wp:docPr id="656558096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53055B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5pt" to="459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" o:allowincell="f" strokecolor="#333" strokeweight=".5pt"/>
          </w:pict>
        </mc:Fallback>
      </mc:AlternateContent>
    </w:r>
  </w:p>
  <w:p w14:paraId="42337AC3" w14:textId="77777777" w:rsidR="007D52B8" w:rsidRDefault="007D52B8" w:rsidP="003F7066">
    <w:pPr>
      <w:ind w:left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79B1" w14:textId="1F784F91" w:rsidR="007D52B8" w:rsidRDefault="00D94C67">
    <w:pPr>
      <w:tabs>
        <w:tab w:val="left" w:pos="4140"/>
        <w:tab w:val="right" w:pos="9180"/>
      </w:tabs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DFB2954" wp14:editId="1667997F">
              <wp:simplePos x="0" y="0"/>
              <wp:positionH relativeFrom="column">
                <wp:posOffset>-36195</wp:posOffset>
              </wp:positionH>
              <wp:positionV relativeFrom="paragraph">
                <wp:posOffset>85090</wp:posOffset>
              </wp:positionV>
              <wp:extent cx="5899785" cy="0"/>
              <wp:effectExtent l="0" t="0" r="0" b="0"/>
              <wp:wrapNone/>
              <wp:docPr id="1967770799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97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396C23" id="Line 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6.7pt" to="461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"/>
          </w:pict>
        </mc:Fallback>
      </mc:AlternateContent>
    </w:r>
  </w:p>
  <w:p w14:paraId="15ED45EF" w14:textId="77777777" w:rsidR="007D52B8" w:rsidRDefault="007D52B8" w:rsidP="003F70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62971" w14:textId="77777777" w:rsidR="00FE4C36" w:rsidRDefault="00FE4C36">
      <w:r>
        <w:separator/>
      </w:r>
    </w:p>
  </w:footnote>
  <w:footnote w:type="continuationSeparator" w:id="0">
    <w:p w14:paraId="2082D8CB" w14:textId="77777777" w:rsidR="00FE4C36" w:rsidRDefault="00FE4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CF7B2" w14:textId="44BAB3F5" w:rsidR="007D52B8" w:rsidRPr="008D7312" w:rsidRDefault="007D52B8" w:rsidP="008D7312">
    <w:pPr>
      <w:pStyle w:val="Nzev"/>
      <w:jc w:val="left"/>
      <w:rPr>
        <w:rFonts w:ascii="Times New Roman" w:hAnsi="Times New Roman"/>
        <w:bCs/>
        <w:sz w:val="16"/>
      </w:rPr>
    </w:pPr>
    <w:r w:rsidRPr="008D7312">
      <w:rPr>
        <w:rFonts w:ascii="Times New Roman" w:hAnsi="Times New Roman" w:cs="Times New Roman"/>
        <w:b w:val="0"/>
        <w:bCs/>
        <w:sz w:val="16"/>
      </w:rPr>
      <w:t>Zadávací podmínky</w:t>
    </w:r>
    <w:r w:rsidRPr="00927D23">
      <w:rPr>
        <w:rFonts w:ascii="Times New Roman" w:hAnsi="Times New Roman" w:cs="Times New Roman"/>
        <w:sz w:val="16"/>
      </w:rPr>
      <w:t xml:space="preserve"> –  </w:t>
    </w:r>
    <w:r w:rsidR="000847F1" w:rsidRPr="008D7312">
      <w:rPr>
        <w:rFonts w:ascii="Times New Roman" w:hAnsi="Times New Roman" w:cs="Times New Roman"/>
        <w:b w:val="0"/>
        <w:sz w:val="16"/>
        <w:szCs w:val="16"/>
      </w:rPr>
      <w:t>Dodávka traktorov</w:t>
    </w:r>
    <w:r w:rsidR="00EF75E6">
      <w:rPr>
        <w:rFonts w:ascii="Times New Roman" w:hAnsi="Times New Roman" w:cs="Times New Roman"/>
        <w:b w:val="0"/>
        <w:sz w:val="16"/>
        <w:szCs w:val="16"/>
      </w:rPr>
      <w:t xml:space="preserve">ých nosičů včetně kombinovaných sekacích nástaveb v počtu dvou kusů                               </w:t>
    </w:r>
    <w:r w:rsidR="00084C36" w:rsidRPr="008D7312">
      <w:rPr>
        <w:rFonts w:ascii="Times New Roman" w:hAnsi="Times New Roman" w:cs="Times New Roman"/>
        <w:b w:val="0"/>
        <w:bCs/>
        <w:sz w:val="16"/>
      </w:rPr>
      <w:t>strana</w:t>
    </w:r>
    <w:r w:rsidRPr="008D7312">
      <w:rPr>
        <w:rFonts w:ascii="Times New Roman" w:hAnsi="Times New Roman" w:cs="Times New Roman"/>
        <w:b w:val="0"/>
        <w:bCs/>
        <w:sz w:val="16"/>
      </w:rPr>
      <w:t xml:space="preserve">: </w:t>
    </w:r>
    <w:r w:rsidRPr="008D7312">
      <w:rPr>
        <w:rStyle w:val="slostrnky"/>
        <w:rFonts w:ascii="Times New Roman" w:hAnsi="Times New Roman" w:cs="Times New Roman"/>
        <w:b w:val="0"/>
        <w:bCs/>
        <w:sz w:val="16"/>
      </w:rPr>
      <w:fldChar w:fldCharType="begin"/>
    </w:r>
    <w:r w:rsidRPr="008D7312">
      <w:rPr>
        <w:rStyle w:val="slostrnky"/>
        <w:rFonts w:ascii="Times New Roman" w:hAnsi="Times New Roman" w:cs="Times New Roman"/>
        <w:b w:val="0"/>
        <w:bCs/>
        <w:sz w:val="16"/>
      </w:rPr>
      <w:instrText xml:space="preserve"> PAGE </w:instrText>
    </w:r>
    <w:r w:rsidRPr="008D7312">
      <w:rPr>
        <w:rStyle w:val="slostrnky"/>
        <w:rFonts w:ascii="Times New Roman" w:hAnsi="Times New Roman" w:cs="Times New Roman"/>
        <w:b w:val="0"/>
        <w:bCs/>
        <w:sz w:val="16"/>
      </w:rPr>
      <w:fldChar w:fldCharType="separate"/>
    </w:r>
    <w:r w:rsidR="00E071FE" w:rsidRPr="008D7312">
      <w:rPr>
        <w:rStyle w:val="slostrnky"/>
        <w:rFonts w:ascii="Times New Roman" w:hAnsi="Times New Roman" w:cs="Times New Roman"/>
        <w:b w:val="0"/>
        <w:bCs/>
        <w:noProof/>
        <w:sz w:val="16"/>
      </w:rPr>
      <w:t>2</w:t>
    </w:r>
    <w:r w:rsidRPr="008D7312">
      <w:rPr>
        <w:rStyle w:val="slostrnky"/>
        <w:rFonts w:ascii="Times New Roman" w:hAnsi="Times New Roman" w:cs="Times New Roman"/>
        <w:b w:val="0"/>
        <w:bCs/>
        <w:sz w:val="16"/>
      </w:rPr>
      <w:fldChar w:fldCharType="end"/>
    </w:r>
  </w:p>
  <w:p w14:paraId="45575B47" w14:textId="6CEA8425" w:rsidR="007D52B8" w:rsidRDefault="00D94C67">
    <w:pPr>
      <w:rPr>
        <w:rFonts w:ascii="Arial Black" w:hAnsi="Arial Black"/>
      </w:rPr>
    </w:pPr>
    <w:r>
      <w:rPr>
        <w:rFonts w:ascii="Arial Black" w:hAnsi="Arial Black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6D7C6C24" wp14:editId="6734BAAE">
              <wp:simplePos x="0" y="0"/>
              <wp:positionH relativeFrom="column">
                <wp:posOffset>0</wp:posOffset>
              </wp:positionH>
              <wp:positionV relativeFrom="paragraph">
                <wp:posOffset>20320</wp:posOffset>
              </wp:positionV>
              <wp:extent cx="5829300" cy="0"/>
              <wp:effectExtent l="0" t="0" r="0" b="0"/>
              <wp:wrapNone/>
              <wp:docPr id="210600400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0B8606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2Ala39kAAAAEAQAADwAAAAAAAAAAAAAAAAAKBAAAZHJzL2Rvd25yZXYueG1s&#10;UEsFBgAAAAAEAAQA8wAAABAFAAAAAA=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7149E" w14:textId="2C9E326E" w:rsidR="00084C36" w:rsidRPr="008D7312" w:rsidRDefault="00084C36" w:rsidP="00BE209D">
    <w:pPr>
      <w:pStyle w:val="Zhlav"/>
      <w:rPr>
        <w:sz w:val="16"/>
      </w:rPr>
    </w:pPr>
    <w:r w:rsidRPr="008D7312">
      <w:rPr>
        <w:sz w:val="16"/>
      </w:rPr>
      <w:t>Za</w:t>
    </w:r>
    <w:r w:rsidR="00D9770A" w:rsidRPr="008D7312">
      <w:rPr>
        <w:sz w:val="16"/>
      </w:rPr>
      <w:t xml:space="preserve">dávací podmínky – </w:t>
    </w:r>
    <w:bookmarkStart w:id="8" w:name="_Hlk55215233"/>
    <w:r w:rsidR="00AA757A" w:rsidRPr="008D7312">
      <w:rPr>
        <w:rFonts w:ascii="Arial" w:hAnsi="Arial" w:cs="Arial"/>
        <w:bCs/>
        <w:sz w:val="16"/>
        <w:szCs w:val="16"/>
        <w:u w:val="single"/>
      </w:rPr>
      <w:t>Dodávka traktorových nosičů a kombinované sekací nástavby v počtu dvou kusů</w:t>
    </w:r>
    <w:r w:rsidR="00AA757A" w:rsidRPr="00AA757A" w:rsidDel="00E52A05">
      <w:rPr>
        <w:sz w:val="16"/>
      </w:rPr>
      <w:t xml:space="preserve"> </w:t>
    </w:r>
    <w:r w:rsidR="006A73AE">
      <w:rPr>
        <w:sz w:val="16"/>
      </w:rPr>
      <w:t xml:space="preserve">                                              </w:t>
    </w:r>
    <w:bookmarkEnd w:id="8"/>
    <w:r w:rsidR="00BE209D" w:rsidRPr="008D7312">
      <w:rPr>
        <w:sz w:val="16"/>
      </w:rPr>
      <w:t>s</w:t>
    </w:r>
    <w:r w:rsidRPr="008D7312">
      <w:rPr>
        <w:sz w:val="16"/>
      </w:rPr>
      <w:t>trana:</w:t>
    </w:r>
    <w:r w:rsidR="00927D23">
      <w:rPr>
        <w:rFonts w:ascii="Arial" w:hAnsi="Arial"/>
        <w:sz w:val="16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27E504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2BF78EC"/>
    <w:multiLevelType w:val="hybridMultilevel"/>
    <w:tmpl w:val="616E564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A37F1"/>
    <w:multiLevelType w:val="hybridMultilevel"/>
    <w:tmpl w:val="2132BC82"/>
    <w:lvl w:ilvl="0" w:tplc="680E51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A42637"/>
    <w:multiLevelType w:val="hybridMultilevel"/>
    <w:tmpl w:val="7FCE7334"/>
    <w:lvl w:ilvl="0" w:tplc="25D48FEA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FE2497"/>
    <w:multiLevelType w:val="hybridMultilevel"/>
    <w:tmpl w:val="CEBA4774"/>
    <w:lvl w:ilvl="0" w:tplc="8C18DC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F40615"/>
    <w:multiLevelType w:val="hybridMultilevel"/>
    <w:tmpl w:val="1EDAD258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10537103"/>
    <w:multiLevelType w:val="hybridMultilevel"/>
    <w:tmpl w:val="616E564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6B5104"/>
    <w:multiLevelType w:val="hybridMultilevel"/>
    <w:tmpl w:val="83AE2882"/>
    <w:lvl w:ilvl="0" w:tplc="4FC8303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D16DF6"/>
    <w:multiLevelType w:val="hybridMultilevel"/>
    <w:tmpl w:val="AA20361A"/>
    <w:lvl w:ilvl="0" w:tplc="0405000F">
      <w:start w:val="1"/>
      <w:numFmt w:val="decimal"/>
      <w:lvlText w:val="%1."/>
      <w:lvlJc w:val="left"/>
      <w:pPr>
        <w:ind w:left="5040" w:hanging="360"/>
      </w:pPr>
    </w:lvl>
    <w:lvl w:ilvl="1" w:tplc="04050019" w:tentative="1">
      <w:start w:val="1"/>
      <w:numFmt w:val="lowerLetter"/>
      <w:lvlText w:val="%2."/>
      <w:lvlJc w:val="left"/>
      <w:pPr>
        <w:ind w:left="5760" w:hanging="360"/>
      </w:pPr>
    </w:lvl>
    <w:lvl w:ilvl="2" w:tplc="0405001B" w:tentative="1">
      <w:start w:val="1"/>
      <w:numFmt w:val="lowerRoman"/>
      <w:lvlText w:val="%3."/>
      <w:lvlJc w:val="right"/>
      <w:pPr>
        <w:ind w:left="6480" w:hanging="180"/>
      </w:pPr>
    </w:lvl>
    <w:lvl w:ilvl="3" w:tplc="0405000F" w:tentative="1">
      <w:start w:val="1"/>
      <w:numFmt w:val="decimal"/>
      <w:lvlText w:val="%4."/>
      <w:lvlJc w:val="left"/>
      <w:pPr>
        <w:ind w:left="7200" w:hanging="360"/>
      </w:pPr>
    </w:lvl>
    <w:lvl w:ilvl="4" w:tplc="04050019" w:tentative="1">
      <w:start w:val="1"/>
      <w:numFmt w:val="lowerLetter"/>
      <w:lvlText w:val="%5."/>
      <w:lvlJc w:val="left"/>
      <w:pPr>
        <w:ind w:left="7920" w:hanging="360"/>
      </w:pPr>
    </w:lvl>
    <w:lvl w:ilvl="5" w:tplc="0405001B" w:tentative="1">
      <w:start w:val="1"/>
      <w:numFmt w:val="lowerRoman"/>
      <w:lvlText w:val="%6."/>
      <w:lvlJc w:val="right"/>
      <w:pPr>
        <w:ind w:left="8640" w:hanging="180"/>
      </w:pPr>
    </w:lvl>
    <w:lvl w:ilvl="6" w:tplc="0405000F" w:tentative="1">
      <w:start w:val="1"/>
      <w:numFmt w:val="decimal"/>
      <w:lvlText w:val="%7."/>
      <w:lvlJc w:val="left"/>
      <w:pPr>
        <w:ind w:left="9360" w:hanging="360"/>
      </w:pPr>
    </w:lvl>
    <w:lvl w:ilvl="7" w:tplc="04050019" w:tentative="1">
      <w:start w:val="1"/>
      <w:numFmt w:val="lowerLetter"/>
      <w:lvlText w:val="%8."/>
      <w:lvlJc w:val="left"/>
      <w:pPr>
        <w:ind w:left="10080" w:hanging="360"/>
      </w:pPr>
    </w:lvl>
    <w:lvl w:ilvl="8" w:tplc="040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2" w15:restartNumberingAfterBreak="0">
    <w:nsid w:val="18A224AC"/>
    <w:multiLevelType w:val="hybridMultilevel"/>
    <w:tmpl w:val="D43A47E0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98359D0"/>
    <w:multiLevelType w:val="hybridMultilevel"/>
    <w:tmpl w:val="616E564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333A0E"/>
    <w:multiLevelType w:val="hybridMultilevel"/>
    <w:tmpl w:val="B914D496"/>
    <w:lvl w:ilvl="0" w:tplc="26921DB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1F151D73"/>
    <w:multiLevelType w:val="hybridMultilevel"/>
    <w:tmpl w:val="80465FE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9D767C"/>
    <w:multiLevelType w:val="hybridMultilevel"/>
    <w:tmpl w:val="F8D247F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51017E3"/>
    <w:multiLevelType w:val="hybridMultilevel"/>
    <w:tmpl w:val="41C222D4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850722"/>
    <w:multiLevelType w:val="multilevel"/>
    <w:tmpl w:val="C4BE1E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2AB7702C"/>
    <w:multiLevelType w:val="hybridMultilevel"/>
    <w:tmpl w:val="103893B0"/>
    <w:lvl w:ilvl="0" w:tplc="4DFAEA06">
      <w:start w:val="1"/>
      <w:numFmt w:val="decimal"/>
      <w:lvlText w:val="%1."/>
      <w:lvlJc w:val="left"/>
      <w:pPr>
        <w:ind w:left="786" w:hanging="360"/>
      </w:pPr>
      <w:rPr>
        <w:b w:val="0"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2AE2496E"/>
    <w:multiLevelType w:val="hybridMultilevel"/>
    <w:tmpl w:val="8428598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F0202E"/>
    <w:multiLevelType w:val="multilevel"/>
    <w:tmpl w:val="71B6E82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EF24578"/>
    <w:multiLevelType w:val="hybridMultilevel"/>
    <w:tmpl w:val="DCAEB7CC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632C45"/>
    <w:multiLevelType w:val="hybridMultilevel"/>
    <w:tmpl w:val="4ABA2E4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0920750"/>
    <w:multiLevelType w:val="hybridMultilevel"/>
    <w:tmpl w:val="8460E388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0B42CF"/>
    <w:multiLevelType w:val="hybridMultilevel"/>
    <w:tmpl w:val="8516189E"/>
    <w:lvl w:ilvl="0" w:tplc="025CDE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5B4CBE"/>
    <w:multiLevelType w:val="hybridMultilevel"/>
    <w:tmpl w:val="A28EB6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FE2797"/>
    <w:multiLevelType w:val="hybridMultilevel"/>
    <w:tmpl w:val="19F2AD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226C76"/>
    <w:multiLevelType w:val="hybridMultilevel"/>
    <w:tmpl w:val="76307F22"/>
    <w:lvl w:ilvl="0" w:tplc="040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9" w15:restartNumberingAfterBreak="0">
    <w:nsid w:val="3A20181F"/>
    <w:multiLevelType w:val="hybridMultilevel"/>
    <w:tmpl w:val="BB4AB6B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3D360DFC"/>
    <w:multiLevelType w:val="hybridMultilevel"/>
    <w:tmpl w:val="E060751A"/>
    <w:lvl w:ilvl="0" w:tplc="854057E6">
      <w:start w:val="1"/>
      <w:numFmt w:val="bullet"/>
      <w:lvlText w:val=""/>
      <w:lvlJc w:val="left"/>
      <w:pPr>
        <w:tabs>
          <w:tab w:val="num" w:pos="757"/>
        </w:tabs>
        <w:ind w:left="737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BB7EC5"/>
    <w:multiLevelType w:val="hybridMultilevel"/>
    <w:tmpl w:val="616E564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7824CD"/>
    <w:multiLevelType w:val="multilevel"/>
    <w:tmpl w:val="54C4498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5B273FB"/>
    <w:multiLevelType w:val="hybridMultilevel"/>
    <w:tmpl w:val="6F9AF3C8"/>
    <w:lvl w:ilvl="0" w:tplc="06960A96">
      <w:start w:val="5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6BA16D7"/>
    <w:multiLevelType w:val="hybridMultilevel"/>
    <w:tmpl w:val="B3487E3E"/>
    <w:lvl w:ilvl="0" w:tplc="14DA34F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5D48FEA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CD3064"/>
    <w:multiLevelType w:val="hybridMultilevel"/>
    <w:tmpl w:val="57A47FBC"/>
    <w:lvl w:ilvl="0" w:tplc="040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6" w15:restartNumberingAfterBreak="0">
    <w:nsid w:val="4A2E040D"/>
    <w:multiLevelType w:val="hybridMultilevel"/>
    <w:tmpl w:val="4EA6D066"/>
    <w:lvl w:ilvl="0" w:tplc="8916925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6138F2"/>
    <w:multiLevelType w:val="hybridMultilevel"/>
    <w:tmpl w:val="D43A47E0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4B203CB3"/>
    <w:multiLevelType w:val="hybridMultilevel"/>
    <w:tmpl w:val="6B16C1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262BEB"/>
    <w:multiLevelType w:val="hybridMultilevel"/>
    <w:tmpl w:val="3FCE2B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F2E5380"/>
    <w:multiLevelType w:val="hybridMultilevel"/>
    <w:tmpl w:val="1B60A060"/>
    <w:lvl w:ilvl="0" w:tplc="040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1" w15:restartNumberingAfterBreak="0">
    <w:nsid w:val="5014530B"/>
    <w:multiLevelType w:val="multilevel"/>
    <w:tmpl w:val="AB94D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2" w15:restartNumberingAfterBreak="0">
    <w:nsid w:val="50FD3D5A"/>
    <w:multiLevelType w:val="hybridMultilevel"/>
    <w:tmpl w:val="07C46EEC"/>
    <w:lvl w:ilvl="0" w:tplc="DBF0185A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0A7CBB"/>
    <w:multiLevelType w:val="hybridMultilevel"/>
    <w:tmpl w:val="4ABA2E4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59B11673"/>
    <w:multiLevelType w:val="hybridMultilevel"/>
    <w:tmpl w:val="69A44066"/>
    <w:lvl w:ilvl="0" w:tplc="901AADBA">
      <w:start w:val="3"/>
      <w:numFmt w:val="lowerLetter"/>
      <w:lvlText w:val="%1)"/>
      <w:lvlJc w:val="left"/>
      <w:pPr>
        <w:ind w:left="1068" w:hanging="360"/>
      </w:pPr>
      <w:rPr>
        <w:rFonts w:hint="default"/>
        <w:color w:val="00000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5A0F4ADD"/>
    <w:multiLevelType w:val="hybridMultilevel"/>
    <w:tmpl w:val="7E0E560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6618C2"/>
    <w:multiLevelType w:val="hybridMultilevel"/>
    <w:tmpl w:val="616E564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791752"/>
    <w:multiLevelType w:val="hybridMultilevel"/>
    <w:tmpl w:val="28FA62DA"/>
    <w:lvl w:ilvl="0" w:tplc="ACE692CA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  <w:color w:val="auto"/>
      </w:rPr>
    </w:lvl>
    <w:lvl w:ilvl="1" w:tplc="B16ACABA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5F25484E"/>
    <w:multiLevelType w:val="hybridMultilevel"/>
    <w:tmpl w:val="55B67764"/>
    <w:lvl w:ilvl="0" w:tplc="611833DA">
      <w:start w:val="1"/>
      <w:numFmt w:val="decimal"/>
      <w:lvlText w:val="1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BF24F1"/>
    <w:multiLevelType w:val="hybridMultilevel"/>
    <w:tmpl w:val="294A7D0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133783"/>
    <w:multiLevelType w:val="hybridMultilevel"/>
    <w:tmpl w:val="07C46EEC"/>
    <w:lvl w:ilvl="0" w:tplc="DBF018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2884EF9"/>
    <w:multiLevelType w:val="hybridMultilevel"/>
    <w:tmpl w:val="08AC124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" w:hAnsi="A" w:hint="default"/>
        <w:b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B84525"/>
    <w:multiLevelType w:val="hybridMultilevel"/>
    <w:tmpl w:val="B888E07C"/>
    <w:lvl w:ilvl="0" w:tplc="8F58AE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6C02770"/>
    <w:multiLevelType w:val="hybridMultilevel"/>
    <w:tmpl w:val="EE46965C"/>
    <w:lvl w:ilvl="0" w:tplc="BA48D5E2">
      <w:start w:val="1"/>
      <w:numFmt w:val="decimal"/>
      <w:lvlText w:val="%1."/>
      <w:lvlJc w:val="left"/>
      <w:pPr>
        <w:ind w:left="862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4" w15:restartNumberingAfterBreak="0">
    <w:nsid w:val="689603B2"/>
    <w:multiLevelType w:val="hybridMultilevel"/>
    <w:tmpl w:val="3BA6B644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6A411883"/>
    <w:multiLevelType w:val="hybridMultilevel"/>
    <w:tmpl w:val="D43A47E0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57" w15:restartNumberingAfterBreak="0">
    <w:nsid w:val="6B637960"/>
    <w:multiLevelType w:val="hybridMultilevel"/>
    <w:tmpl w:val="66B4A70E"/>
    <w:lvl w:ilvl="0" w:tplc="0405000F">
      <w:start w:val="1"/>
      <w:numFmt w:val="decimal"/>
      <w:lvlText w:val="%1."/>
      <w:lvlJc w:val="left"/>
      <w:pPr>
        <w:ind w:left="8280" w:hanging="360"/>
      </w:pPr>
    </w:lvl>
    <w:lvl w:ilvl="1" w:tplc="04050019" w:tentative="1">
      <w:start w:val="1"/>
      <w:numFmt w:val="lowerLetter"/>
      <w:lvlText w:val="%2."/>
      <w:lvlJc w:val="left"/>
      <w:pPr>
        <w:ind w:left="9000" w:hanging="360"/>
      </w:pPr>
    </w:lvl>
    <w:lvl w:ilvl="2" w:tplc="0405001B" w:tentative="1">
      <w:start w:val="1"/>
      <w:numFmt w:val="lowerRoman"/>
      <w:lvlText w:val="%3."/>
      <w:lvlJc w:val="right"/>
      <w:pPr>
        <w:ind w:left="9720" w:hanging="180"/>
      </w:pPr>
    </w:lvl>
    <w:lvl w:ilvl="3" w:tplc="0405000F" w:tentative="1">
      <w:start w:val="1"/>
      <w:numFmt w:val="decimal"/>
      <w:lvlText w:val="%4."/>
      <w:lvlJc w:val="left"/>
      <w:pPr>
        <w:ind w:left="10440" w:hanging="360"/>
      </w:pPr>
    </w:lvl>
    <w:lvl w:ilvl="4" w:tplc="04050019" w:tentative="1">
      <w:start w:val="1"/>
      <w:numFmt w:val="lowerLetter"/>
      <w:lvlText w:val="%5."/>
      <w:lvlJc w:val="left"/>
      <w:pPr>
        <w:ind w:left="11160" w:hanging="360"/>
      </w:pPr>
    </w:lvl>
    <w:lvl w:ilvl="5" w:tplc="0405001B" w:tentative="1">
      <w:start w:val="1"/>
      <w:numFmt w:val="lowerRoman"/>
      <w:lvlText w:val="%6."/>
      <w:lvlJc w:val="right"/>
      <w:pPr>
        <w:ind w:left="11880" w:hanging="180"/>
      </w:pPr>
    </w:lvl>
    <w:lvl w:ilvl="6" w:tplc="0405000F" w:tentative="1">
      <w:start w:val="1"/>
      <w:numFmt w:val="decimal"/>
      <w:lvlText w:val="%7."/>
      <w:lvlJc w:val="left"/>
      <w:pPr>
        <w:ind w:left="12600" w:hanging="360"/>
      </w:pPr>
    </w:lvl>
    <w:lvl w:ilvl="7" w:tplc="04050019" w:tentative="1">
      <w:start w:val="1"/>
      <w:numFmt w:val="lowerLetter"/>
      <w:lvlText w:val="%8."/>
      <w:lvlJc w:val="left"/>
      <w:pPr>
        <w:ind w:left="13320" w:hanging="360"/>
      </w:pPr>
    </w:lvl>
    <w:lvl w:ilvl="8" w:tplc="0405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58" w15:restartNumberingAfterBreak="0">
    <w:nsid w:val="6BBF572F"/>
    <w:multiLevelType w:val="hybridMultilevel"/>
    <w:tmpl w:val="5B7E7E0A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 w15:restartNumberingAfterBreak="0">
    <w:nsid w:val="6F961524"/>
    <w:multiLevelType w:val="hybridMultilevel"/>
    <w:tmpl w:val="294A7D0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C457CB"/>
    <w:multiLevelType w:val="hybridMultilevel"/>
    <w:tmpl w:val="945C1196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1" w15:restartNumberingAfterBreak="0">
    <w:nsid w:val="712032CD"/>
    <w:multiLevelType w:val="hybridMultilevel"/>
    <w:tmpl w:val="616E564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223E62"/>
    <w:multiLevelType w:val="hybridMultilevel"/>
    <w:tmpl w:val="008AF570"/>
    <w:lvl w:ilvl="0" w:tplc="BFCEC2D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3892F25"/>
    <w:multiLevelType w:val="multilevel"/>
    <w:tmpl w:val="9FA6129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75C2530C"/>
    <w:multiLevelType w:val="hybridMultilevel"/>
    <w:tmpl w:val="66D4721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765A2B83"/>
    <w:multiLevelType w:val="hybridMultilevel"/>
    <w:tmpl w:val="053662A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63"/>
        </w:tabs>
        <w:ind w:left="466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383"/>
        </w:tabs>
        <w:ind w:left="5383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</w:rPr>
    </w:lvl>
  </w:abstractNum>
  <w:abstractNum w:abstractNumId="67" w15:restartNumberingAfterBreak="0">
    <w:nsid w:val="77C62E12"/>
    <w:multiLevelType w:val="hybridMultilevel"/>
    <w:tmpl w:val="8EEA5486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89820AE"/>
    <w:multiLevelType w:val="multilevel"/>
    <w:tmpl w:val="EDA8DCB4"/>
    <w:lvl w:ilvl="0">
      <w:start w:val="1"/>
      <w:numFmt w:val="decimal"/>
      <w:pStyle w:val="seznam1"/>
      <w:suff w:val="space"/>
      <w:lvlText w:val="%1."/>
      <w:lvlJc w:val="left"/>
      <w:pPr>
        <w:ind w:left="907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69" w15:restartNumberingAfterBreak="0">
    <w:nsid w:val="7C8D6EF2"/>
    <w:multiLevelType w:val="hybridMultilevel"/>
    <w:tmpl w:val="8598A95E"/>
    <w:lvl w:ilvl="0" w:tplc="4DFAEA06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C0DE82D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C8F41A3"/>
    <w:multiLevelType w:val="hybridMultilevel"/>
    <w:tmpl w:val="AE269E4C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D741736"/>
    <w:multiLevelType w:val="hybridMultilevel"/>
    <w:tmpl w:val="6F8842C0"/>
    <w:lvl w:ilvl="0" w:tplc="FA2651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1449295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" w16cid:durableId="715086047">
    <w:abstractNumId w:val="3"/>
  </w:num>
  <w:num w:numId="3" w16cid:durableId="823473901">
    <w:abstractNumId w:val="66"/>
  </w:num>
  <w:num w:numId="4" w16cid:durableId="1368414011">
    <w:abstractNumId w:val="30"/>
  </w:num>
  <w:num w:numId="5" w16cid:durableId="1296257766">
    <w:abstractNumId w:val="16"/>
  </w:num>
  <w:num w:numId="6" w16cid:durableId="323165604">
    <w:abstractNumId w:val="65"/>
  </w:num>
  <w:num w:numId="7" w16cid:durableId="1551259126">
    <w:abstractNumId w:val="34"/>
  </w:num>
  <w:num w:numId="8" w16cid:durableId="1990091578">
    <w:abstractNumId w:val="6"/>
  </w:num>
  <w:num w:numId="9" w16cid:durableId="1649548904">
    <w:abstractNumId w:val="17"/>
  </w:num>
  <w:num w:numId="10" w16cid:durableId="1134714239">
    <w:abstractNumId w:val="70"/>
  </w:num>
  <w:num w:numId="11" w16cid:durableId="167067224">
    <w:abstractNumId w:val="67"/>
  </w:num>
  <w:num w:numId="12" w16cid:durableId="2025205383">
    <w:abstractNumId w:val="24"/>
  </w:num>
  <w:num w:numId="13" w16cid:durableId="926038209">
    <w:abstractNumId w:val="10"/>
  </w:num>
  <w:num w:numId="14" w16cid:durableId="2134902905">
    <w:abstractNumId w:val="56"/>
  </w:num>
  <w:num w:numId="15" w16cid:durableId="77216462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4731173">
    <w:abstractNumId w:val="22"/>
  </w:num>
  <w:num w:numId="17" w16cid:durableId="1519387441">
    <w:abstractNumId w:val="25"/>
  </w:num>
  <w:num w:numId="18" w16cid:durableId="720329015">
    <w:abstractNumId w:val="32"/>
  </w:num>
  <w:num w:numId="19" w16cid:durableId="171091115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0011143">
    <w:abstractNumId w:val="2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1" w16cid:durableId="194125599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22" w16cid:durableId="1227061434">
    <w:abstractNumId w:val="7"/>
  </w:num>
  <w:num w:numId="23" w16cid:durableId="1545829881">
    <w:abstractNumId w:val="40"/>
  </w:num>
  <w:num w:numId="24" w16cid:durableId="2127263620">
    <w:abstractNumId w:val="28"/>
  </w:num>
  <w:num w:numId="25" w16cid:durableId="1254120037">
    <w:abstractNumId w:val="18"/>
  </w:num>
  <w:num w:numId="26" w16cid:durableId="547883679">
    <w:abstractNumId w:val="8"/>
  </w:num>
  <w:num w:numId="27" w16cid:durableId="456148844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72839596">
    <w:abstractNumId w:val="63"/>
  </w:num>
  <w:num w:numId="29" w16cid:durableId="728504590">
    <w:abstractNumId w:val="14"/>
  </w:num>
  <w:num w:numId="30" w16cid:durableId="1386878941">
    <w:abstractNumId w:val="33"/>
  </w:num>
  <w:num w:numId="31" w16cid:durableId="642546029">
    <w:abstractNumId w:val="45"/>
  </w:num>
  <w:num w:numId="32" w16cid:durableId="424957233">
    <w:abstractNumId w:val="38"/>
  </w:num>
  <w:num w:numId="33" w16cid:durableId="329069556">
    <w:abstractNumId w:val="21"/>
  </w:num>
  <w:num w:numId="34" w16cid:durableId="1743408279">
    <w:abstractNumId w:val="39"/>
  </w:num>
  <w:num w:numId="35" w16cid:durableId="223949018">
    <w:abstractNumId w:val="68"/>
  </w:num>
  <w:num w:numId="36" w16cid:durableId="1299337865">
    <w:abstractNumId w:val="57"/>
  </w:num>
  <w:num w:numId="37" w16cid:durableId="613825614">
    <w:abstractNumId w:val="42"/>
  </w:num>
  <w:num w:numId="38" w16cid:durableId="768547767">
    <w:abstractNumId w:val="58"/>
  </w:num>
  <w:num w:numId="39" w16cid:durableId="1917737001">
    <w:abstractNumId w:val="26"/>
  </w:num>
  <w:num w:numId="40" w16cid:durableId="1483425229">
    <w:abstractNumId w:val="50"/>
  </w:num>
  <w:num w:numId="41" w16cid:durableId="40716106">
    <w:abstractNumId w:val="11"/>
  </w:num>
  <w:num w:numId="42" w16cid:durableId="482742774">
    <w:abstractNumId w:val="48"/>
  </w:num>
  <w:num w:numId="43" w16cid:durableId="930893520">
    <w:abstractNumId w:val="1"/>
  </w:num>
  <w:num w:numId="44" w16cid:durableId="1060905819">
    <w:abstractNumId w:val="2"/>
  </w:num>
  <w:num w:numId="45" w16cid:durableId="276714271">
    <w:abstractNumId w:val="41"/>
  </w:num>
  <w:num w:numId="46" w16cid:durableId="375662148">
    <w:abstractNumId w:val="35"/>
  </w:num>
  <w:num w:numId="47" w16cid:durableId="1096486661">
    <w:abstractNumId w:val="44"/>
  </w:num>
  <w:num w:numId="48" w16cid:durableId="22768961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697002734">
    <w:abstractNumId w:val="51"/>
  </w:num>
  <w:num w:numId="50" w16cid:durableId="82338770">
    <w:abstractNumId w:val="19"/>
  </w:num>
  <w:num w:numId="51" w16cid:durableId="1739401166">
    <w:abstractNumId w:val="27"/>
  </w:num>
  <w:num w:numId="52" w16cid:durableId="1483347946">
    <w:abstractNumId w:val="20"/>
  </w:num>
  <w:num w:numId="53" w16cid:durableId="1949776040">
    <w:abstractNumId w:val="15"/>
  </w:num>
  <w:num w:numId="54" w16cid:durableId="1767311269">
    <w:abstractNumId w:val="69"/>
  </w:num>
  <w:num w:numId="55" w16cid:durableId="1885750336">
    <w:abstractNumId w:val="5"/>
  </w:num>
  <w:num w:numId="56" w16cid:durableId="1740902737">
    <w:abstractNumId w:val="54"/>
  </w:num>
  <w:num w:numId="57" w16cid:durableId="166332505">
    <w:abstractNumId w:val="64"/>
  </w:num>
  <w:num w:numId="58" w16cid:durableId="357975044">
    <w:abstractNumId w:val="61"/>
  </w:num>
  <w:num w:numId="59" w16cid:durableId="790976498">
    <w:abstractNumId w:val="59"/>
  </w:num>
  <w:num w:numId="60" w16cid:durableId="1748569945">
    <w:abstractNumId w:val="49"/>
  </w:num>
  <w:num w:numId="61" w16cid:durableId="2060351273">
    <w:abstractNumId w:val="29"/>
  </w:num>
  <w:num w:numId="62" w16cid:durableId="590283131">
    <w:abstractNumId w:val="36"/>
  </w:num>
  <w:num w:numId="63" w16cid:durableId="357850553">
    <w:abstractNumId w:val="53"/>
  </w:num>
  <w:num w:numId="64" w16cid:durableId="345713028">
    <w:abstractNumId w:val="60"/>
  </w:num>
  <w:num w:numId="65" w16cid:durableId="170798748">
    <w:abstractNumId w:val="55"/>
  </w:num>
  <w:num w:numId="66" w16cid:durableId="1290041991">
    <w:abstractNumId w:val="9"/>
  </w:num>
  <w:num w:numId="67" w16cid:durableId="1499267945">
    <w:abstractNumId w:val="13"/>
  </w:num>
  <w:num w:numId="68" w16cid:durableId="1710179547">
    <w:abstractNumId w:val="37"/>
  </w:num>
  <w:num w:numId="69" w16cid:durableId="1858960296">
    <w:abstractNumId w:val="52"/>
  </w:num>
  <w:num w:numId="70" w16cid:durableId="1859076862">
    <w:abstractNumId w:val="43"/>
  </w:num>
  <w:num w:numId="71" w16cid:durableId="554244212">
    <w:abstractNumId w:val="31"/>
  </w:num>
  <w:num w:numId="72" w16cid:durableId="9063395">
    <w:abstractNumId w:val="71"/>
  </w:num>
  <w:num w:numId="73" w16cid:durableId="1441492800">
    <w:abstractNumId w:val="4"/>
  </w:num>
  <w:num w:numId="74" w16cid:durableId="2016685637">
    <w:abstractNumId w:val="47"/>
  </w:num>
  <w:num w:numId="75" w16cid:durableId="1983734995">
    <w:abstractNumId w:val="46"/>
  </w:num>
  <w:num w:numId="76" w16cid:durableId="455565837">
    <w:abstractNumId w:val="23"/>
  </w:num>
  <w:num w:numId="77" w16cid:durableId="53234727">
    <w:abstractNumId w:val="12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A54"/>
    <w:rsid w:val="00000676"/>
    <w:rsid w:val="000065DF"/>
    <w:rsid w:val="00011CE9"/>
    <w:rsid w:val="000127F9"/>
    <w:rsid w:val="00013E25"/>
    <w:rsid w:val="0001464F"/>
    <w:rsid w:val="00014E40"/>
    <w:rsid w:val="00017654"/>
    <w:rsid w:val="000321BE"/>
    <w:rsid w:val="00034DD9"/>
    <w:rsid w:val="000357F1"/>
    <w:rsid w:val="00035CAC"/>
    <w:rsid w:val="000375E9"/>
    <w:rsid w:val="00053818"/>
    <w:rsid w:val="00057286"/>
    <w:rsid w:val="00063D09"/>
    <w:rsid w:val="00065B92"/>
    <w:rsid w:val="00074578"/>
    <w:rsid w:val="0007490B"/>
    <w:rsid w:val="00076ECE"/>
    <w:rsid w:val="00077FE1"/>
    <w:rsid w:val="00081179"/>
    <w:rsid w:val="000847F1"/>
    <w:rsid w:val="00084C36"/>
    <w:rsid w:val="00084E54"/>
    <w:rsid w:val="0008608C"/>
    <w:rsid w:val="000867E3"/>
    <w:rsid w:val="000900F1"/>
    <w:rsid w:val="000908B3"/>
    <w:rsid w:val="00091C1E"/>
    <w:rsid w:val="00097560"/>
    <w:rsid w:val="000A02BC"/>
    <w:rsid w:val="000A2B77"/>
    <w:rsid w:val="000A3781"/>
    <w:rsid w:val="000A4D02"/>
    <w:rsid w:val="000A51D9"/>
    <w:rsid w:val="000A616C"/>
    <w:rsid w:val="000B44CB"/>
    <w:rsid w:val="000B5AA1"/>
    <w:rsid w:val="000B6C7C"/>
    <w:rsid w:val="000B7481"/>
    <w:rsid w:val="000B7F27"/>
    <w:rsid w:val="000C2033"/>
    <w:rsid w:val="000C2539"/>
    <w:rsid w:val="000C2E58"/>
    <w:rsid w:val="000D00D6"/>
    <w:rsid w:val="000D0D78"/>
    <w:rsid w:val="000D1D75"/>
    <w:rsid w:val="000D54F9"/>
    <w:rsid w:val="000D5D98"/>
    <w:rsid w:val="000D747E"/>
    <w:rsid w:val="000E11D1"/>
    <w:rsid w:val="000E3184"/>
    <w:rsid w:val="000E513D"/>
    <w:rsid w:val="000E59FC"/>
    <w:rsid w:val="000E5B06"/>
    <w:rsid w:val="000E5B52"/>
    <w:rsid w:val="000E6911"/>
    <w:rsid w:val="000E7533"/>
    <w:rsid w:val="000F0847"/>
    <w:rsid w:val="000F13FA"/>
    <w:rsid w:val="000F236E"/>
    <w:rsid w:val="001009A0"/>
    <w:rsid w:val="00104036"/>
    <w:rsid w:val="0011069B"/>
    <w:rsid w:val="001107F4"/>
    <w:rsid w:val="001121DC"/>
    <w:rsid w:val="00113FAD"/>
    <w:rsid w:val="00114ECB"/>
    <w:rsid w:val="00116225"/>
    <w:rsid w:val="00116D08"/>
    <w:rsid w:val="001209F5"/>
    <w:rsid w:val="00123288"/>
    <w:rsid w:val="001272DF"/>
    <w:rsid w:val="0013195E"/>
    <w:rsid w:val="0013311C"/>
    <w:rsid w:val="00155A50"/>
    <w:rsid w:val="00157096"/>
    <w:rsid w:val="00157839"/>
    <w:rsid w:val="00166102"/>
    <w:rsid w:val="00166496"/>
    <w:rsid w:val="001677C5"/>
    <w:rsid w:val="00175057"/>
    <w:rsid w:val="00177FC0"/>
    <w:rsid w:val="00181693"/>
    <w:rsid w:val="00183079"/>
    <w:rsid w:val="00185342"/>
    <w:rsid w:val="00186CC5"/>
    <w:rsid w:val="00193669"/>
    <w:rsid w:val="001B0E27"/>
    <w:rsid w:val="001B29FC"/>
    <w:rsid w:val="001B4015"/>
    <w:rsid w:val="001C5FAA"/>
    <w:rsid w:val="001D1220"/>
    <w:rsid w:val="001D23C1"/>
    <w:rsid w:val="001D6728"/>
    <w:rsid w:val="001D6C71"/>
    <w:rsid w:val="001D77EE"/>
    <w:rsid w:val="001D7B22"/>
    <w:rsid w:val="001D7FE3"/>
    <w:rsid w:val="001E540C"/>
    <w:rsid w:val="001E6830"/>
    <w:rsid w:val="001E76B2"/>
    <w:rsid w:val="001F15C8"/>
    <w:rsid w:val="001F1A86"/>
    <w:rsid w:val="001F5C38"/>
    <w:rsid w:val="001F67A9"/>
    <w:rsid w:val="00202000"/>
    <w:rsid w:val="0020351D"/>
    <w:rsid w:val="0020574C"/>
    <w:rsid w:val="002138B9"/>
    <w:rsid w:val="00217464"/>
    <w:rsid w:val="0022112D"/>
    <w:rsid w:val="00224F43"/>
    <w:rsid w:val="00226F34"/>
    <w:rsid w:val="002275CA"/>
    <w:rsid w:val="00234157"/>
    <w:rsid w:val="00236A3F"/>
    <w:rsid w:val="00236A77"/>
    <w:rsid w:val="00237089"/>
    <w:rsid w:val="00237D81"/>
    <w:rsid w:val="00244B2E"/>
    <w:rsid w:val="00250A79"/>
    <w:rsid w:val="00252B39"/>
    <w:rsid w:val="002547DD"/>
    <w:rsid w:val="00255CDA"/>
    <w:rsid w:val="0025720C"/>
    <w:rsid w:val="00260377"/>
    <w:rsid w:val="002629CC"/>
    <w:rsid w:val="00263257"/>
    <w:rsid w:val="00264FC6"/>
    <w:rsid w:val="00267460"/>
    <w:rsid w:val="00270302"/>
    <w:rsid w:val="0027103D"/>
    <w:rsid w:val="00271089"/>
    <w:rsid w:val="00272F71"/>
    <w:rsid w:val="0027653B"/>
    <w:rsid w:val="00276805"/>
    <w:rsid w:val="00277454"/>
    <w:rsid w:val="002816ED"/>
    <w:rsid w:val="00290D61"/>
    <w:rsid w:val="00294744"/>
    <w:rsid w:val="00295030"/>
    <w:rsid w:val="00296950"/>
    <w:rsid w:val="002A0EEC"/>
    <w:rsid w:val="002A6455"/>
    <w:rsid w:val="002A75E5"/>
    <w:rsid w:val="002B160B"/>
    <w:rsid w:val="002B565D"/>
    <w:rsid w:val="002C2970"/>
    <w:rsid w:val="002C38D6"/>
    <w:rsid w:val="002C4C2A"/>
    <w:rsid w:val="002C545B"/>
    <w:rsid w:val="002C7787"/>
    <w:rsid w:val="002C7F32"/>
    <w:rsid w:val="002D4E4E"/>
    <w:rsid w:val="002D5399"/>
    <w:rsid w:val="002E218B"/>
    <w:rsid w:val="002E2375"/>
    <w:rsid w:val="002E4545"/>
    <w:rsid w:val="002F1ABA"/>
    <w:rsid w:val="002F1EB6"/>
    <w:rsid w:val="002F200B"/>
    <w:rsid w:val="002F46DA"/>
    <w:rsid w:val="002F69AC"/>
    <w:rsid w:val="002F78EA"/>
    <w:rsid w:val="00300477"/>
    <w:rsid w:val="003012F2"/>
    <w:rsid w:val="00302232"/>
    <w:rsid w:val="00302E45"/>
    <w:rsid w:val="00305282"/>
    <w:rsid w:val="00305BA0"/>
    <w:rsid w:val="0030755B"/>
    <w:rsid w:val="00310368"/>
    <w:rsid w:val="003105DB"/>
    <w:rsid w:val="00317C19"/>
    <w:rsid w:val="00323278"/>
    <w:rsid w:val="003235A9"/>
    <w:rsid w:val="0032413B"/>
    <w:rsid w:val="00324DCD"/>
    <w:rsid w:val="0032619B"/>
    <w:rsid w:val="0033521F"/>
    <w:rsid w:val="00336A69"/>
    <w:rsid w:val="0034187D"/>
    <w:rsid w:val="00344F6D"/>
    <w:rsid w:val="00346DAC"/>
    <w:rsid w:val="003473BF"/>
    <w:rsid w:val="00350970"/>
    <w:rsid w:val="00353013"/>
    <w:rsid w:val="0036164E"/>
    <w:rsid w:val="00362197"/>
    <w:rsid w:val="0036485A"/>
    <w:rsid w:val="00365642"/>
    <w:rsid w:val="00371017"/>
    <w:rsid w:val="003744F2"/>
    <w:rsid w:val="00386110"/>
    <w:rsid w:val="003908F0"/>
    <w:rsid w:val="003921F1"/>
    <w:rsid w:val="003959A9"/>
    <w:rsid w:val="003A4D4B"/>
    <w:rsid w:val="003A518A"/>
    <w:rsid w:val="003B31B6"/>
    <w:rsid w:val="003B36B8"/>
    <w:rsid w:val="003B4CD3"/>
    <w:rsid w:val="003B63E2"/>
    <w:rsid w:val="003C19B7"/>
    <w:rsid w:val="003C1F87"/>
    <w:rsid w:val="003C2528"/>
    <w:rsid w:val="003C2D7F"/>
    <w:rsid w:val="003C2FD7"/>
    <w:rsid w:val="003C37BF"/>
    <w:rsid w:val="003C65CE"/>
    <w:rsid w:val="003C6D7E"/>
    <w:rsid w:val="003C702F"/>
    <w:rsid w:val="003C7069"/>
    <w:rsid w:val="003D3870"/>
    <w:rsid w:val="003E1EE9"/>
    <w:rsid w:val="003E5190"/>
    <w:rsid w:val="003E6597"/>
    <w:rsid w:val="003F37C4"/>
    <w:rsid w:val="003F7066"/>
    <w:rsid w:val="00400AF1"/>
    <w:rsid w:val="004028DB"/>
    <w:rsid w:val="00405C22"/>
    <w:rsid w:val="00406626"/>
    <w:rsid w:val="004116B3"/>
    <w:rsid w:val="00415D0D"/>
    <w:rsid w:val="00427283"/>
    <w:rsid w:val="004276DE"/>
    <w:rsid w:val="00427AFD"/>
    <w:rsid w:val="00431351"/>
    <w:rsid w:val="0043179F"/>
    <w:rsid w:val="00432984"/>
    <w:rsid w:val="004340E8"/>
    <w:rsid w:val="004341C2"/>
    <w:rsid w:val="00437DC3"/>
    <w:rsid w:val="00440598"/>
    <w:rsid w:val="00440D00"/>
    <w:rsid w:val="00443AE4"/>
    <w:rsid w:val="00452155"/>
    <w:rsid w:val="00452938"/>
    <w:rsid w:val="00453246"/>
    <w:rsid w:val="004540A0"/>
    <w:rsid w:val="00457D6D"/>
    <w:rsid w:val="00460F64"/>
    <w:rsid w:val="00465435"/>
    <w:rsid w:val="00467763"/>
    <w:rsid w:val="0047100B"/>
    <w:rsid w:val="0047145A"/>
    <w:rsid w:val="00472E92"/>
    <w:rsid w:val="00474717"/>
    <w:rsid w:val="004763C5"/>
    <w:rsid w:val="004859DB"/>
    <w:rsid w:val="00486715"/>
    <w:rsid w:val="00490128"/>
    <w:rsid w:val="00491EC7"/>
    <w:rsid w:val="004961B5"/>
    <w:rsid w:val="00496A46"/>
    <w:rsid w:val="004970D6"/>
    <w:rsid w:val="004A28A9"/>
    <w:rsid w:val="004A308D"/>
    <w:rsid w:val="004B0B25"/>
    <w:rsid w:val="004B4244"/>
    <w:rsid w:val="004B4561"/>
    <w:rsid w:val="004C018B"/>
    <w:rsid w:val="004C0B28"/>
    <w:rsid w:val="004C0C4A"/>
    <w:rsid w:val="004C4963"/>
    <w:rsid w:val="004C57D3"/>
    <w:rsid w:val="004C6B2A"/>
    <w:rsid w:val="004D7576"/>
    <w:rsid w:val="004D76F5"/>
    <w:rsid w:val="004E0475"/>
    <w:rsid w:val="004F31F1"/>
    <w:rsid w:val="004F7E18"/>
    <w:rsid w:val="0050228B"/>
    <w:rsid w:val="005025E4"/>
    <w:rsid w:val="00502D10"/>
    <w:rsid w:val="005038C8"/>
    <w:rsid w:val="00504668"/>
    <w:rsid w:val="00512286"/>
    <w:rsid w:val="0051245A"/>
    <w:rsid w:val="00520C27"/>
    <w:rsid w:val="0052241F"/>
    <w:rsid w:val="00523FE0"/>
    <w:rsid w:val="005263BD"/>
    <w:rsid w:val="005302DC"/>
    <w:rsid w:val="00533EDA"/>
    <w:rsid w:val="00534568"/>
    <w:rsid w:val="00534E91"/>
    <w:rsid w:val="00535CED"/>
    <w:rsid w:val="00542749"/>
    <w:rsid w:val="005435B3"/>
    <w:rsid w:val="005479C4"/>
    <w:rsid w:val="005517C9"/>
    <w:rsid w:val="005529C6"/>
    <w:rsid w:val="005529EA"/>
    <w:rsid w:val="0055307F"/>
    <w:rsid w:val="00554C96"/>
    <w:rsid w:val="0056017E"/>
    <w:rsid w:val="00570364"/>
    <w:rsid w:val="00570A17"/>
    <w:rsid w:val="005710C2"/>
    <w:rsid w:val="00582919"/>
    <w:rsid w:val="00583219"/>
    <w:rsid w:val="00583F7C"/>
    <w:rsid w:val="00584311"/>
    <w:rsid w:val="00586BE6"/>
    <w:rsid w:val="005921E2"/>
    <w:rsid w:val="00593D52"/>
    <w:rsid w:val="00594790"/>
    <w:rsid w:val="00597252"/>
    <w:rsid w:val="005A0464"/>
    <w:rsid w:val="005A0572"/>
    <w:rsid w:val="005A0615"/>
    <w:rsid w:val="005A1A1F"/>
    <w:rsid w:val="005A6939"/>
    <w:rsid w:val="005A6BBD"/>
    <w:rsid w:val="005A79BE"/>
    <w:rsid w:val="005B1677"/>
    <w:rsid w:val="005B2822"/>
    <w:rsid w:val="005C5D42"/>
    <w:rsid w:val="005C62F4"/>
    <w:rsid w:val="005C6AF9"/>
    <w:rsid w:val="005D3CFC"/>
    <w:rsid w:val="005D4CE4"/>
    <w:rsid w:val="005D7227"/>
    <w:rsid w:val="005D7B14"/>
    <w:rsid w:val="005D7C12"/>
    <w:rsid w:val="005E071C"/>
    <w:rsid w:val="005E0F52"/>
    <w:rsid w:val="005E23CA"/>
    <w:rsid w:val="005E2D8F"/>
    <w:rsid w:val="005E6D65"/>
    <w:rsid w:val="005F0C65"/>
    <w:rsid w:val="005F2EE6"/>
    <w:rsid w:val="005F36AB"/>
    <w:rsid w:val="005F437D"/>
    <w:rsid w:val="005F527C"/>
    <w:rsid w:val="005F6A30"/>
    <w:rsid w:val="005F7C10"/>
    <w:rsid w:val="0060103A"/>
    <w:rsid w:val="006051A6"/>
    <w:rsid w:val="00610EDB"/>
    <w:rsid w:val="00611498"/>
    <w:rsid w:val="00612341"/>
    <w:rsid w:val="00614098"/>
    <w:rsid w:val="006210C2"/>
    <w:rsid w:val="00622DAE"/>
    <w:rsid w:val="00632CD0"/>
    <w:rsid w:val="006339E1"/>
    <w:rsid w:val="006359B6"/>
    <w:rsid w:val="006375E5"/>
    <w:rsid w:val="0063797D"/>
    <w:rsid w:val="00640508"/>
    <w:rsid w:val="00643F05"/>
    <w:rsid w:val="006449F0"/>
    <w:rsid w:val="00644F75"/>
    <w:rsid w:val="00646B83"/>
    <w:rsid w:val="0065088B"/>
    <w:rsid w:val="00652537"/>
    <w:rsid w:val="00653ABE"/>
    <w:rsid w:val="00653ED4"/>
    <w:rsid w:val="00662315"/>
    <w:rsid w:val="00662344"/>
    <w:rsid w:val="006636C3"/>
    <w:rsid w:val="00663A32"/>
    <w:rsid w:val="006659A2"/>
    <w:rsid w:val="00672850"/>
    <w:rsid w:val="006745E7"/>
    <w:rsid w:val="006750A5"/>
    <w:rsid w:val="00676DD4"/>
    <w:rsid w:val="006778ED"/>
    <w:rsid w:val="006814B7"/>
    <w:rsid w:val="00682967"/>
    <w:rsid w:val="00683C8F"/>
    <w:rsid w:val="00683EEA"/>
    <w:rsid w:val="0068539B"/>
    <w:rsid w:val="00685EF8"/>
    <w:rsid w:val="00687215"/>
    <w:rsid w:val="00690877"/>
    <w:rsid w:val="00691CA1"/>
    <w:rsid w:val="00691F06"/>
    <w:rsid w:val="00697CE7"/>
    <w:rsid w:val="006A14CD"/>
    <w:rsid w:val="006A5E22"/>
    <w:rsid w:val="006A736E"/>
    <w:rsid w:val="006A73AE"/>
    <w:rsid w:val="006A767A"/>
    <w:rsid w:val="006B1089"/>
    <w:rsid w:val="006B1376"/>
    <w:rsid w:val="006B2E8A"/>
    <w:rsid w:val="006B4543"/>
    <w:rsid w:val="006C1314"/>
    <w:rsid w:val="006C1A38"/>
    <w:rsid w:val="006C33EC"/>
    <w:rsid w:val="006C4478"/>
    <w:rsid w:val="006D17A7"/>
    <w:rsid w:val="006D213C"/>
    <w:rsid w:val="006D2ACD"/>
    <w:rsid w:val="006D4281"/>
    <w:rsid w:val="006D6863"/>
    <w:rsid w:val="006E3928"/>
    <w:rsid w:val="006E441B"/>
    <w:rsid w:val="006E4B2D"/>
    <w:rsid w:val="006F1FB6"/>
    <w:rsid w:val="006F31D9"/>
    <w:rsid w:val="006F63A1"/>
    <w:rsid w:val="007001CE"/>
    <w:rsid w:val="007023F1"/>
    <w:rsid w:val="00706711"/>
    <w:rsid w:val="00710C2F"/>
    <w:rsid w:val="00712634"/>
    <w:rsid w:val="00712E62"/>
    <w:rsid w:val="00713D0E"/>
    <w:rsid w:val="0071497E"/>
    <w:rsid w:val="0071526F"/>
    <w:rsid w:val="0072421B"/>
    <w:rsid w:val="00727507"/>
    <w:rsid w:val="007304C4"/>
    <w:rsid w:val="0073075F"/>
    <w:rsid w:val="00737A5B"/>
    <w:rsid w:val="00743DE8"/>
    <w:rsid w:val="00745EFA"/>
    <w:rsid w:val="00747625"/>
    <w:rsid w:val="00747D25"/>
    <w:rsid w:val="007501E9"/>
    <w:rsid w:val="00753640"/>
    <w:rsid w:val="00753B3B"/>
    <w:rsid w:val="007550CD"/>
    <w:rsid w:val="007625E9"/>
    <w:rsid w:val="00763A3D"/>
    <w:rsid w:val="00767C22"/>
    <w:rsid w:val="00770168"/>
    <w:rsid w:val="007762EA"/>
    <w:rsid w:val="00776AE2"/>
    <w:rsid w:val="007779A6"/>
    <w:rsid w:val="00780C3B"/>
    <w:rsid w:val="0078129A"/>
    <w:rsid w:val="00782914"/>
    <w:rsid w:val="00785742"/>
    <w:rsid w:val="00785AF7"/>
    <w:rsid w:val="00785B1E"/>
    <w:rsid w:val="00786720"/>
    <w:rsid w:val="00787C63"/>
    <w:rsid w:val="0079757C"/>
    <w:rsid w:val="007A0CED"/>
    <w:rsid w:val="007A4583"/>
    <w:rsid w:val="007A7384"/>
    <w:rsid w:val="007A7ED3"/>
    <w:rsid w:val="007B0CA1"/>
    <w:rsid w:val="007B3039"/>
    <w:rsid w:val="007B3D2D"/>
    <w:rsid w:val="007B716B"/>
    <w:rsid w:val="007B7B7D"/>
    <w:rsid w:val="007C08B5"/>
    <w:rsid w:val="007C0FC5"/>
    <w:rsid w:val="007C26C4"/>
    <w:rsid w:val="007C6485"/>
    <w:rsid w:val="007C65FE"/>
    <w:rsid w:val="007D0AB0"/>
    <w:rsid w:val="007D22E2"/>
    <w:rsid w:val="007D47C6"/>
    <w:rsid w:val="007D52B8"/>
    <w:rsid w:val="007D5EAD"/>
    <w:rsid w:val="007D5F51"/>
    <w:rsid w:val="007E126E"/>
    <w:rsid w:val="007E1E83"/>
    <w:rsid w:val="007E1F3F"/>
    <w:rsid w:val="007E2C05"/>
    <w:rsid w:val="007E3D8C"/>
    <w:rsid w:val="007E3E54"/>
    <w:rsid w:val="007E50A9"/>
    <w:rsid w:val="007E573A"/>
    <w:rsid w:val="007E6220"/>
    <w:rsid w:val="007E6F87"/>
    <w:rsid w:val="007F06FE"/>
    <w:rsid w:val="007F10EA"/>
    <w:rsid w:val="007F213B"/>
    <w:rsid w:val="007F33A1"/>
    <w:rsid w:val="007F3B65"/>
    <w:rsid w:val="007F5041"/>
    <w:rsid w:val="007F5BB9"/>
    <w:rsid w:val="007F5DEA"/>
    <w:rsid w:val="007F6487"/>
    <w:rsid w:val="008015D4"/>
    <w:rsid w:val="00802E2F"/>
    <w:rsid w:val="00803848"/>
    <w:rsid w:val="00804728"/>
    <w:rsid w:val="00806E14"/>
    <w:rsid w:val="00810591"/>
    <w:rsid w:val="0081237A"/>
    <w:rsid w:val="00814296"/>
    <w:rsid w:val="008157D6"/>
    <w:rsid w:val="0081596E"/>
    <w:rsid w:val="00816553"/>
    <w:rsid w:val="0081661C"/>
    <w:rsid w:val="00823000"/>
    <w:rsid w:val="00826610"/>
    <w:rsid w:val="00826C62"/>
    <w:rsid w:val="008301AD"/>
    <w:rsid w:val="008324C0"/>
    <w:rsid w:val="00835B42"/>
    <w:rsid w:val="00837D4B"/>
    <w:rsid w:val="00841387"/>
    <w:rsid w:val="00842766"/>
    <w:rsid w:val="008428AD"/>
    <w:rsid w:val="00842B7A"/>
    <w:rsid w:val="008467D9"/>
    <w:rsid w:val="00854A8E"/>
    <w:rsid w:val="00857BD8"/>
    <w:rsid w:val="008631FC"/>
    <w:rsid w:val="00863D42"/>
    <w:rsid w:val="008651FB"/>
    <w:rsid w:val="00865AFB"/>
    <w:rsid w:val="0087040E"/>
    <w:rsid w:val="00873CCE"/>
    <w:rsid w:val="00892BE4"/>
    <w:rsid w:val="0089311F"/>
    <w:rsid w:val="00893C77"/>
    <w:rsid w:val="00894731"/>
    <w:rsid w:val="00897151"/>
    <w:rsid w:val="00897A58"/>
    <w:rsid w:val="008A092B"/>
    <w:rsid w:val="008A7939"/>
    <w:rsid w:val="008B0D2A"/>
    <w:rsid w:val="008B142B"/>
    <w:rsid w:val="008B2103"/>
    <w:rsid w:val="008B2BDA"/>
    <w:rsid w:val="008B36EF"/>
    <w:rsid w:val="008B5FD9"/>
    <w:rsid w:val="008C0EED"/>
    <w:rsid w:val="008C57E7"/>
    <w:rsid w:val="008C5A52"/>
    <w:rsid w:val="008D49F8"/>
    <w:rsid w:val="008D6F05"/>
    <w:rsid w:val="008D7312"/>
    <w:rsid w:val="008D774C"/>
    <w:rsid w:val="008E1CAE"/>
    <w:rsid w:val="008E32E6"/>
    <w:rsid w:val="008E3302"/>
    <w:rsid w:val="008E65CC"/>
    <w:rsid w:val="008F0173"/>
    <w:rsid w:val="008F171E"/>
    <w:rsid w:val="008F4FBA"/>
    <w:rsid w:val="008F64A4"/>
    <w:rsid w:val="008F6A3E"/>
    <w:rsid w:val="0090058A"/>
    <w:rsid w:val="00906BC9"/>
    <w:rsid w:val="00912E08"/>
    <w:rsid w:val="00917062"/>
    <w:rsid w:val="00922F3C"/>
    <w:rsid w:val="00924408"/>
    <w:rsid w:val="00927993"/>
    <w:rsid w:val="00927D23"/>
    <w:rsid w:val="0093081F"/>
    <w:rsid w:val="00931090"/>
    <w:rsid w:val="009321F2"/>
    <w:rsid w:val="00932E88"/>
    <w:rsid w:val="00937E16"/>
    <w:rsid w:val="00941F4B"/>
    <w:rsid w:val="00943144"/>
    <w:rsid w:val="009433F7"/>
    <w:rsid w:val="00943ACF"/>
    <w:rsid w:val="00944EAA"/>
    <w:rsid w:val="00946993"/>
    <w:rsid w:val="009576F9"/>
    <w:rsid w:val="00962BAF"/>
    <w:rsid w:val="00964EB5"/>
    <w:rsid w:val="00966B6B"/>
    <w:rsid w:val="00966E93"/>
    <w:rsid w:val="0097328C"/>
    <w:rsid w:val="0097658A"/>
    <w:rsid w:val="00977AFE"/>
    <w:rsid w:val="00980A19"/>
    <w:rsid w:val="0098153A"/>
    <w:rsid w:val="00982CBF"/>
    <w:rsid w:val="009847AB"/>
    <w:rsid w:val="009917BB"/>
    <w:rsid w:val="0099262B"/>
    <w:rsid w:val="00993F72"/>
    <w:rsid w:val="00994C32"/>
    <w:rsid w:val="009968AF"/>
    <w:rsid w:val="00996947"/>
    <w:rsid w:val="009975E3"/>
    <w:rsid w:val="00997A1D"/>
    <w:rsid w:val="009A0CB9"/>
    <w:rsid w:val="009A10AE"/>
    <w:rsid w:val="009A1AEB"/>
    <w:rsid w:val="009A2EA4"/>
    <w:rsid w:val="009A35A6"/>
    <w:rsid w:val="009A4A01"/>
    <w:rsid w:val="009A51FF"/>
    <w:rsid w:val="009A66F8"/>
    <w:rsid w:val="009A70A0"/>
    <w:rsid w:val="009A7351"/>
    <w:rsid w:val="009A7AB0"/>
    <w:rsid w:val="009B04AC"/>
    <w:rsid w:val="009B1105"/>
    <w:rsid w:val="009B4BD2"/>
    <w:rsid w:val="009B660B"/>
    <w:rsid w:val="009C31A8"/>
    <w:rsid w:val="009C337B"/>
    <w:rsid w:val="009C624D"/>
    <w:rsid w:val="009D231D"/>
    <w:rsid w:val="009D2322"/>
    <w:rsid w:val="009D2981"/>
    <w:rsid w:val="009D629E"/>
    <w:rsid w:val="009E2EB0"/>
    <w:rsid w:val="009E7280"/>
    <w:rsid w:val="009E7726"/>
    <w:rsid w:val="009E7B42"/>
    <w:rsid w:val="009F20EE"/>
    <w:rsid w:val="009F28CE"/>
    <w:rsid w:val="009F4973"/>
    <w:rsid w:val="009F617B"/>
    <w:rsid w:val="00A02980"/>
    <w:rsid w:val="00A04336"/>
    <w:rsid w:val="00A06F5E"/>
    <w:rsid w:val="00A13CD8"/>
    <w:rsid w:val="00A22922"/>
    <w:rsid w:val="00A22C7B"/>
    <w:rsid w:val="00A24EE7"/>
    <w:rsid w:val="00A2609B"/>
    <w:rsid w:val="00A26F77"/>
    <w:rsid w:val="00A3037D"/>
    <w:rsid w:val="00A30DD2"/>
    <w:rsid w:val="00A32E4A"/>
    <w:rsid w:val="00A3314C"/>
    <w:rsid w:val="00A349F7"/>
    <w:rsid w:val="00A35201"/>
    <w:rsid w:val="00A37475"/>
    <w:rsid w:val="00A476E0"/>
    <w:rsid w:val="00A47D72"/>
    <w:rsid w:val="00A51E5D"/>
    <w:rsid w:val="00A520CB"/>
    <w:rsid w:val="00A522C2"/>
    <w:rsid w:val="00A532F8"/>
    <w:rsid w:val="00A55398"/>
    <w:rsid w:val="00A561B4"/>
    <w:rsid w:val="00A60217"/>
    <w:rsid w:val="00A64A70"/>
    <w:rsid w:val="00A67A95"/>
    <w:rsid w:val="00A70435"/>
    <w:rsid w:val="00A73D06"/>
    <w:rsid w:val="00A7598A"/>
    <w:rsid w:val="00A8072B"/>
    <w:rsid w:val="00A80E87"/>
    <w:rsid w:val="00A8168D"/>
    <w:rsid w:val="00A827F9"/>
    <w:rsid w:val="00A904F3"/>
    <w:rsid w:val="00A90AD1"/>
    <w:rsid w:val="00A90DB5"/>
    <w:rsid w:val="00A92738"/>
    <w:rsid w:val="00A954CD"/>
    <w:rsid w:val="00A96077"/>
    <w:rsid w:val="00AA4307"/>
    <w:rsid w:val="00AA69B5"/>
    <w:rsid w:val="00AA757A"/>
    <w:rsid w:val="00AB08CD"/>
    <w:rsid w:val="00AB2794"/>
    <w:rsid w:val="00AB2EC1"/>
    <w:rsid w:val="00AB3A79"/>
    <w:rsid w:val="00AB54E3"/>
    <w:rsid w:val="00AC0C8C"/>
    <w:rsid w:val="00AD21B3"/>
    <w:rsid w:val="00AD3CAC"/>
    <w:rsid w:val="00AD76C6"/>
    <w:rsid w:val="00AE30B1"/>
    <w:rsid w:val="00AE3272"/>
    <w:rsid w:val="00AE4F21"/>
    <w:rsid w:val="00AE7CCE"/>
    <w:rsid w:val="00AF06BF"/>
    <w:rsid w:val="00AF0C79"/>
    <w:rsid w:val="00AF1BBB"/>
    <w:rsid w:val="00AF1FA7"/>
    <w:rsid w:val="00AF4C8D"/>
    <w:rsid w:val="00AF51B7"/>
    <w:rsid w:val="00AF57BA"/>
    <w:rsid w:val="00AF7EE6"/>
    <w:rsid w:val="00B01018"/>
    <w:rsid w:val="00B02CA8"/>
    <w:rsid w:val="00B053C0"/>
    <w:rsid w:val="00B07A2B"/>
    <w:rsid w:val="00B11A6F"/>
    <w:rsid w:val="00B13C1F"/>
    <w:rsid w:val="00B142EA"/>
    <w:rsid w:val="00B147E0"/>
    <w:rsid w:val="00B16B7F"/>
    <w:rsid w:val="00B27970"/>
    <w:rsid w:val="00B31D2B"/>
    <w:rsid w:val="00B469C0"/>
    <w:rsid w:val="00B47BC8"/>
    <w:rsid w:val="00B50568"/>
    <w:rsid w:val="00B50ECF"/>
    <w:rsid w:val="00B5155A"/>
    <w:rsid w:val="00B538F1"/>
    <w:rsid w:val="00B54ECF"/>
    <w:rsid w:val="00B55F4B"/>
    <w:rsid w:val="00B6357F"/>
    <w:rsid w:val="00B63E80"/>
    <w:rsid w:val="00B65E45"/>
    <w:rsid w:val="00B732DB"/>
    <w:rsid w:val="00B740C6"/>
    <w:rsid w:val="00B7567F"/>
    <w:rsid w:val="00B76454"/>
    <w:rsid w:val="00B77516"/>
    <w:rsid w:val="00B81C93"/>
    <w:rsid w:val="00B81EB5"/>
    <w:rsid w:val="00B82399"/>
    <w:rsid w:val="00B835A2"/>
    <w:rsid w:val="00B83A54"/>
    <w:rsid w:val="00B862DD"/>
    <w:rsid w:val="00B87769"/>
    <w:rsid w:val="00B94EB0"/>
    <w:rsid w:val="00B979D3"/>
    <w:rsid w:val="00B97C39"/>
    <w:rsid w:val="00BA09E8"/>
    <w:rsid w:val="00BA57C4"/>
    <w:rsid w:val="00BA6953"/>
    <w:rsid w:val="00BA6D2E"/>
    <w:rsid w:val="00BB1355"/>
    <w:rsid w:val="00BB3DF6"/>
    <w:rsid w:val="00BB6245"/>
    <w:rsid w:val="00BC3867"/>
    <w:rsid w:val="00BC4924"/>
    <w:rsid w:val="00BC51C9"/>
    <w:rsid w:val="00BC7B35"/>
    <w:rsid w:val="00BD08A6"/>
    <w:rsid w:val="00BD358D"/>
    <w:rsid w:val="00BD4133"/>
    <w:rsid w:val="00BD4615"/>
    <w:rsid w:val="00BD490F"/>
    <w:rsid w:val="00BE0E6C"/>
    <w:rsid w:val="00BE1244"/>
    <w:rsid w:val="00BE16C2"/>
    <w:rsid w:val="00BE1DCF"/>
    <w:rsid w:val="00BE209D"/>
    <w:rsid w:val="00BE20FD"/>
    <w:rsid w:val="00BE3D19"/>
    <w:rsid w:val="00BE44EF"/>
    <w:rsid w:val="00BF7BB6"/>
    <w:rsid w:val="00C013A3"/>
    <w:rsid w:val="00C024AC"/>
    <w:rsid w:val="00C02665"/>
    <w:rsid w:val="00C029D6"/>
    <w:rsid w:val="00C07BA1"/>
    <w:rsid w:val="00C14E7D"/>
    <w:rsid w:val="00C166EC"/>
    <w:rsid w:val="00C174C1"/>
    <w:rsid w:val="00C23A7D"/>
    <w:rsid w:val="00C25883"/>
    <w:rsid w:val="00C27707"/>
    <w:rsid w:val="00C3103E"/>
    <w:rsid w:val="00C32750"/>
    <w:rsid w:val="00C429EA"/>
    <w:rsid w:val="00C44209"/>
    <w:rsid w:val="00C532A4"/>
    <w:rsid w:val="00C5336A"/>
    <w:rsid w:val="00C56B75"/>
    <w:rsid w:val="00C60784"/>
    <w:rsid w:val="00C62756"/>
    <w:rsid w:val="00C658A7"/>
    <w:rsid w:val="00C67ADF"/>
    <w:rsid w:val="00C724DA"/>
    <w:rsid w:val="00C75F63"/>
    <w:rsid w:val="00C77A67"/>
    <w:rsid w:val="00C80A88"/>
    <w:rsid w:val="00C87262"/>
    <w:rsid w:val="00C93A0B"/>
    <w:rsid w:val="00C9571A"/>
    <w:rsid w:val="00C96C0E"/>
    <w:rsid w:val="00CA0149"/>
    <w:rsid w:val="00CA2CA2"/>
    <w:rsid w:val="00CA3283"/>
    <w:rsid w:val="00CA43A2"/>
    <w:rsid w:val="00CA674F"/>
    <w:rsid w:val="00CA6A4B"/>
    <w:rsid w:val="00CB0E66"/>
    <w:rsid w:val="00CB1CD8"/>
    <w:rsid w:val="00CB2B2D"/>
    <w:rsid w:val="00CB2DBD"/>
    <w:rsid w:val="00CB3C7D"/>
    <w:rsid w:val="00CB4603"/>
    <w:rsid w:val="00CC1FD4"/>
    <w:rsid w:val="00CC3244"/>
    <w:rsid w:val="00CC35DD"/>
    <w:rsid w:val="00CC564C"/>
    <w:rsid w:val="00CC7E57"/>
    <w:rsid w:val="00CD01D5"/>
    <w:rsid w:val="00CD0EEF"/>
    <w:rsid w:val="00CD27B3"/>
    <w:rsid w:val="00CD2C68"/>
    <w:rsid w:val="00CD47F2"/>
    <w:rsid w:val="00CD4DF6"/>
    <w:rsid w:val="00CD6343"/>
    <w:rsid w:val="00CD7A01"/>
    <w:rsid w:val="00CF4FD5"/>
    <w:rsid w:val="00CF5F9F"/>
    <w:rsid w:val="00D00E86"/>
    <w:rsid w:val="00D02805"/>
    <w:rsid w:val="00D1697D"/>
    <w:rsid w:val="00D2060F"/>
    <w:rsid w:val="00D206B7"/>
    <w:rsid w:val="00D21665"/>
    <w:rsid w:val="00D30A5D"/>
    <w:rsid w:val="00D30BE6"/>
    <w:rsid w:val="00D32786"/>
    <w:rsid w:val="00D341A2"/>
    <w:rsid w:val="00D345BB"/>
    <w:rsid w:val="00D36D78"/>
    <w:rsid w:val="00D44375"/>
    <w:rsid w:val="00D44FD0"/>
    <w:rsid w:val="00D47A68"/>
    <w:rsid w:val="00D528C5"/>
    <w:rsid w:val="00D63DD0"/>
    <w:rsid w:val="00D66070"/>
    <w:rsid w:val="00D66D43"/>
    <w:rsid w:val="00D80F0B"/>
    <w:rsid w:val="00D839EB"/>
    <w:rsid w:val="00D84A7E"/>
    <w:rsid w:val="00D91DFE"/>
    <w:rsid w:val="00D92BB3"/>
    <w:rsid w:val="00D94C67"/>
    <w:rsid w:val="00D9770A"/>
    <w:rsid w:val="00DA037B"/>
    <w:rsid w:val="00DA2E35"/>
    <w:rsid w:val="00DA5F1A"/>
    <w:rsid w:val="00DB1925"/>
    <w:rsid w:val="00DC159D"/>
    <w:rsid w:val="00DC3FB6"/>
    <w:rsid w:val="00DC4355"/>
    <w:rsid w:val="00DD0EF8"/>
    <w:rsid w:val="00DD1CE9"/>
    <w:rsid w:val="00DD35C7"/>
    <w:rsid w:val="00DD3FD3"/>
    <w:rsid w:val="00DD627C"/>
    <w:rsid w:val="00DD708B"/>
    <w:rsid w:val="00DD7DE9"/>
    <w:rsid w:val="00DE32E1"/>
    <w:rsid w:val="00DE52E2"/>
    <w:rsid w:val="00DE651D"/>
    <w:rsid w:val="00DF4D1B"/>
    <w:rsid w:val="00DF5040"/>
    <w:rsid w:val="00DF6BC1"/>
    <w:rsid w:val="00E00FFF"/>
    <w:rsid w:val="00E061B7"/>
    <w:rsid w:val="00E06A07"/>
    <w:rsid w:val="00E071FE"/>
    <w:rsid w:val="00E1102F"/>
    <w:rsid w:val="00E1173B"/>
    <w:rsid w:val="00E12F86"/>
    <w:rsid w:val="00E13AFC"/>
    <w:rsid w:val="00E21AF7"/>
    <w:rsid w:val="00E239CB"/>
    <w:rsid w:val="00E25F26"/>
    <w:rsid w:val="00E27685"/>
    <w:rsid w:val="00E30A50"/>
    <w:rsid w:val="00E32024"/>
    <w:rsid w:val="00E35F14"/>
    <w:rsid w:val="00E37C9E"/>
    <w:rsid w:val="00E45E05"/>
    <w:rsid w:val="00E45F2F"/>
    <w:rsid w:val="00E51D94"/>
    <w:rsid w:val="00E52549"/>
    <w:rsid w:val="00E52A05"/>
    <w:rsid w:val="00E52D71"/>
    <w:rsid w:val="00E538DD"/>
    <w:rsid w:val="00E558CB"/>
    <w:rsid w:val="00E57CF4"/>
    <w:rsid w:val="00E63914"/>
    <w:rsid w:val="00E63E7B"/>
    <w:rsid w:val="00E64363"/>
    <w:rsid w:val="00E741A0"/>
    <w:rsid w:val="00E75387"/>
    <w:rsid w:val="00E76688"/>
    <w:rsid w:val="00E7680F"/>
    <w:rsid w:val="00E76C49"/>
    <w:rsid w:val="00E86556"/>
    <w:rsid w:val="00E8658B"/>
    <w:rsid w:val="00E90738"/>
    <w:rsid w:val="00E92918"/>
    <w:rsid w:val="00E93D1D"/>
    <w:rsid w:val="00E94379"/>
    <w:rsid w:val="00E97AAC"/>
    <w:rsid w:val="00E97F8C"/>
    <w:rsid w:val="00EA1C27"/>
    <w:rsid w:val="00EA23B4"/>
    <w:rsid w:val="00EA356B"/>
    <w:rsid w:val="00EA5A65"/>
    <w:rsid w:val="00EA7B6D"/>
    <w:rsid w:val="00EA7E45"/>
    <w:rsid w:val="00EB0EF7"/>
    <w:rsid w:val="00EB3802"/>
    <w:rsid w:val="00EB41AB"/>
    <w:rsid w:val="00EB4640"/>
    <w:rsid w:val="00EB4E20"/>
    <w:rsid w:val="00EB6854"/>
    <w:rsid w:val="00EC2648"/>
    <w:rsid w:val="00EC603B"/>
    <w:rsid w:val="00EC6AB3"/>
    <w:rsid w:val="00ED1FE9"/>
    <w:rsid w:val="00ED3224"/>
    <w:rsid w:val="00ED56AA"/>
    <w:rsid w:val="00ED6610"/>
    <w:rsid w:val="00EE03CA"/>
    <w:rsid w:val="00EE0EB0"/>
    <w:rsid w:val="00EE4F74"/>
    <w:rsid w:val="00EE6821"/>
    <w:rsid w:val="00EE6CDE"/>
    <w:rsid w:val="00EF0DEC"/>
    <w:rsid w:val="00EF75E6"/>
    <w:rsid w:val="00F03520"/>
    <w:rsid w:val="00F05279"/>
    <w:rsid w:val="00F108C3"/>
    <w:rsid w:val="00F10E4C"/>
    <w:rsid w:val="00F11F98"/>
    <w:rsid w:val="00F14BD6"/>
    <w:rsid w:val="00F1667D"/>
    <w:rsid w:val="00F20F66"/>
    <w:rsid w:val="00F223F2"/>
    <w:rsid w:val="00F31E49"/>
    <w:rsid w:val="00F33440"/>
    <w:rsid w:val="00F36E25"/>
    <w:rsid w:val="00F37194"/>
    <w:rsid w:val="00F378EB"/>
    <w:rsid w:val="00F40A7E"/>
    <w:rsid w:val="00F45A65"/>
    <w:rsid w:val="00F46552"/>
    <w:rsid w:val="00F4678B"/>
    <w:rsid w:val="00F5547D"/>
    <w:rsid w:val="00F638FE"/>
    <w:rsid w:val="00F670D3"/>
    <w:rsid w:val="00F679AB"/>
    <w:rsid w:val="00F67C84"/>
    <w:rsid w:val="00F71640"/>
    <w:rsid w:val="00F717F1"/>
    <w:rsid w:val="00F73A4D"/>
    <w:rsid w:val="00F74E27"/>
    <w:rsid w:val="00F8076A"/>
    <w:rsid w:val="00F839F4"/>
    <w:rsid w:val="00F84892"/>
    <w:rsid w:val="00F8669C"/>
    <w:rsid w:val="00F93308"/>
    <w:rsid w:val="00F941B5"/>
    <w:rsid w:val="00FA0B71"/>
    <w:rsid w:val="00FA47D5"/>
    <w:rsid w:val="00FA5551"/>
    <w:rsid w:val="00FB3DCF"/>
    <w:rsid w:val="00FB4838"/>
    <w:rsid w:val="00FB58A7"/>
    <w:rsid w:val="00FB6FA8"/>
    <w:rsid w:val="00FB7416"/>
    <w:rsid w:val="00FB7881"/>
    <w:rsid w:val="00FC03F4"/>
    <w:rsid w:val="00FC45B0"/>
    <w:rsid w:val="00FD181F"/>
    <w:rsid w:val="00FD3F53"/>
    <w:rsid w:val="00FD4C87"/>
    <w:rsid w:val="00FD7CB2"/>
    <w:rsid w:val="00FE2912"/>
    <w:rsid w:val="00FE4C36"/>
    <w:rsid w:val="00FE4E66"/>
    <w:rsid w:val="00FE6681"/>
    <w:rsid w:val="00FF1235"/>
    <w:rsid w:val="00FF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4025F8"/>
  <w15:chartTrackingRefBased/>
  <w15:docId w15:val="{492B592A-A763-4FFC-964F-449C8A897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9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2" w:uiPriority="99"/>
    <w:lsdException w:name="Block Text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 Black" w:hAnsi="Arial Black"/>
      <w:sz w:val="36"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6">
    <w:name w:val="heading 6"/>
    <w:basedOn w:val="Normln"/>
    <w:next w:val="Normln"/>
    <w:qFormat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sz w:val="28"/>
    </w:rPr>
  </w:style>
  <w:style w:type="paragraph" w:styleId="Nadpis8">
    <w:name w:val="heading 8"/>
    <w:basedOn w:val="Normln"/>
    <w:next w:val="Normln"/>
    <w:link w:val="Nadpis8Char"/>
    <w:uiPriority w:val="99"/>
    <w:qFormat/>
    <w:pPr>
      <w:keepNext/>
      <w:jc w:val="right"/>
      <w:outlineLvl w:val="7"/>
    </w:pPr>
  </w:style>
  <w:style w:type="paragraph" w:styleId="Nadpis9">
    <w:name w:val="heading 9"/>
    <w:basedOn w:val="Normln"/>
    <w:next w:val="Normln"/>
    <w:qFormat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Rozloendokumentu">
    <w:name w:val="Document Map"/>
    <w:aliases w:val="Rozvržení dokumentu"/>
    <w:basedOn w:val="Normln"/>
    <w:semiHidden/>
    <w:pPr>
      <w:shd w:val="clear" w:color="auto" w:fill="000080"/>
    </w:pPr>
    <w:rPr>
      <w:rFonts w:ascii="Tahoma" w:hAnsi="Tahoma" w:cs="Arial Black"/>
    </w:rPr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"/>
  </w:style>
  <w:style w:type="character" w:styleId="Sledovanodkaz">
    <w:name w:val="FollowedHyperlink"/>
    <w:rPr>
      <w:color w:val="800080"/>
      <w:u w:val="single"/>
    </w:rPr>
  </w:style>
  <w:style w:type="paragraph" w:styleId="Zkladntextodsazen">
    <w:name w:val="Body Text Indent"/>
    <w:basedOn w:val="Normln"/>
    <w:pPr>
      <w:ind w:left="1068"/>
      <w:jc w:val="both"/>
    </w:pPr>
  </w:style>
  <w:style w:type="paragraph" w:styleId="Zkladntext2">
    <w:name w:val="Body Text 2"/>
    <w:basedOn w:val="Normln"/>
    <w:link w:val="Zkladntext2Char"/>
    <w:uiPriority w:val="99"/>
    <w:pPr>
      <w:numPr>
        <w:ilvl w:val="12"/>
      </w:numPr>
      <w:jc w:val="both"/>
    </w:pPr>
  </w:style>
  <w:style w:type="paragraph" w:styleId="Zkladntext3">
    <w:name w:val="Body Text 3"/>
    <w:basedOn w:val="Normln"/>
    <w:pPr>
      <w:jc w:val="both"/>
    </w:pPr>
    <w:rPr>
      <w:b/>
      <w:sz w:val="28"/>
    </w:rPr>
  </w:style>
  <w:style w:type="paragraph" w:styleId="Zkladntext">
    <w:name w:val="Body Text"/>
    <w:basedOn w:val="Normln"/>
    <w:rPr>
      <w:b/>
    </w:rPr>
  </w:style>
  <w:style w:type="paragraph" w:styleId="Zkladntextodsazen2">
    <w:name w:val="Body Text Indent 2"/>
    <w:basedOn w:val="Normln"/>
    <w:pPr>
      <w:ind w:firstLine="340"/>
      <w:jc w:val="both"/>
    </w:pPr>
    <w:rPr>
      <w:b/>
      <w:bCs/>
      <w:i/>
      <w:iCs/>
      <w:sz w:val="20"/>
    </w:rPr>
  </w:style>
  <w:style w:type="paragraph" w:styleId="Zkladntextodsazen3">
    <w:name w:val="Body Text Indent 3"/>
    <w:basedOn w:val="Normln"/>
    <w:pPr>
      <w:ind w:left="340"/>
      <w:jc w:val="both"/>
    </w:pPr>
    <w:rPr>
      <w:color w:val="0000FF"/>
      <w:sz w:val="20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iCs/>
    </w:rPr>
  </w:style>
  <w:style w:type="paragraph" w:styleId="Textvbloku">
    <w:name w:val="Block Text"/>
    <w:basedOn w:val="Normln"/>
    <w:uiPriority w:val="99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pPr>
      <w:numPr>
        <w:ilvl w:val="6"/>
        <w:numId w:val="14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  <w:sz w:val="20"/>
      <w:szCs w:val="20"/>
    </w:rPr>
  </w:style>
  <w:style w:type="paragraph" w:customStyle="1" w:styleId="Textbodu">
    <w:name w:val="Text bodu"/>
    <w:basedOn w:val="Normln"/>
    <w:uiPriority w:val="99"/>
    <w:pPr>
      <w:numPr>
        <w:ilvl w:val="8"/>
        <w:numId w:val="14"/>
      </w:numPr>
      <w:jc w:val="both"/>
      <w:outlineLvl w:val="8"/>
    </w:pPr>
    <w:rPr>
      <w:rFonts w:ascii="Verdana" w:hAnsi="Verdana"/>
      <w:sz w:val="20"/>
      <w:szCs w:val="20"/>
    </w:rPr>
  </w:style>
  <w:style w:type="paragraph" w:customStyle="1" w:styleId="Textpsmene">
    <w:name w:val="Text písmene"/>
    <w:basedOn w:val="Normln"/>
    <w:uiPriority w:val="99"/>
    <w:pPr>
      <w:numPr>
        <w:ilvl w:val="7"/>
        <w:numId w:val="14"/>
      </w:numPr>
      <w:jc w:val="both"/>
      <w:outlineLvl w:val="7"/>
    </w:pPr>
    <w:rPr>
      <w:rFonts w:ascii="Verdana" w:hAnsi="Verdana"/>
      <w:sz w:val="20"/>
      <w:szCs w:val="20"/>
    </w:rPr>
  </w:style>
  <w:style w:type="paragraph" w:customStyle="1" w:styleId="Textparagrafu">
    <w:name w:val="Text paragrafu"/>
    <w:basedOn w:val="Normln"/>
    <w:uiPriority w:val="99"/>
    <w:pPr>
      <w:spacing w:before="240"/>
      <w:ind w:firstLine="425"/>
      <w:jc w:val="both"/>
      <w:outlineLvl w:val="5"/>
    </w:pPr>
    <w:rPr>
      <w:rFonts w:ascii="Verdana" w:hAnsi="Verdana"/>
      <w:sz w:val="20"/>
      <w:szCs w:val="20"/>
    </w:rPr>
  </w:style>
  <w:style w:type="table" w:styleId="Mkatabulky">
    <w:name w:val="Table Grid"/>
    <w:basedOn w:val="Normlntabulka"/>
    <w:rsid w:val="00612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Char">
    <w:name w:val="Základní text 2 Char"/>
    <w:link w:val="Zkladntext2"/>
    <w:uiPriority w:val="99"/>
    <w:rsid w:val="009B04AC"/>
    <w:rPr>
      <w:sz w:val="24"/>
      <w:szCs w:val="24"/>
    </w:rPr>
  </w:style>
  <w:style w:type="paragraph" w:customStyle="1" w:styleId="Default">
    <w:name w:val="Default"/>
    <w:rsid w:val="00E45E0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rmtovanvHTML">
    <w:name w:val="HTML Preformatted"/>
    <w:basedOn w:val="Normln"/>
    <w:link w:val="FormtovanvHTMLChar"/>
    <w:unhideWhenUsed/>
    <w:rsid w:val="00854A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link w:val="FormtovanvHTML"/>
    <w:rsid w:val="00854A8E"/>
    <w:rPr>
      <w:rFonts w:ascii="Arial Unicode MS" w:eastAsia="Arial Unicode MS" w:hAnsi="Arial Unicode MS" w:cs="Arial Unicode MS"/>
      <w:lang w:eastAsia="ar-SA"/>
    </w:rPr>
  </w:style>
  <w:style w:type="paragraph" w:styleId="Odstavecseseznamem">
    <w:name w:val="List Paragraph"/>
    <w:basedOn w:val="Normln"/>
    <w:uiPriority w:val="34"/>
    <w:qFormat/>
    <w:rsid w:val="00594790"/>
    <w:pPr>
      <w:suppressAutoHyphens/>
      <w:ind w:left="720"/>
      <w:contextualSpacing/>
      <w:jc w:val="both"/>
    </w:pPr>
    <w:rPr>
      <w:lang w:eastAsia="ar-SA"/>
    </w:rPr>
  </w:style>
  <w:style w:type="paragraph" w:customStyle="1" w:styleId="seznam1">
    <w:name w:val="seznam1"/>
    <w:basedOn w:val="Normln"/>
    <w:uiPriority w:val="99"/>
    <w:rsid w:val="00ED1FE9"/>
    <w:pPr>
      <w:keepNext/>
      <w:numPr>
        <w:numId w:val="35"/>
      </w:numPr>
      <w:spacing w:after="120"/>
      <w:jc w:val="both"/>
    </w:pPr>
    <w:rPr>
      <w:rFonts w:ascii="Arial" w:hAnsi="Arial" w:cs="Arial"/>
    </w:rPr>
  </w:style>
  <w:style w:type="character" w:customStyle="1" w:styleId="Nadpis8Char">
    <w:name w:val="Nadpis 8 Char"/>
    <w:link w:val="Nadpis8"/>
    <w:uiPriority w:val="99"/>
    <w:rsid w:val="006659A2"/>
    <w:rPr>
      <w:sz w:val="24"/>
      <w:szCs w:val="24"/>
    </w:rPr>
  </w:style>
  <w:style w:type="paragraph" w:styleId="Textbubliny">
    <w:name w:val="Balloon Text"/>
    <w:basedOn w:val="Normln"/>
    <w:link w:val="TextbublinyChar"/>
    <w:rsid w:val="00344F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44F6D"/>
    <w:rPr>
      <w:rFonts w:ascii="Tahoma" w:hAnsi="Tahoma" w:cs="Tahoma"/>
      <w:sz w:val="16"/>
      <w:szCs w:val="16"/>
    </w:rPr>
  </w:style>
  <w:style w:type="paragraph" w:styleId="Bezmezer">
    <w:name w:val="No Spacing"/>
    <w:uiPriority w:val="99"/>
    <w:qFormat/>
    <w:rsid w:val="00277454"/>
    <w:rPr>
      <w:sz w:val="24"/>
      <w:szCs w:val="24"/>
    </w:rPr>
  </w:style>
  <w:style w:type="paragraph" w:styleId="Revize">
    <w:name w:val="Revision"/>
    <w:hidden/>
    <w:uiPriority w:val="99"/>
    <w:semiHidden/>
    <w:rsid w:val="00B979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rsid w:val="00B979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979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9D3"/>
  </w:style>
  <w:style w:type="paragraph" w:styleId="Pedmtkomente">
    <w:name w:val="annotation subject"/>
    <w:basedOn w:val="Textkomente"/>
    <w:next w:val="Textkomente"/>
    <w:link w:val="PedmtkomenteChar"/>
    <w:rsid w:val="00B979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979D3"/>
    <w:rPr>
      <w:b/>
      <w:bCs/>
    </w:rPr>
  </w:style>
  <w:style w:type="character" w:styleId="Siln">
    <w:name w:val="Strong"/>
    <w:uiPriority w:val="22"/>
    <w:qFormat/>
    <w:rsid w:val="007701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8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ablony\odbor%20investic\ODBOR_ext\Dopis_samostatn&#225;_p&#367;sobnost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6700D-314C-464A-8122-0E39CB37D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Dopis_samostatná_působnost.dot</Template>
  <TotalTime>17</TotalTime>
  <Pages>7</Pages>
  <Words>1776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Veřejné zakázky od A do Z</vt:lpstr>
    </vt:vector>
  </TitlesOfParts>
  <Company>HP</Company>
  <LinksUpToDate>false</LinksUpToDate>
  <CharactersWithSpaces>12235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Veřejné zakázky od A do Z</dc:title>
  <dc:subject/>
  <dc:creator>--nastav jméno ve wordu</dc:creator>
  <cp:keywords/>
  <dc:description/>
  <cp:lastModifiedBy>Václavíčková Veronika</cp:lastModifiedBy>
  <cp:revision>4</cp:revision>
  <cp:lastPrinted>2025-08-22T07:58:00Z</cp:lastPrinted>
  <dcterms:created xsi:type="dcterms:W3CDTF">2025-10-10T11:01:00Z</dcterms:created>
  <dcterms:modified xsi:type="dcterms:W3CDTF">2025-10-24T06:34:00Z</dcterms:modified>
</cp:coreProperties>
</file>